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11A36" w14:textId="2EF5EAE9" w:rsidR="00723F9D" w:rsidRPr="00D07D0B" w:rsidRDefault="00000010" w:rsidP="00AE7EF9">
      <w:pPr>
        <w:pStyle w:val="BodyParagraph"/>
        <w:rPr>
          <w:lang w:eastAsia="ja-JP"/>
        </w:rPr>
      </w:pPr>
      <w:r>
        <w:rPr>
          <w:noProof/>
          <w:lang w:eastAsia="ja"/>
        </w:rPr>
        <w:drawing>
          <wp:anchor distT="0" distB="0" distL="114300" distR="114300" simplePos="0" relativeHeight="251658240" behindDoc="0" locked="0" layoutInCell="1" allowOverlap="1" wp14:anchorId="40A11B79" wp14:editId="166D4F95">
            <wp:simplePos x="0" y="0"/>
            <wp:positionH relativeFrom="column">
              <wp:posOffset>0</wp:posOffset>
            </wp:positionH>
            <wp:positionV relativeFrom="paragraph">
              <wp:posOffset>1905</wp:posOffset>
            </wp:positionV>
            <wp:extent cx="1508760" cy="566420"/>
            <wp:effectExtent l="0" t="0" r="0" b="508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876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ja"/>
        </w:rPr>
        <mc:AlternateContent>
          <mc:Choice Requires="wps">
            <w:drawing>
              <wp:anchor distT="0" distB="0" distL="114300" distR="114300" simplePos="0" relativeHeight="251657216" behindDoc="0" locked="0" layoutInCell="1" allowOverlap="1" wp14:anchorId="40A11B7B" wp14:editId="3DD92678">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11B82" w14:textId="77777777" w:rsidR="00E41358" w:rsidRPr="00DE6891" w:rsidRDefault="00E41358" w:rsidP="00F27A9D">
                            <w:pPr>
                              <w:pStyle w:val="LanguageCode"/>
                            </w:pPr>
                            <w:r>
                              <w:rPr>
                                <w:lang w:eastAsia="ja"/>
                              </w:rPr>
                              <w:t>日本語（JA）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11B7B" id="_x0000_t202" coordsize="21600,21600" o:spt="202" path="m,l,21600r21600,l21600,xe">
                <v:stroke joinstyle="miter"/>
                <v:path gradientshapeok="t" o:connecttype="rect"/>
              </v:shapetype>
              <v:shape id="Text Box 8" o:spid="_x0000_s1026"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" filled="f" stroked="f">
                <v:textbox>
                  <w:txbxContent>
                    <w:p w14:paraId="40A11B82" w14:textId="77777777" w:rsidR="00E41358" w:rsidRPr="00DE6891" w:rsidRDefault="00E41358" w:rsidP="00F27A9D">
                      <w:pPr>
                        <w:pStyle w:val="LanguageCode"/>
                      </w:pPr>
                      <w:r>
                        <w:rPr>
                          <w:lang w:eastAsia="ja"/>
                        </w:rPr>
                        <w:t>日本語（JA）</w:t>
                      </w:r>
                    </w:p>
                  </w:txbxContent>
                </v:textbox>
              </v:shape>
            </w:pict>
          </mc:Fallback>
        </mc:AlternateContent>
      </w:r>
    </w:p>
    <w:p w14:paraId="6A94B7E6" w14:textId="004185EA" w:rsidR="0041485A" w:rsidRDefault="0041485A" w:rsidP="00931C39">
      <w:pPr>
        <w:rPr>
          <w:lang w:eastAsia="ja-JP"/>
        </w:rPr>
      </w:pPr>
      <w:bookmarkStart w:id="0" w:name="_Hlk195694032"/>
    </w:p>
    <w:p w14:paraId="7AB3DE68" w14:textId="77777777" w:rsidR="00931C39" w:rsidRPr="0041485A" w:rsidRDefault="00931C39" w:rsidP="00931C39">
      <w:pPr>
        <w:rPr>
          <w:lang w:eastAsia="ja-JP"/>
        </w:rPr>
      </w:pPr>
    </w:p>
    <w:p w14:paraId="2F2F6562" w14:textId="2D7B97D6" w:rsidR="00753A6A" w:rsidRDefault="00753A6A" w:rsidP="00753A6A">
      <w:pPr>
        <w:rPr>
          <w:rFonts w:ascii="BIZ UDPゴシック" w:eastAsia="BIZ UDPゴシック" w:hAnsi="BIZ UDPゴシック"/>
          <w:b/>
          <w:bCs/>
          <w:color w:val="005DAA"/>
          <w:sz w:val="44"/>
          <w:szCs w:val="44"/>
          <w:lang w:eastAsia="ja-JP"/>
        </w:rPr>
      </w:pPr>
      <w:bookmarkStart w:id="1" w:name="_Hlk195693889"/>
      <w:bookmarkStart w:id="2" w:name="_Hlk195693919"/>
      <w:bookmarkEnd w:id="0"/>
      <w:r w:rsidRPr="00753A6A">
        <w:rPr>
          <w:rFonts w:ascii="BIZ UDPゴシック" w:eastAsia="BIZ UDPゴシック" w:hAnsi="BIZ UDPゴシック"/>
          <w:b/>
          <w:bCs/>
          <w:color w:val="005DAA"/>
          <w:sz w:val="44"/>
          <w:szCs w:val="44"/>
          <w:lang w:eastAsia="ja"/>
        </w:rPr>
        <w:t>2025-26年度 国際ロータリー第2760地区</w:t>
      </w:r>
    </w:p>
    <w:p w14:paraId="40A11A39" w14:textId="2EC74F06" w:rsidR="00E41358" w:rsidRPr="00C365A0" w:rsidRDefault="00753A6A" w:rsidP="00753A6A">
      <w:pPr>
        <w:rPr>
          <w:rFonts w:ascii="BIZ UDPゴシック" w:eastAsia="BIZ UDPゴシック" w:hAnsi="BIZ UDPゴシック"/>
          <w:b/>
          <w:bCs/>
          <w:color w:val="005DAA"/>
          <w:sz w:val="30"/>
          <w:szCs w:val="30"/>
          <w:lang w:eastAsia="ja-JP"/>
        </w:rPr>
      </w:pPr>
      <w:r w:rsidRPr="00753A6A">
        <w:rPr>
          <w:rFonts w:ascii="BIZ UDPゴシック" w:eastAsia="BIZ UDPゴシック" w:hAnsi="BIZ UDPゴシック"/>
          <w:b/>
          <w:bCs/>
          <w:color w:val="005DAA"/>
          <w:sz w:val="44"/>
          <w:szCs w:val="44"/>
          <w:lang w:eastAsia="ja"/>
        </w:rPr>
        <w:t>ロータリー財団 地区補助金奨学生</w:t>
      </w:r>
      <w:r w:rsidRPr="00753A6A">
        <w:rPr>
          <w:rFonts w:ascii="BIZ UDPゴシック" w:eastAsia="BIZ UDPゴシック" w:hAnsi="BIZ UDPゴシック" w:hint="eastAsia"/>
          <w:b/>
          <w:bCs/>
          <w:color w:val="005DAA"/>
          <w:sz w:val="44"/>
          <w:szCs w:val="44"/>
          <w:lang w:eastAsia="ja-JP"/>
        </w:rPr>
        <w:t xml:space="preserve"> </w:t>
      </w:r>
      <w:r w:rsidRPr="00753A6A">
        <w:rPr>
          <w:rFonts w:ascii="BIZ UDPゴシック" w:eastAsia="BIZ UDPゴシック" w:hAnsi="BIZ UDPゴシック"/>
          <w:b/>
          <w:bCs/>
          <w:color w:val="005DAA"/>
          <w:sz w:val="44"/>
          <w:szCs w:val="44"/>
          <w:lang w:eastAsia="ja"/>
        </w:rPr>
        <w:t>応募申込書</w:t>
      </w:r>
      <w:bookmarkEnd w:id="1"/>
      <w:r w:rsidR="00A55E56" w:rsidRPr="00753A6A">
        <w:rPr>
          <w:rFonts w:ascii="BIZ UDPゴシック" w:eastAsia="BIZ UDPゴシック" w:hAnsi="BIZ UDPゴシック"/>
          <w:b/>
          <w:bCs/>
          <w:color w:val="005DAA"/>
          <w:sz w:val="44"/>
          <w:szCs w:val="44"/>
          <w:lang w:eastAsia="ja-JP"/>
        </w:rPr>
        <w:br/>
      </w:r>
    </w:p>
    <w:bookmarkEnd w:id="2"/>
    <w:p w14:paraId="40A11A3A" w14:textId="77777777" w:rsidR="00723F9D" w:rsidRPr="00D07D0B" w:rsidRDefault="00CA4957" w:rsidP="00CA4957">
      <w:pPr>
        <w:pStyle w:val="3"/>
      </w:pPr>
      <w:r>
        <w:rPr>
          <w:bCs/>
          <w:lang w:eastAsia="ja"/>
        </w:rPr>
        <w:t>候補者の情報</w:t>
      </w:r>
    </w:p>
    <w:tbl>
      <w:tblPr>
        <w:tblStyle w:val="aa"/>
        <w:tblW w:w="9454" w:type="dxa"/>
        <w:tblLook w:val="04A0" w:firstRow="1" w:lastRow="0" w:firstColumn="1" w:lastColumn="0" w:noHBand="0" w:noVBand="1"/>
      </w:tblPr>
      <w:tblGrid>
        <w:gridCol w:w="1905"/>
        <w:gridCol w:w="3277"/>
        <w:gridCol w:w="4272"/>
      </w:tblGrid>
      <w:tr w:rsidR="00CA4957" w14:paraId="40A11A3D" w14:textId="77777777" w:rsidTr="0041485A">
        <w:trPr>
          <w:trHeight w:val="506"/>
        </w:trPr>
        <w:tc>
          <w:tcPr>
            <w:tcW w:w="1905" w:type="dxa"/>
            <w:vAlign w:val="center"/>
          </w:tcPr>
          <w:p w14:paraId="40A11A3B" w14:textId="77777777" w:rsidR="00CA4957" w:rsidRPr="000B3678" w:rsidRDefault="00CA4957" w:rsidP="00AE7EF9">
            <w:pPr>
              <w:pStyle w:val="BodyParagraph"/>
            </w:pPr>
            <w:r w:rsidRPr="000B3678">
              <w:rPr>
                <w:lang w:eastAsia="ja"/>
              </w:rPr>
              <w:t>名：</w:t>
            </w:r>
          </w:p>
        </w:tc>
        <w:sdt>
          <w:sdtPr>
            <w:id w:val="21832745"/>
            <w:placeholder>
              <w:docPart w:val="B7F891B5FDB4484C859CB56ACF530A0C"/>
            </w:placeholder>
            <w:showingPlcHdr/>
          </w:sdtPr>
          <w:sdtContent>
            <w:tc>
              <w:tcPr>
                <w:tcW w:w="7548" w:type="dxa"/>
                <w:gridSpan w:val="2"/>
                <w:vAlign w:val="center"/>
              </w:tcPr>
              <w:p w14:paraId="40A11A3C" w14:textId="5A25CC0C" w:rsidR="00CA4957" w:rsidRPr="000B3678" w:rsidRDefault="00E84D9E" w:rsidP="00AE7EF9">
                <w:pPr>
                  <w:pStyle w:val="BodyParagraph"/>
                  <w:rPr>
                    <w:lang w:eastAsia="ja-JP"/>
                  </w:rPr>
                </w:pPr>
                <w:r w:rsidRPr="000B3678">
                  <w:rPr>
                    <w:rStyle w:val="ae"/>
                    <w:lang w:eastAsia="ja-JP"/>
                  </w:rPr>
                  <w:t>ここをクリックして文字を入力</w:t>
                </w:r>
              </w:p>
            </w:tc>
          </w:sdtContent>
        </w:sdt>
      </w:tr>
      <w:tr w:rsidR="00E84D9E" w14:paraId="40A11A40" w14:textId="77777777" w:rsidTr="0041485A">
        <w:trPr>
          <w:trHeight w:val="506"/>
        </w:trPr>
        <w:tc>
          <w:tcPr>
            <w:tcW w:w="1905" w:type="dxa"/>
            <w:vAlign w:val="center"/>
          </w:tcPr>
          <w:p w14:paraId="40A11A3E" w14:textId="77777777" w:rsidR="00E84D9E" w:rsidRPr="000B3678" w:rsidRDefault="00E84D9E" w:rsidP="00AE7EF9">
            <w:pPr>
              <w:pStyle w:val="BodyParagraph"/>
            </w:pPr>
            <w:r w:rsidRPr="000B3678">
              <w:rPr>
                <w:lang w:eastAsia="ja"/>
              </w:rPr>
              <w:t>姓：</w:t>
            </w:r>
          </w:p>
        </w:tc>
        <w:sdt>
          <w:sdtPr>
            <w:id w:val="-2064629224"/>
            <w:placeholder>
              <w:docPart w:val="AD7CA8C4A1CD448383CF9096004F9A1A"/>
            </w:placeholder>
            <w:showingPlcHdr/>
          </w:sdtPr>
          <w:sdtContent>
            <w:tc>
              <w:tcPr>
                <w:tcW w:w="7548" w:type="dxa"/>
                <w:gridSpan w:val="2"/>
                <w:vAlign w:val="center"/>
              </w:tcPr>
              <w:p w14:paraId="40A11A3F" w14:textId="4D5771BE" w:rsidR="00E84D9E" w:rsidRPr="000B3678" w:rsidRDefault="00E84D9E" w:rsidP="00AE7EF9">
                <w:pPr>
                  <w:pStyle w:val="BodyParagraph"/>
                  <w:rPr>
                    <w:lang w:eastAsia="ja-JP"/>
                  </w:rPr>
                </w:pPr>
                <w:r w:rsidRPr="000B3678">
                  <w:rPr>
                    <w:rStyle w:val="ae"/>
                    <w:lang w:eastAsia="ja-JP"/>
                  </w:rPr>
                  <w:t>ここをクリックして文字を入力</w:t>
                </w:r>
              </w:p>
            </w:tc>
          </w:sdtContent>
        </w:sdt>
      </w:tr>
      <w:tr w:rsidR="00E84D9E" w14:paraId="40A11A43" w14:textId="77777777" w:rsidTr="0041485A">
        <w:trPr>
          <w:trHeight w:val="496"/>
        </w:trPr>
        <w:tc>
          <w:tcPr>
            <w:tcW w:w="1905" w:type="dxa"/>
            <w:vAlign w:val="center"/>
          </w:tcPr>
          <w:p w14:paraId="40A11A41" w14:textId="77777777" w:rsidR="00E84D9E" w:rsidRPr="000B3678" w:rsidRDefault="00E84D9E" w:rsidP="00AE7EF9">
            <w:pPr>
              <w:pStyle w:val="BodyParagraph"/>
            </w:pPr>
            <w:r w:rsidRPr="000B3678">
              <w:rPr>
                <w:lang w:eastAsia="ja"/>
              </w:rPr>
              <w:t>国籍：</w:t>
            </w:r>
          </w:p>
        </w:tc>
        <w:sdt>
          <w:sdtPr>
            <w:id w:val="-783799882"/>
            <w:placeholder>
              <w:docPart w:val="4054E9B039634AE4A8649424D34D1589"/>
            </w:placeholder>
            <w:showingPlcHdr/>
          </w:sdtPr>
          <w:sdtContent>
            <w:tc>
              <w:tcPr>
                <w:tcW w:w="7548" w:type="dxa"/>
                <w:gridSpan w:val="2"/>
                <w:vAlign w:val="center"/>
              </w:tcPr>
              <w:p w14:paraId="40A11A42" w14:textId="19B20785" w:rsidR="00E84D9E" w:rsidRPr="000B3678" w:rsidRDefault="00E84D9E" w:rsidP="00AE7EF9">
                <w:pPr>
                  <w:pStyle w:val="BodyParagraph"/>
                  <w:rPr>
                    <w:lang w:eastAsia="ja-JP"/>
                  </w:rPr>
                </w:pPr>
                <w:r w:rsidRPr="000B3678">
                  <w:rPr>
                    <w:rStyle w:val="ae"/>
                    <w:lang w:eastAsia="ja-JP"/>
                  </w:rPr>
                  <w:t>ここをクリックして文字を入力</w:t>
                </w:r>
              </w:p>
            </w:tc>
          </w:sdtContent>
        </w:sdt>
      </w:tr>
      <w:tr w:rsidR="00E84D9E" w14:paraId="40A11A46" w14:textId="77777777" w:rsidTr="0041485A">
        <w:trPr>
          <w:trHeight w:val="1012"/>
        </w:trPr>
        <w:tc>
          <w:tcPr>
            <w:tcW w:w="1905" w:type="dxa"/>
            <w:vAlign w:val="center"/>
          </w:tcPr>
          <w:p w14:paraId="40A11A44" w14:textId="77777777" w:rsidR="00E84D9E" w:rsidRPr="000B3678" w:rsidRDefault="00E84D9E" w:rsidP="00AE7EF9">
            <w:pPr>
              <w:pStyle w:val="BodyParagraph"/>
            </w:pPr>
            <w:r w:rsidRPr="000B3678">
              <w:rPr>
                <w:lang w:eastAsia="ja"/>
              </w:rPr>
              <w:t>生年月日：</w:t>
            </w:r>
          </w:p>
        </w:tc>
        <w:tc>
          <w:tcPr>
            <w:tcW w:w="7548" w:type="dxa"/>
            <w:gridSpan w:val="2"/>
            <w:vAlign w:val="center"/>
          </w:tcPr>
          <w:sdt>
            <w:sdtPr>
              <w:rPr>
                <w:lang w:eastAsia="ja"/>
              </w:rPr>
              <w:id w:val="947134119"/>
              <w:placeholder>
                <w:docPart w:val="8131A0AAC79243E6AC4308B96B746971"/>
              </w:placeholder>
              <w:showingPlcHdr/>
            </w:sdtPr>
            <w:sdtContent>
              <w:p w14:paraId="4BC5E2A8" w14:textId="397AE430" w:rsidR="00E84D9E" w:rsidRPr="000B3678" w:rsidRDefault="00E84D9E" w:rsidP="00AE7EF9">
                <w:pPr>
                  <w:pStyle w:val="BodyParagraph"/>
                  <w:rPr>
                    <w:lang w:eastAsia="ja"/>
                  </w:rPr>
                </w:pPr>
                <w:r w:rsidRPr="000B3678">
                  <w:rPr>
                    <w:rStyle w:val="ae"/>
                    <w:lang w:eastAsia="ja-JP"/>
                  </w:rPr>
                  <w:t>ここをクリックして文字を入力</w:t>
                </w:r>
              </w:p>
            </w:sdtContent>
          </w:sdt>
          <w:p w14:paraId="40A11A45" w14:textId="227709F6" w:rsidR="00E84D9E" w:rsidRPr="000B3678" w:rsidRDefault="00E84D9E" w:rsidP="00AE7EF9">
            <w:pPr>
              <w:pStyle w:val="BodyParagraph"/>
              <w:rPr>
                <w:lang w:eastAsia="ja-JP"/>
              </w:rPr>
            </w:pPr>
            <w:r w:rsidRPr="000B3678">
              <w:rPr>
                <w:lang w:eastAsia="ja"/>
              </w:rPr>
              <w:t>（日-月-年の順で入力、例：23-05-1999）</w:t>
            </w:r>
          </w:p>
        </w:tc>
      </w:tr>
      <w:tr w:rsidR="00E84D9E" w14:paraId="40A11A49" w14:textId="77777777" w:rsidTr="00AE7EF9">
        <w:trPr>
          <w:trHeight w:val="2223"/>
        </w:trPr>
        <w:tc>
          <w:tcPr>
            <w:tcW w:w="1905" w:type="dxa"/>
            <w:vAlign w:val="center"/>
          </w:tcPr>
          <w:p w14:paraId="40A11A47" w14:textId="6F6472DA" w:rsidR="00E84D9E" w:rsidRPr="000B3678" w:rsidRDefault="00E84D9E" w:rsidP="00AE7EF9">
            <w:pPr>
              <w:pStyle w:val="BodyParagraph"/>
              <w:rPr>
                <w:lang w:eastAsia="ja-JP"/>
              </w:rPr>
            </w:pPr>
            <w:r w:rsidRPr="000B3678">
              <w:rPr>
                <w:lang w:eastAsia="ja"/>
              </w:rPr>
              <w:t>性別</w:t>
            </w:r>
            <w:r w:rsidRPr="000B3678">
              <w:rPr>
                <w:lang w:eastAsia="ja"/>
              </w:rPr>
              <w:br/>
              <w:t>（ジェンダー）：</w:t>
            </w:r>
          </w:p>
        </w:tc>
        <w:tc>
          <w:tcPr>
            <w:tcW w:w="7548" w:type="dxa"/>
            <w:gridSpan w:val="2"/>
            <w:vAlign w:val="center"/>
          </w:tcPr>
          <w:p w14:paraId="3C3AC40A" w14:textId="0144CE3F" w:rsidR="00E84D9E" w:rsidRPr="000B3678" w:rsidRDefault="00000000" w:rsidP="00AE7EF9">
            <w:pPr>
              <w:pStyle w:val="BodyParagraph"/>
              <w:rPr>
                <w:lang w:eastAsia="ja-JP"/>
              </w:rPr>
            </w:pPr>
            <w:sdt>
              <w:sdtPr>
                <w:rPr>
                  <w:lang w:eastAsia="ja-JP"/>
                </w:rPr>
                <w:id w:val="-586610172"/>
                <w14:checkbox>
                  <w14:checked w14:val="0"/>
                  <w14:checkedState w14:val="2612" w14:font="ＭＳ ゴシック"/>
                  <w14:uncheckedState w14:val="2610" w14:font="ＭＳ ゴシック"/>
                </w14:checkbox>
              </w:sdtPr>
              <w:sdtContent>
                <w:r w:rsidR="009F21CE" w:rsidRPr="000B3678">
                  <w:rPr>
                    <w:rFonts w:ascii="Segoe UI Symbol" w:hAnsi="Segoe UI Symbol" w:cs="Segoe UI Symbol"/>
                    <w:lang w:eastAsia="ja-JP"/>
                  </w:rPr>
                  <w:t>☐</w:t>
                </w:r>
              </w:sdtContent>
            </w:sdt>
            <w:r w:rsidR="00E84D9E" w:rsidRPr="000B3678">
              <w:rPr>
                <w:lang w:eastAsia="ja"/>
              </w:rPr>
              <w:t xml:space="preserve"> 女性</w:t>
            </w:r>
          </w:p>
          <w:p w14:paraId="0E81D565" w14:textId="7F7AAC2F" w:rsidR="00E84D9E" w:rsidRPr="000B3678" w:rsidRDefault="00000000" w:rsidP="00AE7EF9">
            <w:pPr>
              <w:pStyle w:val="BodyParagraph"/>
              <w:rPr>
                <w:lang w:eastAsia="ja-JP"/>
              </w:rPr>
            </w:pPr>
            <w:sdt>
              <w:sdtPr>
                <w:rPr>
                  <w:lang w:eastAsia="ja-JP"/>
                </w:rPr>
                <w:id w:val="1117340159"/>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JP"/>
                  </w:rPr>
                  <w:t>☐</w:t>
                </w:r>
              </w:sdtContent>
            </w:sdt>
            <w:r w:rsidR="00E84D9E" w:rsidRPr="000B3678">
              <w:rPr>
                <w:lang w:eastAsia="ja"/>
              </w:rPr>
              <w:t xml:space="preserve"> 男性</w:t>
            </w:r>
          </w:p>
          <w:p w14:paraId="7A8B69CD" w14:textId="7EF69A7A" w:rsidR="00E84D9E" w:rsidRPr="000B3678" w:rsidRDefault="00000000" w:rsidP="00AE7EF9">
            <w:pPr>
              <w:pStyle w:val="BodyParagraph"/>
              <w:rPr>
                <w:lang w:eastAsia="ja-JP"/>
              </w:rPr>
            </w:pPr>
            <w:sdt>
              <w:sdtPr>
                <w:id w:val="-954173802"/>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ノンバイナリー／サードジェンダー</w:t>
            </w:r>
          </w:p>
          <w:p w14:paraId="21C14E54" w14:textId="1D6469BA" w:rsidR="00E84D9E" w:rsidRPr="000B3678" w:rsidRDefault="00000000" w:rsidP="00AE7EF9">
            <w:pPr>
              <w:pStyle w:val="BodyParagraph"/>
              <w:rPr>
                <w:lang w:eastAsia="ja-JP"/>
              </w:rPr>
            </w:pPr>
            <w:sdt>
              <w:sdtPr>
                <w:id w:val="-155763760"/>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自認を希望</w:t>
            </w:r>
          </w:p>
          <w:p w14:paraId="40A11A48" w14:textId="58FD7429" w:rsidR="00E84D9E" w:rsidRPr="000B3678" w:rsidRDefault="00000000" w:rsidP="00AE7EF9">
            <w:pPr>
              <w:pStyle w:val="BodyParagraph"/>
              <w:rPr>
                <w:lang w:eastAsia="ja-JP"/>
              </w:rPr>
            </w:pPr>
            <w:sdt>
              <w:sdtPr>
                <w:id w:val="-2142027195"/>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回答したくない</w:t>
            </w:r>
            <w:r w:rsidR="00E84D9E" w:rsidRPr="000B3678">
              <w:rPr>
                <w:lang w:eastAsia="ja"/>
              </w:rPr>
              <w:tab/>
            </w:r>
          </w:p>
        </w:tc>
      </w:tr>
      <w:tr w:rsidR="00E84D9E" w14:paraId="1559D843" w14:textId="77777777" w:rsidTr="00AE7EF9">
        <w:trPr>
          <w:trHeight w:val="2808"/>
        </w:trPr>
        <w:tc>
          <w:tcPr>
            <w:tcW w:w="1905" w:type="dxa"/>
            <w:vAlign w:val="center"/>
          </w:tcPr>
          <w:p w14:paraId="3DF2C96B" w14:textId="31183407" w:rsidR="00E84D9E" w:rsidRPr="000B3678" w:rsidRDefault="00E84D9E" w:rsidP="00AE7EF9">
            <w:pPr>
              <w:pStyle w:val="BodyParagraph"/>
              <w:rPr>
                <w:lang w:eastAsia="ja-JP"/>
              </w:rPr>
            </w:pPr>
            <w:r w:rsidRPr="000B3678">
              <w:rPr>
                <w:lang w:eastAsia="ja"/>
              </w:rPr>
              <w:t>使用を希望する代名詞</w:t>
            </w:r>
            <w:r w:rsidRPr="000B3678">
              <w:rPr>
                <w:lang w:eastAsia="ja"/>
              </w:rPr>
              <w:br/>
              <w:t>（英語の場合）：</w:t>
            </w:r>
          </w:p>
        </w:tc>
        <w:tc>
          <w:tcPr>
            <w:tcW w:w="7548" w:type="dxa"/>
            <w:gridSpan w:val="2"/>
            <w:vAlign w:val="center"/>
          </w:tcPr>
          <w:p w14:paraId="77E2A832" w14:textId="2B432472" w:rsidR="00E84D9E" w:rsidRPr="000B3678" w:rsidRDefault="00000000" w:rsidP="00AE7EF9">
            <w:pPr>
              <w:pStyle w:val="BodyParagraph"/>
            </w:pPr>
            <w:sdt>
              <w:sdtPr>
                <w:id w:val="-291518790"/>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She/her/hers</w:t>
            </w:r>
          </w:p>
          <w:p w14:paraId="7DC5F5B7" w14:textId="05E6B992" w:rsidR="00E84D9E" w:rsidRPr="000B3678" w:rsidRDefault="00000000" w:rsidP="00AE7EF9">
            <w:pPr>
              <w:pStyle w:val="BodyParagraph"/>
            </w:pPr>
            <w:sdt>
              <w:sdtPr>
                <w:id w:val="-837999078"/>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He/him/his</w:t>
            </w:r>
          </w:p>
          <w:p w14:paraId="3C68F576" w14:textId="40533E65" w:rsidR="00E84D9E" w:rsidRPr="000B3678" w:rsidRDefault="00000000" w:rsidP="00AE7EF9">
            <w:pPr>
              <w:pStyle w:val="BodyParagraph"/>
            </w:pPr>
            <w:sdt>
              <w:sdtPr>
                <w:id w:val="-731463649"/>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They/them/theirs</w:t>
            </w:r>
          </w:p>
          <w:p w14:paraId="712BC202" w14:textId="36B3FB2F" w:rsidR="00E84D9E" w:rsidRPr="000B3678" w:rsidRDefault="00000000" w:rsidP="00AE7EF9">
            <w:pPr>
              <w:pStyle w:val="BodyParagraph"/>
            </w:pPr>
            <w:sdt>
              <w:sdtPr>
                <w:id w:val="-754519487"/>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Ze/hir/hirs</w:t>
            </w:r>
          </w:p>
          <w:p w14:paraId="409591B0" w14:textId="199B15D2" w:rsidR="00E84D9E" w:rsidRPr="000B3678" w:rsidRDefault="00000000" w:rsidP="00AE7EF9">
            <w:pPr>
              <w:pStyle w:val="BodyParagraph"/>
              <w:rPr>
                <w:lang w:eastAsia="ja-JP"/>
              </w:rPr>
            </w:pPr>
            <w:sdt>
              <w:sdtPr>
                <w:id w:val="1725333000"/>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その他</w:t>
            </w:r>
          </w:p>
          <w:p w14:paraId="2625DB46" w14:textId="3E48D04B" w:rsidR="00E84D9E" w:rsidRPr="000B3678" w:rsidRDefault="00000000" w:rsidP="00AE7EF9">
            <w:pPr>
              <w:pStyle w:val="BodyParagraph"/>
              <w:rPr>
                <w:lang w:eastAsia="ja-JP"/>
              </w:rPr>
            </w:pPr>
            <w:sdt>
              <w:sdtPr>
                <w:id w:val="-664866828"/>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回答したくない</w:t>
            </w:r>
          </w:p>
        </w:tc>
      </w:tr>
      <w:tr w:rsidR="00E84D9E" w14:paraId="3A8F23B3" w14:textId="77777777" w:rsidTr="0041485A">
        <w:trPr>
          <w:trHeight w:val="1021"/>
        </w:trPr>
        <w:tc>
          <w:tcPr>
            <w:tcW w:w="5182" w:type="dxa"/>
            <w:gridSpan w:val="2"/>
            <w:vAlign w:val="center"/>
          </w:tcPr>
          <w:p w14:paraId="7F0D60B7" w14:textId="6C65AE1B" w:rsidR="00E84D9E" w:rsidRPr="000B3678" w:rsidRDefault="00E84D9E" w:rsidP="00AE7EF9">
            <w:pPr>
              <w:pStyle w:val="BodyParagraph"/>
              <w:rPr>
                <w:lang w:eastAsia="ja-JP"/>
              </w:rPr>
            </w:pPr>
            <w:r w:rsidRPr="000B3678">
              <w:rPr>
                <w:lang w:eastAsia="ja"/>
              </w:rPr>
              <w:t>あなたは現在、ローターアクトクラブの会員ですか。</w:t>
            </w:r>
          </w:p>
        </w:tc>
        <w:tc>
          <w:tcPr>
            <w:tcW w:w="4272" w:type="dxa"/>
            <w:vAlign w:val="center"/>
          </w:tcPr>
          <w:p w14:paraId="03538682" w14:textId="77777777" w:rsidR="00E84D9E" w:rsidRPr="000B3678" w:rsidRDefault="00000000" w:rsidP="00AE7EF9">
            <w:pPr>
              <w:pStyle w:val="BodyParagraph"/>
            </w:pPr>
            <w:sdt>
              <w:sdtPr>
                <w:id w:val="-923496214"/>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はい</w:t>
            </w:r>
          </w:p>
          <w:p w14:paraId="3F444EC8" w14:textId="71D38AEF" w:rsidR="00E84D9E" w:rsidRPr="000B3678" w:rsidRDefault="00000000" w:rsidP="00AE7EF9">
            <w:pPr>
              <w:pStyle w:val="BodyParagraph"/>
            </w:pPr>
            <w:sdt>
              <w:sdtPr>
                <w:id w:val="2019338763"/>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いいえ</w:t>
            </w:r>
          </w:p>
        </w:tc>
      </w:tr>
      <w:tr w:rsidR="00E84D9E" w14:paraId="6DA3CEDC" w14:textId="77777777" w:rsidTr="0041485A">
        <w:trPr>
          <w:trHeight w:val="1030"/>
        </w:trPr>
        <w:tc>
          <w:tcPr>
            <w:tcW w:w="5182" w:type="dxa"/>
            <w:gridSpan w:val="2"/>
            <w:vAlign w:val="center"/>
          </w:tcPr>
          <w:p w14:paraId="2535F8B2" w14:textId="0AB7EBA6" w:rsidR="00E84D9E" w:rsidRPr="000B3678" w:rsidRDefault="00E84D9E" w:rsidP="00AE7EF9">
            <w:pPr>
              <w:pStyle w:val="BodyParagraph"/>
              <w:spacing w:line="360" w:lineRule="auto"/>
              <w:rPr>
                <w:lang w:eastAsia="ja-JP"/>
              </w:rPr>
            </w:pPr>
            <w:r w:rsidRPr="000B3678">
              <w:rPr>
                <w:lang w:eastAsia="ja"/>
              </w:rPr>
              <w:t>あなたはロータリアン、クラブ／地区／その他ロータリー組織の職員、ロータリアンの配偶者または直系卑属ですか。</w:t>
            </w:r>
          </w:p>
        </w:tc>
        <w:tc>
          <w:tcPr>
            <w:tcW w:w="4272" w:type="dxa"/>
            <w:vAlign w:val="center"/>
          </w:tcPr>
          <w:p w14:paraId="3E253C82" w14:textId="77777777" w:rsidR="00E84D9E" w:rsidRPr="000B3678" w:rsidRDefault="00000000" w:rsidP="00AE7EF9">
            <w:pPr>
              <w:pStyle w:val="BodyParagraph"/>
            </w:pPr>
            <w:sdt>
              <w:sdtPr>
                <w:id w:val="-2074721805"/>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はい</w:t>
            </w:r>
          </w:p>
          <w:p w14:paraId="22929D28" w14:textId="358F2689" w:rsidR="00E84D9E" w:rsidRPr="000B3678" w:rsidRDefault="00000000" w:rsidP="00AE7EF9">
            <w:pPr>
              <w:pStyle w:val="BodyParagraph"/>
            </w:pPr>
            <w:sdt>
              <w:sdtPr>
                <w:id w:val="1515493696"/>
                <w14:checkbox>
                  <w14:checked w14:val="0"/>
                  <w14:checkedState w14:val="2612" w14:font="ＭＳ ゴシック"/>
                  <w14:uncheckedState w14:val="2610" w14:font="ＭＳ ゴシック"/>
                </w14:checkbox>
              </w:sdtPr>
              <w:sdtContent>
                <w:r w:rsidR="00E84D9E" w:rsidRPr="000B3678">
                  <w:rPr>
                    <w:rFonts w:ascii="Segoe UI Symbol" w:hAnsi="Segoe UI Symbol" w:cs="Segoe UI Symbol"/>
                    <w:lang w:eastAsia="ja"/>
                  </w:rPr>
                  <w:t>☐</w:t>
                </w:r>
              </w:sdtContent>
            </w:sdt>
            <w:r w:rsidR="00E84D9E" w:rsidRPr="000B3678">
              <w:rPr>
                <w:lang w:eastAsia="ja"/>
              </w:rPr>
              <w:t xml:space="preserve"> いいえ</w:t>
            </w:r>
          </w:p>
        </w:tc>
      </w:tr>
    </w:tbl>
    <w:p w14:paraId="40A11A4A" w14:textId="77777777" w:rsidR="00CA4957" w:rsidRPr="00E41358" w:rsidRDefault="00CA4957" w:rsidP="00E41358"/>
    <w:p w14:paraId="40A11A4B" w14:textId="77777777" w:rsidR="00CA4957" w:rsidRPr="00D07D0B" w:rsidRDefault="00CA4957" w:rsidP="001A7A04">
      <w:pPr>
        <w:pStyle w:val="3"/>
        <w:keepNext/>
      </w:pPr>
      <w:r>
        <w:rPr>
          <w:bCs/>
          <w:lang w:eastAsia="ja"/>
        </w:rPr>
        <w:t>連絡先情報</w:t>
      </w:r>
    </w:p>
    <w:tbl>
      <w:tblPr>
        <w:tblStyle w:val="aa"/>
        <w:tblW w:w="0" w:type="auto"/>
        <w:tblLook w:val="04A0" w:firstRow="1" w:lastRow="0" w:firstColumn="1" w:lastColumn="0" w:noHBand="0" w:noVBand="1"/>
      </w:tblPr>
      <w:tblGrid>
        <w:gridCol w:w="2065"/>
        <w:gridCol w:w="7285"/>
      </w:tblGrid>
      <w:tr w:rsidR="009F21CE" w14:paraId="40A11A4E" w14:textId="77777777" w:rsidTr="00E84D9E">
        <w:tc>
          <w:tcPr>
            <w:tcW w:w="2065" w:type="dxa"/>
          </w:tcPr>
          <w:p w14:paraId="40A11A4C" w14:textId="77777777" w:rsidR="009F21CE" w:rsidRDefault="009F21CE" w:rsidP="00AE7EF9">
            <w:pPr>
              <w:pStyle w:val="BodyParagraph"/>
            </w:pPr>
            <w:r>
              <w:rPr>
                <w:lang w:eastAsia="ja"/>
              </w:rPr>
              <w:t>Eメールアドレス：</w:t>
            </w:r>
          </w:p>
        </w:tc>
        <w:sdt>
          <w:sdtPr>
            <w:id w:val="-109046322"/>
            <w:placeholder>
              <w:docPart w:val="988E5DA5702544CAA10BD1B990FEA67A"/>
            </w:placeholder>
            <w:showingPlcHdr/>
          </w:sdtPr>
          <w:sdtContent>
            <w:tc>
              <w:tcPr>
                <w:tcW w:w="7285" w:type="dxa"/>
              </w:tcPr>
              <w:p w14:paraId="40A11A4D" w14:textId="23AFE431"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51" w14:textId="77777777" w:rsidTr="00E84D9E">
        <w:tc>
          <w:tcPr>
            <w:tcW w:w="2065" w:type="dxa"/>
          </w:tcPr>
          <w:p w14:paraId="40A11A4F" w14:textId="77777777" w:rsidR="009F21CE" w:rsidRDefault="009F21CE" w:rsidP="00AE7EF9">
            <w:pPr>
              <w:pStyle w:val="BodyParagraph"/>
            </w:pPr>
            <w:r>
              <w:rPr>
                <w:lang w:eastAsia="ja"/>
              </w:rPr>
              <w:t>住所（番地など）：</w:t>
            </w:r>
          </w:p>
        </w:tc>
        <w:sdt>
          <w:sdtPr>
            <w:id w:val="-349948238"/>
            <w:placeholder>
              <w:docPart w:val="6D15602F522D45E89A3C97F506540C55"/>
            </w:placeholder>
            <w:showingPlcHdr/>
          </w:sdtPr>
          <w:sdtContent>
            <w:tc>
              <w:tcPr>
                <w:tcW w:w="7285" w:type="dxa"/>
              </w:tcPr>
              <w:p w14:paraId="40A11A50" w14:textId="44E62662"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54" w14:textId="77777777" w:rsidTr="00E84D9E">
        <w:tc>
          <w:tcPr>
            <w:tcW w:w="2065" w:type="dxa"/>
          </w:tcPr>
          <w:p w14:paraId="40A11A52" w14:textId="77777777" w:rsidR="009F21CE" w:rsidRDefault="009F21CE" w:rsidP="00AE7EF9">
            <w:pPr>
              <w:pStyle w:val="BodyParagraph"/>
            </w:pPr>
            <w:r>
              <w:rPr>
                <w:lang w:eastAsia="ja"/>
              </w:rPr>
              <w:t>市区町村：</w:t>
            </w:r>
          </w:p>
        </w:tc>
        <w:sdt>
          <w:sdtPr>
            <w:id w:val="1144239959"/>
            <w:placeholder>
              <w:docPart w:val="928CAA30E400402BBAD065C235ADD2A9"/>
            </w:placeholder>
            <w:showingPlcHdr/>
          </w:sdtPr>
          <w:sdtContent>
            <w:tc>
              <w:tcPr>
                <w:tcW w:w="7285" w:type="dxa"/>
              </w:tcPr>
              <w:p w14:paraId="40A11A53" w14:textId="70307EA2"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00176C02" w14:textId="77777777" w:rsidTr="00E84D9E">
        <w:tc>
          <w:tcPr>
            <w:tcW w:w="2065" w:type="dxa"/>
          </w:tcPr>
          <w:p w14:paraId="5FA7079C" w14:textId="15A7B0A2" w:rsidR="009F21CE" w:rsidRDefault="009F21CE" w:rsidP="00AE7EF9">
            <w:pPr>
              <w:pStyle w:val="BodyParagraph"/>
            </w:pPr>
            <w:r>
              <w:rPr>
                <w:lang w:eastAsia="ja"/>
              </w:rPr>
              <w:t>都道府県：</w:t>
            </w:r>
          </w:p>
        </w:tc>
        <w:sdt>
          <w:sdtPr>
            <w:id w:val="477510445"/>
            <w:placeholder>
              <w:docPart w:val="BABC45A59EF34AC6A1FE1390550D4B7F"/>
            </w:placeholder>
            <w:showingPlcHdr/>
          </w:sdtPr>
          <w:sdtContent>
            <w:tc>
              <w:tcPr>
                <w:tcW w:w="7285" w:type="dxa"/>
              </w:tcPr>
              <w:p w14:paraId="25DBE61B" w14:textId="57D34E49"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57" w14:textId="77777777" w:rsidTr="00E84D9E">
        <w:tc>
          <w:tcPr>
            <w:tcW w:w="2065" w:type="dxa"/>
          </w:tcPr>
          <w:p w14:paraId="40A11A55" w14:textId="77777777" w:rsidR="009F21CE" w:rsidRDefault="009F21CE" w:rsidP="00AE7EF9">
            <w:pPr>
              <w:pStyle w:val="BodyParagraph"/>
            </w:pPr>
            <w:r>
              <w:rPr>
                <w:lang w:eastAsia="ja"/>
              </w:rPr>
              <w:t>郵便番号：</w:t>
            </w:r>
          </w:p>
        </w:tc>
        <w:sdt>
          <w:sdtPr>
            <w:id w:val="1863703616"/>
            <w:placeholder>
              <w:docPart w:val="BDEE514B62184B1BA12D4BB51DB87283"/>
            </w:placeholder>
            <w:showingPlcHdr/>
          </w:sdtPr>
          <w:sdtContent>
            <w:tc>
              <w:tcPr>
                <w:tcW w:w="7285" w:type="dxa"/>
              </w:tcPr>
              <w:p w14:paraId="40A11A56" w14:textId="5E9057B3"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5A" w14:textId="77777777" w:rsidTr="00E84D9E">
        <w:tc>
          <w:tcPr>
            <w:tcW w:w="2065" w:type="dxa"/>
          </w:tcPr>
          <w:p w14:paraId="40A11A58" w14:textId="77777777" w:rsidR="009F21CE" w:rsidRDefault="009F21CE" w:rsidP="00AE7EF9">
            <w:pPr>
              <w:pStyle w:val="BodyParagraph"/>
            </w:pPr>
            <w:r>
              <w:rPr>
                <w:lang w:eastAsia="ja"/>
              </w:rPr>
              <w:t>国：</w:t>
            </w:r>
          </w:p>
        </w:tc>
        <w:sdt>
          <w:sdtPr>
            <w:id w:val="619120063"/>
            <w:placeholder>
              <w:docPart w:val="2CBD25186223442887DDFCC5417B4E61"/>
            </w:placeholder>
            <w:showingPlcHdr/>
          </w:sdtPr>
          <w:sdtContent>
            <w:tc>
              <w:tcPr>
                <w:tcW w:w="7285" w:type="dxa"/>
              </w:tcPr>
              <w:p w14:paraId="40A11A59" w14:textId="070A730D"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5D" w14:textId="77777777" w:rsidTr="00E84D9E">
        <w:tc>
          <w:tcPr>
            <w:tcW w:w="2065" w:type="dxa"/>
          </w:tcPr>
          <w:p w14:paraId="40A11A5B" w14:textId="77777777" w:rsidR="009F21CE" w:rsidRDefault="009F21CE" w:rsidP="00AE7EF9">
            <w:pPr>
              <w:pStyle w:val="BodyParagraph"/>
            </w:pPr>
            <w:r>
              <w:rPr>
                <w:lang w:eastAsia="ja"/>
              </w:rPr>
              <w:t>主要な電話番号：</w:t>
            </w:r>
          </w:p>
        </w:tc>
        <w:sdt>
          <w:sdtPr>
            <w:id w:val="1870561981"/>
            <w:placeholder>
              <w:docPart w:val="519F523A0C53495CA2AC0E2DC0965DA9"/>
            </w:placeholder>
            <w:showingPlcHdr/>
          </w:sdtPr>
          <w:sdtContent>
            <w:tc>
              <w:tcPr>
                <w:tcW w:w="7285" w:type="dxa"/>
              </w:tcPr>
              <w:p w14:paraId="40A11A5C" w14:textId="6C89C520"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60" w14:textId="77777777" w:rsidTr="00E84D9E">
        <w:tc>
          <w:tcPr>
            <w:tcW w:w="2065" w:type="dxa"/>
          </w:tcPr>
          <w:p w14:paraId="40A11A5E" w14:textId="77777777" w:rsidR="009F21CE" w:rsidRDefault="009F21CE" w:rsidP="00AE7EF9">
            <w:pPr>
              <w:pStyle w:val="BodyParagraph"/>
            </w:pPr>
            <w:r>
              <w:rPr>
                <w:lang w:eastAsia="ja"/>
              </w:rPr>
              <w:t>代替の電話番号：</w:t>
            </w:r>
          </w:p>
        </w:tc>
        <w:sdt>
          <w:sdtPr>
            <w:id w:val="1723325189"/>
            <w:placeholder>
              <w:docPart w:val="7E76D48A4C794447BD2CCADDC0B7D3D2"/>
            </w:placeholder>
            <w:showingPlcHdr/>
          </w:sdtPr>
          <w:sdtContent>
            <w:tc>
              <w:tcPr>
                <w:tcW w:w="7285" w:type="dxa"/>
              </w:tcPr>
              <w:p w14:paraId="40A11A5F" w14:textId="7A343513" w:rsidR="009F21CE" w:rsidRDefault="009F21CE" w:rsidP="00AE7EF9">
                <w:pPr>
                  <w:pStyle w:val="BodyParagraph"/>
                  <w:rPr>
                    <w:lang w:eastAsia="ja-JP"/>
                  </w:rPr>
                </w:pPr>
                <w:r w:rsidRPr="00E84D9E">
                  <w:rPr>
                    <w:rStyle w:val="ae"/>
                    <w:lang w:eastAsia="ja-JP"/>
                  </w:rPr>
                  <w:t>ここをクリックして文字を入力</w:t>
                </w:r>
              </w:p>
            </w:tc>
          </w:sdtContent>
        </w:sdt>
      </w:tr>
    </w:tbl>
    <w:p w14:paraId="40A11A61" w14:textId="77777777" w:rsidR="00FB78D4" w:rsidRPr="00E41358" w:rsidRDefault="00FB78D4" w:rsidP="00E41358">
      <w:pPr>
        <w:rPr>
          <w:lang w:eastAsia="ja-JP"/>
        </w:rPr>
      </w:pPr>
    </w:p>
    <w:p w14:paraId="40A11A62" w14:textId="77777777" w:rsidR="00FB78D4" w:rsidRDefault="00FB78D4" w:rsidP="00FB78D4">
      <w:pPr>
        <w:pStyle w:val="3"/>
        <w:rPr>
          <w:lang w:eastAsia="ja-JP"/>
        </w:rPr>
      </w:pPr>
      <w:r>
        <w:rPr>
          <w:bCs/>
          <w:lang w:eastAsia="ja"/>
        </w:rPr>
        <w:t>言語能力</w:t>
      </w:r>
    </w:p>
    <w:p w14:paraId="40A11A63" w14:textId="77777777" w:rsidR="00FB78D4" w:rsidRPr="00FB78D4" w:rsidRDefault="00FB78D4" w:rsidP="00AE7EF9">
      <w:pPr>
        <w:pStyle w:val="BodyParagraph"/>
        <w:rPr>
          <w:lang w:eastAsia="ja-JP"/>
        </w:rPr>
      </w:pPr>
      <w:r>
        <w:rPr>
          <w:lang w:eastAsia="ja"/>
        </w:rPr>
        <w:t>話したり、読み書きしたりできる言語（母語を含む）とそのレベルをすべて記入してください。</w:t>
      </w:r>
    </w:p>
    <w:tbl>
      <w:tblPr>
        <w:tblStyle w:val="aa"/>
        <w:tblW w:w="0" w:type="auto"/>
        <w:tblLook w:val="04A0" w:firstRow="1" w:lastRow="0" w:firstColumn="1" w:lastColumn="0" w:noHBand="0" w:noVBand="1"/>
      </w:tblPr>
      <w:tblGrid>
        <w:gridCol w:w="3116"/>
        <w:gridCol w:w="3117"/>
        <w:gridCol w:w="3117"/>
      </w:tblGrid>
      <w:tr w:rsidR="00FB78D4" w14:paraId="40A11A67" w14:textId="77777777" w:rsidTr="009F21CE">
        <w:tc>
          <w:tcPr>
            <w:tcW w:w="3116" w:type="dxa"/>
            <w:shd w:val="clear" w:color="auto" w:fill="F2F2F2" w:themeFill="background1" w:themeFillShade="F2"/>
          </w:tcPr>
          <w:p w14:paraId="40A11A64" w14:textId="77777777" w:rsidR="00FB78D4" w:rsidRDefault="00FB78D4" w:rsidP="00AE7EF9">
            <w:pPr>
              <w:pStyle w:val="BodyParagraph"/>
            </w:pPr>
            <w:r>
              <w:rPr>
                <w:lang w:eastAsia="ja"/>
              </w:rPr>
              <w:t>言語</w:t>
            </w:r>
          </w:p>
        </w:tc>
        <w:tc>
          <w:tcPr>
            <w:tcW w:w="3117" w:type="dxa"/>
            <w:shd w:val="clear" w:color="auto" w:fill="F2F2F2" w:themeFill="background1" w:themeFillShade="F2"/>
          </w:tcPr>
          <w:p w14:paraId="40A11A65" w14:textId="77777777" w:rsidR="00FB78D4" w:rsidRDefault="00FB78D4" w:rsidP="00AE7EF9">
            <w:pPr>
              <w:pStyle w:val="BodyParagraph"/>
            </w:pPr>
            <w:r>
              <w:rPr>
                <w:lang w:eastAsia="ja"/>
              </w:rPr>
              <w:t>筆記のレベル</w:t>
            </w:r>
          </w:p>
        </w:tc>
        <w:tc>
          <w:tcPr>
            <w:tcW w:w="3117" w:type="dxa"/>
            <w:shd w:val="clear" w:color="auto" w:fill="F2F2F2" w:themeFill="background1" w:themeFillShade="F2"/>
          </w:tcPr>
          <w:p w14:paraId="40A11A66" w14:textId="77777777" w:rsidR="00FB78D4" w:rsidRDefault="00FB78D4" w:rsidP="00AE7EF9">
            <w:pPr>
              <w:pStyle w:val="BodyParagraph"/>
            </w:pPr>
            <w:r>
              <w:rPr>
                <w:lang w:eastAsia="ja"/>
              </w:rPr>
              <w:t>会話のレベル</w:t>
            </w:r>
          </w:p>
        </w:tc>
      </w:tr>
      <w:tr w:rsidR="009F21CE" w14:paraId="40A11A6B" w14:textId="77777777" w:rsidTr="009F21CE">
        <w:sdt>
          <w:sdtPr>
            <w:id w:val="1669749102"/>
            <w:placeholder>
              <w:docPart w:val="9F62A46B6F97495D9EB11A2CDF923681"/>
            </w:placeholder>
            <w:showingPlcHdr/>
          </w:sdtPr>
          <w:sdtContent>
            <w:tc>
              <w:tcPr>
                <w:tcW w:w="3116" w:type="dxa"/>
              </w:tcPr>
              <w:p w14:paraId="40A11A68" w14:textId="0D190EDD" w:rsidR="009F21CE" w:rsidRDefault="009F21CE" w:rsidP="00AE7EF9">
                <w:pPr>
                  <w:pStyle w:val="BodyParagraph"/>
                  <w:rPr>
                    <w:lang w:eastAsia="ja-JP"/>
                  </w:rPr>
                </w:pPr>
                <w:r w:rsidRPr="00E84D9E">
                  <w:rPr>
                    <w:rStyle w:val="ae"/>
                    <w:lang w:eastAsia="ja-JP"/>
                  </w:rPr>
                  <w:t>ここをクリックして文字を入力</w:t>
                </w:r>
              </w:p>
            </w:tc>
          </w:sdtContent>
        </w:sdt>
        <w:sdt>
          <w:sdtPr>
            <w:id w:val="532076111"/>
            <w:placeholder>
              <w:docPart w:val="B568F0A4FDCB4BB2824019C6EE18867A"/>
            </w:placeholder>
            <w:showingPlcHdr/>
          </w:sdtPr>
          <w:sdtContent>
            <w:tc>
              <w:tcPr>
                <w:tcW w:w="3117" w:type="dxa"/>
              </w:tcPr>
              <w:p w14:paraId="40A11A69" w14:textId="2BE4FEA7" w:rsidR="009F21CE" w:rsidRDefault="009F21CE" w:rsidP="00AE7EF9">
                <w:pPr>
                  <w:pStyle w:val="BodyParagraph"/>
                  <w:rPr>
                    <w:lang w:eastAsia="ja-JP"/>
                  </w:rPr>
                </w:pPr>
                <w:r w:rsidRPr="00E84D9E">
                  <w:rPr>
                    <w:rStyle w:val="ae"/>
                    <w:lang w:eastAsia="ja-JP"/>
                  </w:rPr>
                  <w:t>ここをクリックして文字を入力</w:t>
                </w:r>
              </w:p>
            </w:tc>
          </w:sdtContent>
        </w:sdt>
        <w:sdt>
          <w:sdtPr>
            <w:id w:val="-993562414"/>
            <w:placeholder>
              <w:docPart w:val="9EA2640E319144F8B65B1171E025D259"/>
            </w:placeholder>
            <w:showingPlcHdr/>
          </w:sdtPr>
          <w:sdtContent>
            <w:tc>
              <w:tcPr>
                <w:tcW w:w="3117" w:type="dxa"/>
              </w:tcPr>
              <w:p w14:paraId="40A11A6A" w14:textId="32020DA8"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6F" w14:textId="77777777" w:rsidTr="009F21CE">
        <w:sdt>
          <w:sdtPr>
            <w:id w:val="-1122380858"/>
            <w:placeholder>
              <w:docPart w:val="5F0F3BB4538A465BBD741E1CB9FDE651"/>
            </w:placeholder>
            <w:showingPlcHdr/>
          </w:sdtPr>
          <w:sdtContent>
            <w:tc>
              <w:tcPr>
                <w:tcW w:w="3116" w:type="dxa"/>
              </w:tcPr>
              <w:p w14:paraId="40A11A6C" w14:textId="4548E3B5" w:rsidR="009F21CE" w:rsidRDefault="009F21CE" w:rsidP="00AE7EF9">
                <w:pPr>
                  <w:pStyle w:val="BodyParagraph"/>
                  <w:rPr>
                    <w:lang w:eastAsia="ja-JP"/>
                  </w:rPr>
                </w:pPr>
                <w:r w:rsidRPr="00E84D9E">
                  <w:rPr>
                    <w:rStyle w:val="ae"/>
                    <w:lang w:eastAsia="ja-JP"/>
                  </w:rPr>
                  <w:t>ここをクリックして文字を入力</w:t>
                </w:r>
              </w:p>
            </w:tc>
          </w:sdtContent>
        </w:sdt>
        <w:sdt>
          <w:sdtPr>
            <w:id w:val="438957787"/>
            <w:placeholder>
              <w:docPart w:val="3DFDF21DA17E462B9CEA4DAC4C8D00A9"/>
            </w:placeholder>
            <w:showingPlcHdr/>
          </w:sdtPr>
          <w:sdtContent>
            <w:tc>
              <w:tcPr>
                <w:tcW w:w="3117" w:type="dxa"/>
              </w:tcPr>
              <w:p w14:paraId="40A11A6D" w14:textId="3BCB8383" w:rsidR="009F21CE" w:rsidRDefault="009F21CE" w:rsidP="00AE7EF9">
                <w:pPr>
                  <w:pStyle w:val="BodyParagraph"/>
                  <w:rPr>
                    <w:lang w:eastAsia="ja-JP"/>
                  </w:rPr>
                </w:pPr>
                <w:r w:rsidRPr="00E84D9E">
                  <w:rPr>
                    <w:rStyle w:val="ae"/>
                    <w:lang w:eastAsia="ja-JP"/>
                  </w:rPr>
                  <w:t>ここをクリックして文字を入力</w:t>
                </w:r>
              </w:p>
            </w:tc>
          </w:sdtContent>
        </w:sdt>
        <w:sdt>
          <w:sdtPr>
            <w:id w:val="-1031717518"/>
            <w:placeholder>
              <w:docPart w:val="91A7CCCFA30348AA955C8FC23557B699"/>
            </w:placeholder>
            <w:showingPlcHdr/>
          </w:sdtPr>
          <w:sdtContent>
            <w:tc>
              <w:tcPr>
                <w:tcW w:w="3117" w:type="dxa"/>
              </w:tcPr>
              <w:p w14:paraId="40A11A6E" w14:textId="0E6B44EE" w:rsidR="009F21CE" w:rsidRDefault="009F21CE" w:rsidP="00AE7EF9">
                <w:pPr>
                  <w:pStyle w:val="BodyParagraph"/>
                  <w:rPr>
                    <w:lang w:eastAsia="ja-JP"/>
                  </w:rPr>
                </w:pPr>
                <w:r w:rsidRPr="00E84D9E">
                  <w:rPr>
                    <w:rStyle w:val="ae"/>
                    <w:lang w:eastAsia="ja-JP"/>
                  </w:rPr>
                  <w:t>ここをクリックして文字を入力</w:t>
                </w:r>
              </w:p>
            </w:tc>
          </w:sdtContent>
        </w:sdt>
      </w:tr>
    </w:tbl>
    <w:p w14:paraId="40A11A70" w14:textId="77777777" w:rsidR="005C5D13" w:rsidRPr="00E41358" w:rsidRDefault="005C5D13" w:rsidP="00E41358">
      <w:pPr>
        <w:rPr>
          <w:lang w:eastAsia="ja-JP"/>
        </w:rPr>
      </w:pPr>
    </w:p>
    <w:p w14:paraId="40A11A71" w14:textId="77777777" w:rsidR="00147C0F" w:rsidRPr="00D07D0B" w:rsidRDefault="00147C0F" w:rsidP="00147C0F">
      <w:pPr>
        <w:pStyle w:val="3"/>
      </w:pPr>
      <w:r>
        <w:rPr>
          <w:bCs/>
          <w:lang w:eastAsia="ja"/>
        </w:rPr>
        <w:t>緊急連絡先</w:t>
      </w:r>
    </w:p>
    <w:tbl>
      <w:tblPr>
        <w:tblStyle w:val="aa"/>
        <w:tblW w:w="0" w:type="auto"/>
        <w:tblLook w:val="04A0" w:firstRow="1" w:lastRow="0" w:firstColumn="1" w:lastColumn="0" w:noHBand="0" w:noVBand="1"/>
      </w:tblPr>
      <w:tblGrid>
        <w:gridCol w:w="2065"/>
        <w:gridCol w:w="7285"/>
      </w:tblGrid>
      <w:tr w:rsidR="009F21CE" w14:paraId="40A11A74" w14:textId="77777777" w:rsidTr="00E84D9E">
        <w:tc>
          <w:tcPr>
            <w:tcW w:w="2065" w:type="dxa"/>
          </w:tcPr>
          <w:p w14:paraId="40A11A72" w14:textId="77777777" w:rsidR="009F21CE" w:rsidRDefault="009F21CE" w:rsidP="00AE7EF9">
            <w:pPr>
              <w:pStyle w:val="BodyParagraph"/>
            </w:pPr>
            <w:r>
              <w:rPr>
                <w:lang w:eastAsia="ja"/>
              </w:rPr>
              <w:t>名：</w:t>
            </w:r>
          </w:p>
        </w:tc>
        <w:sdt>
          <w:sdtPr>
            <w:id w:val="841047994"/>
            <w:placeholder>
              <w:docPart w:val="D2EEF610C1B049C299A381A601D76A99"/>
            </w:placeholder>
            <w:showingPlcHdr/>
          </w:sdtPr>
          <w:sdtContent>
            <w:tc>
              <w:tcPr>
                <w:tcW w:w="7285" w:type="dxa"/>
              </w:tcPr>
              <w:p w14:paraId="40A11A73" w14:textId="6185A8BD"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77" w14:textId="77777777" w:rsidTr="00E84D9E">
        <w:tc>
          <w:tcPr>
            <w:tcW w:w="2065" w:type="dxa"/>
          </w:tcPr>
          <w:p w14:paraId="40A11A75" w14:textId="77777777" w:rsidR="009F21CE" w:rsidRDefault="009F21CE" w:rsidP="00AE7EF9">
            <w:pPr>
              <w:pStyle w:val="BodyParagraph"/>
            </w:pPr>
            <w:r>
              <w:rPr>
                <w:lang w:eastAsia="ja"/>
              </w:rPr>
              <w:t>姓：</w:t>
            </w:r>
          </w:p>
        </w:tc>
        <w:sdt>
          <w:sdtPr>
            <w:id w:val="-1332442906"/>
            <w:placeholder>
              <w:docPart w:val="8D61011859794B57B882404B2BA051DC"/>
            </w:placeholder>
            <w:showingPlcHdr/>
          </w:sdtPr>
          <w:sdtContent>
            <w:tc>
              <w:tcPr>
                <w:tcW w:w="7285" w:type="dxa"/>
              </w:tcPr>
              <w:p w14:paraId="40A11A76" w14:textId="342BE265"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7A" w14:textId="77777777" w:rsidTr="00E84D9E">
        <w:tc>
          <w:tcPr>
            <w:tcW w:w="2065" w:type="dxa"/>
          </w:tcPr>
          <w:p w14:paraId="40A11A78" w14:textId="77777777" w:rsidR="009F21CE" w:rsidRDefault="009F21CE" w:rsidP="00AE7EF9">
            <w:pPr>
              <w:pStyle w:val="BodyParagraph"/>
            </w:pPr>
            <w:r>
              <w:rPr>
                <w:lang w:eastAsia="ja"/>
              </w:rPr>
              <w:t>関係：</w:t>
            </w:r>
          </w:p>
        </w:tc>
        <w:sdt>
          <w:sdtPr>
            <w:id w:val="-1823814480"/>
            <w:placeholder>
              <w:docPart w:val="CE0C8435C32142F6899DF88A978E2FA3"/>
            </w:placeholder>
            <w:showingPlcHdr/>
          </w:sdtPr>
          <w:sdtContent>
            <w:tc>
              <w:tcPr>
                <w:tcW w:w="7285" w:type="dxa"/>
              </w:tcPr>
              <w:p w14:paraId="40A11A79" w14:textId="3310CCAB"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7D" w14:textId="77777777" w:rsidTr="00E84D9E">
        <w:tc>
          <w:tcPr>
            <w:tcW w:w="2065" w:type="dxa"/>
          </w:tcPr>
          <w:p w14:paraId="40A11A7B" w14:textId="77777777" w:rsidR="009F21CE" w:rsidRDefault="009F21CE" w:rsidP="00AE7EF9">
            <w:pPr>
              <w:pStyle w:val="BodyParagraph"/>
            </w:pPr>
            <w:r>
              <w:rPr>
                <w:lang w:eastAsia="ja"/>
              </w:rPr>
              <w:t>Eメールアドレス：</w:t>
            </w:r>
          </w:p>
        </w:tc>
        <w:sdt>
          <w:sdtPr>
            <w:id w:val="-448398155"/>
            <w:placeholder>
              <w:docPart w:val="1FE4DBE3AF5E496AAE03EA5F93679F78"/>
            </w:placeholder>
            <w:showingPlcHdr/>
          </w:sdtPr>
          <w:sdtContent>
            <w:tc>
              <w:tcPr>
                <w:tcW w:w="7285" w:type="dxa"/>
              </w:tcPr>
              <w:p w14:paraId="40A11A7C" w14:textId="4F82F494"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80" w14:textId="77777777" w:rsidTr="00E84D9E">
        <w:tc>
          <w:tcPr>
            <w:tcW w:w="2065" w:type="dxa"/>
          </w:tcPr>
          <w:p w14:paraId="40A11A7E" w14:textId="77777777" w:rsidR="009F21CE" w:rsidRDefault="009F21CE" w:rsidP="00AE7EF9">
            <w:pPr>
              <w:pStyle w:val="BodyParagraph"/>
            </w:pPr>
            <w:r>
              <w:rPr>
                <w:lang w:eastAsia="ja"/>
              </w:rPr>
              <w:t>住所（番地など）：</w:t>
            </w:r>
          </w:p>
        </w:tc>
        <w:sdt>
          <w:sdtPr>
            <w:id w:val="252715344"/>
            <w:placeholder>
              <w:docPart w:val="C28B148EA59E41EEBAE3783BF7FBC3B1"/>
            </w:placeholder>
            <w:showingPlcHdr/>
          </w:sdtPr>
          <w:sdtContent>
            <w:tc>
              <w:tcPr>
                <w:tcW w:w="7285" w:type="dxa"/>
              </w:tcPr>
              <w:p w14:paraId="40A11A7F" w14:textId="0842AF4F"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83" w14:textId="77777777" w:rsidTr="00E84D9E">
        <w:tc>
          <w:tcPr>
            <w:tcW w:w="2065" w:type="dxa"/>
          </w:tcPr>
          <w:p w14:paraId="40A11A81" w14:textId="77777777" w:rsidR="009F21CE" w:rsidRDefault="009F21CE" w:rsidP="00AE7EF9">
            <w:pPr>
              <w:pStyle w:val="BodyParagraph"/>
            </w:pPr>
            <w:r>
              <w:rPr>
                <w:lang w:eastAsia="ja"/>
              </w:rPr>
              <w:t>市区町村：</w:t>
            </w:r>
          </w:p>
        </w:tc>
        <w:sdt>
          <w:sdtPr>
            <w:id w:val="475955406"/>
            <w:placeholder>
              <w:docPart w:val="8DD446FE3ADC492BA23A61FEE6CCE967"/>
            </w:placeholder>
            <w:showingPlcHdr/>
          </w:sdtPr>
          <w:sdtContent>
            <w:tc>
              <w:tcPr>
                <w:tcW w:w="7285" w:type="dxa"/>
              </w:tcPr>
              <w:p w14:paraId="40A11A82" w14:textId="317C0FAF"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86" w14:textId="77777777" w:rsidTr="00E84D9E">
        <w:tc>
          <w:tcPr>
            <w:tcW w:w="2065" w:type="dxa"/>
          </w:tcPr>
          <w:p w14:paraId="40A11A84" w14:textId="77777777" w:rsidR="009F21CE" w:rsidRDefault="009F21CE" w:rsidP="00AE7EF9">
            <w:pPr>
              <w:pStyle w:val="BodyParagraph"/>
            </w:pPr>
            <w:r>
              <w:rPr>
                <w:lang w:eastAsia="ja"/>
              </w:rPr>
              <w:t>郵便番号：</w:t>
            </w:r>
          </w:p>
        </w:tc>
        <w:sdt>
          <w:sdtPr>
            <w:id w:val="2061521077"/>
            <w:placeholder>
              <w:docPart w:val="4205B7DE47FC4C1CA741C98A4AEE2EE2"/>
            </w:placeholder>
            <w:showingPlcHdr/>
          </w:sdtPr>
          <w:sdtContent>
            <w:tc>
              <w:tcPr>
                <w:tcW w:w="7285" w:type="dxa"/>
              </w:tcPr>
              <w:p w14:paraId="40A11A85" w14:textId="39E0E2FD"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89" w14:textId="77777777" w:rsidTr="00E84D9E">
        <w:tc>
          <w:tcPr>
            <w:tcW w:w="2065" w:type="dxa"/>
          </w:tcPr>
          <w:p w14:paraId="40A11A87" w14:textId="77777777" w:rsidR="009F21CE" w:rsidRDefault="009F21CE" w:rsidP="00AE7EF9">
            <w:pPr>
              <w:pStyle w:val="BodyParagraph"/>
            </w:pPr>
            <w:r>
              <w:rPr>
                <w:lang w:eastAsia="ja"/>
              </w:rPr>
              <w:lastRenderedPageBreak/>
              <w:t>国：</w:t>
            </w:r>
          </w:p>
        </w:tc>
        <w:sdt>
          <w:sdtPr>
            <w:id w:val="905107718"/>
            <w:placeholder>
              <w:docPart w:val="A6359152B22B4B2EABFA79BC3BD15C45"/>
            </w:placeholder>
            <w:showingPlcHdr/>
          </w:sdtPr>
          <w:sdtContent>
            <w:tc>
              <w:tcPr>
                <w:tcW w:w="7285" w:type="dxa"/>
              </w:tcPr>
              <w:p w14:paraId="40A11A88" w14:textId="56F74453" w:rsidR="009F21CE" w:rsidRDefault="00F56D1B" w:rsidP="00AE7EF9">
                <w:pPr>
                  <w:pStyle w:val="BodyParagraph"/>
                  <w:rPr>
                    <w:lang w:eastAsia="ja-JP"/>
                  </w:rPr>
                </w:pPr>
                <w:r w:rsidRPr="00E84D9E">
                  <w:rPr>
                    <w:rStyle w:val="ae"/>
                    <w:lang w:eastAsia="ja-JP"/>
                  </w:rPr>
                  <w:t>ここをクリックして文字を入力</w:t>
                </w:r>
              </w:p>
            </w:tc>
          </w:sdtContent>
        </w:sdt>
      </w:tr>
      <w:tr w:rsidR="009F21CE" w14:paraId="40A11A8C" w14:textId="77777777" w:rsidTr="00E84D9E">
        <w:tc>
          <w:tcPr>
            <w:tcW w:w="2065" w:type="dxa"/>
          </w:tcPr>
          <w:p w14:paraId="40A11A8A" w14:textId="77777777" w:rsidR="009F21CE" w:rsidRDefault="009F21CE" w:rsidP="00AE7EF9">
            <w:pPr>
              <w:pStyle w:val="BodyParagraph"/>
            </w:pPr>
            <w:r>
              <w:rPr>
                <w:lang w:eastAsia="ja"/>
              </w:rPr>
              <w:t>主要な電話番号：</w:t>
            </w:r>
          </w:p>
        </w:tc>
        <w:sdt>
          <w:sdtPr>
            <w:id w:val="1502699933"/>
            <w:placeholder>
              <w:docPart w:val="EC614C85822F4544BB97ACE4D29EAE67"/>
            </w:placeholder>
            <w:showingPlcHdr/>
          </w:sdtPr>
          <w:sdtContent>
            <w:tc>
              <w:tcPr>
                <w:tcW w:w="7285" w:type="dxa"/>
              </w:tcPr>
              <w:p w14:paraId="40A11A8B" w14:textId="660FACB0"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8F" w14:textId="77777777" w:rsidTr="00E84D9E">
        <w:tc>
          <w:tcPr>
            <w:tcW w:w="2065" w:type="dxa"/>
          </w:tcPr>
          <w:p w14:paraId="40A11A8D" w14:textId="77777777" w:rsidR="009F21CE" w:rsidRDefault="009F21CE" w:rsidP="00AE7EF9">
            <w:pPr>
              <w:pStyle w:val="BodyParagraph"/>
            </w:pPr>
            <w:r>
              <w:rPr>
                <w:lang w:eastAsia="ja"/>
              </w:rPr>
              <w:t>代替の電話番号：</w:t>
            </w:r>
          </w:p>
        </w:tc>
        <w:sdt>
          <w:sdtPr>
            <w:id w:val="-753282833"/>
            <w:placeholder>
              <w:docPart w:val="0B36E192373A41608345E34FD3DC7D5B"/>
            </w:placeholder>
            <w:showingPlcHdr/>
          </w:sdtPr>
          <w:sdtContent>
            <w:tc>
              <w:tcPr>
                <w:tcW w:w="7285" w:type="dxa"/>
              </w:tcPr>
              <w:p w14:paraId="40A11A8E" w14:textId="742FF53E" w:rsidR="009F21CE" w:rsidRDefault="009F21CE" w:rsidP="00AE7EF9">
                <w:pPr>
                  <w:pStyle w:val="BodyParagraph"/>
                  <w:rPr>
                    <w:lang w:eastAsia="ja-JP"/>
                  </w:rPr>
                </w:pPr>
                <w:r w:rsidRPr="00E84D9E">
                  <w:rPr>
                    <w:rStyle w:val="ae"/>
                    <w:lang w:eastAsia="ja-JP"/>
                  </w:rPr>
                  <w:t>ここをクリックして文字を入力</w:t>
                </w:r>
              </w:p>
            </w:tc>
          </w:sdtContent>
        </w:sdt>
      </w:tr>
    </w:tbl>
    <w:p w14:paraId="36BD53FC" w14:textId="77777777" w:rsidR="0003471E" w:rsidRPr="0003471E" w:rsidRDefault="0003471E" w:rsidP="0003471E">
      <w:pPr>
        <w:rPr>
          <w:lang w:eastAsia="ja-JP"/>
        </w:rPr>
      </w:pPr>
    </w:p>
    <w:p w14:paraId="40A11A91" w14:textId="77777777" w:rsidR="005C5D13" w:rsidRDefault="005C5D13" w:rsidP="005C5D13">
      <w:pPr>
        <w:pStyle w:val="3"/>
        <w:rPr>
          <w:lang w:eastAsia="ja-JP"/>
        </w:rPr>
      </w:pPr>
      <w:r>
        <w:rPr>
          <w:bCs/>
          <w:lang w:eastAsia="ja"/>
        </w:rPr>
        <w:t>学歴</w:t>
      </w:r>
    </w:p>
    <w:p w14:paraId="40A11A92" w14:textId="77777777" w:rsidR="005C5D13" w:rsidRDefault="005C5D13" w:rsidP="00AE7EF9">
      <w:pPr>
        <w:pStyle w:val="BodyParagraph"/>
        <w:rPr>
          <w:lang w:eastAsia="ja-JP"/>
        </w:rPr>
      </w:pPr>
      <w:r>
        <w:rPr>
          <w:lang w:eastAsia="ja"/>
        </w:rPr>
        <w:t>在学した教育機関のうち、最も最近のものを2つ挙げてください。</w:t>
      </w:r>
    </w:p>
    <w:p w14:paraId="40A11A93" w14:textId="77777777" w:rsidR="005C5D13" w:rsidRDefault="005C5D13" w:rsidP="005C5D13">
      <w:pPr>
        <w:pStyle w:val="4"/>
        <w:rPr>
          <w:lang w:eastAsia="ja-JP"/>
        </w:rPr>
      </w:pPr>
      <w:r>
        <w:rPr>
          <w:bCs/>
          <w:lang w:eastAsia="ja"/>
        </w:rPr>
        <w:t>一番最近に通った学校：</w:t>
      </w:r>
    </w:p>
    <w:tbl>
      <w:tblPr>
        <w:tblStyle w:val="aa"/>
        <w:tblW w:w="0" w:type="auto"/>
        <w:tblLook w:val="04A0" w:firstRow="1" w:lastRow="0" w:firstColumn="1" w:lastColumn="0" w:noHBand="0" w:noVBand="1"/>
      </w:tblPr>
      <w:tblGrid>
        <w:gridCol w:w="1705"/>
        <w:gridCol w:w="7645"/>
      </w:tblGrid>
      <w:tr w:rsidR="009F21CE" w14:paraId="40A11A96" w14:textId="77777777" w:rsidTr="00E84D9E">
        <w:tc>
          <w:tcPr>
            <w:tcW w:w="1705" w:type="dxa"/>
          </w:tcPr>
          <w:p w14:paraId="40A11A94" w14:textId="77777777" w:rsidR="009F21CE" w:rsidRDefault="009F21CE" w:rsidP="00AE7EF9">
            <w:pPr>
              <w:pStyle w:val="BodyParagraph"/>
            </w:pPr>
            <w:r>
              <w:rPr>
                <w:lang w:eastAsia="ja"/>
              </w:rPr>
              <w:t>教育機関名：</w:t>
            </w:r>
          </w:p>
        </w:tc>
        <w:sdt>
          <w:sdtPr>
            <w:id w:val="-462420432"/>
            <w:placeholder>
              <w:docPart w:val="A2D6044B66CE4475B860AA430BAB6BA2"/>
            </w:placeholder>
            <w:showingPlcHdr/>
          </w:sdtPr>
          <w:sdtContent>
            <w:tc>
              <w:tcPr>
                <w:tcW w:w="7645" w:type="dxa"/>
              </w:tcPr>
              <w:p w14:paraId="40A11A95" w14:textId="06E38A18"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99" w14:textId="77777777" w:rsidTr="00E84D9E">
        <w:tc>
          <w:tcPr>
            <w:tcW w:w="1705" w:type="dxa"/>
          </w:tcPr>
          <w:p w14:paraId="40A11A97" w14:textId="77777777" w:rsidR="009F21CE" w:rsidRDefault="009F21CE" w:rsidP="00AE7EF9">
            <w:pPr>
              <w:pStyle w:val="BodyParagraph"/>
            </w:pPr>
            <w:r>
              <w:rPr>
                <w:lang w:eastAsia="ja"/>
              </w:rPr>
              <w:t>取得した学位：</w:t>
            </w:r>
          </w:p>
        </w:tc>
        <w:sdt>
          <w:sdtPr>
            <w:id w:val="-72977735"/>
            <w:placeholder>
              <w:docPart w:val="F5D47788CF4A492FA212CC3AD4D2F735"/>
            </w:placeholder>
            <w:showingPlcHdr/>
          </w:sdtPr>
          <w:sdtContent>
            <w:tc>
              <w:tcPr>
                <w:tcW w:w="7645" w:type="dxa"/>
              </w:tcPr>
              <w:p w14:paraId="40A11A98" w14:textId="3581770F"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9C" w14:textId="77777777" w:rsidTr="00E84D9E">
        <w:tc>
          <w:tcPr>
            <w:tcW w:w="1705" w:type="dxa"/>
          </w:tcPr>
          <w:p w14:paraId="40A11A9A" w14:textId="77777777" w:rsidR="009F21CE" w:rsidRDefault="009F21CE" w:rsidP="00AE7EF9">
            <w:pPr>
              <w:pStyle w:val="BodyParagraph"/>
            </w:pPr>
            <w:r>
              <w:rPr>
                <w:lang w:eastAsia="ja"/>
              </w:rPr>
              <w:t>所在地：</w:t>
            </w:r>
          </w:p>
        </w:tc>
        <w:sdt>
          <w:sdtPr>
            <w:id w:val="1869639607"/>
            <w:placeholder>
              <w:docPart w:val="F18F874EA8D6418E80F17BC1F92C41E9"/>
            </w:placeholder>
            <w:showingPlcHdr/>
          </w:sdtPr>
          <w:sdtContent>
            <w:tc>
              <w:tcPr>
                <w:tcW w:w="7645" w:type="dxa"/>
              </w:tcPr>
              <w:p w14:paraId="40A11A9B" w14:textId="223FBE3B"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9F" w14:textId="77777777" w:rsidTr="00E84D9E">
        <w:tc>
          <w:tcPr>
            <w:tcW w:w="1705" w:type="dxa"/>
          </w:tcPr>
          <w:p w14:paraId="40A11A9D" w14:textId="77777777" w:rsidR="009F21CE" w:rsidRDefault="009F21CE" w:rsidP="00AE7EF9">
            <w:pPr>
              <w:pStyle w:val="BodyParagraph"/>
            </w:pPr>
            <w:r>
              <w:rPr>
                <w:lang w:eastAsia="ja"/>
              </w:rPr>
              <w:t>専攻分野：</w:t>
            </w:r>
          </w:p>
        </w:tc>
        <w:sdt>
          <w:sdtPr>
            <w:id w:val="1003175477"/>
            <w:placeholder>
              <w:docPart w:val="FEDC27E36BA346E9BBA630E223310265"/>
            </w:placeholder>
            <w:showingPlcHdr/>
          </w:sdtPr>
          <w:sdtContent>
            <w:tc>
              <w:tcPr>
                <w:tcW w:w="7645" w:type="dxa"/>
              </w:tcPr>
              <w:p w14:paraId="40A11A9E" w14:textId="0BD4DFC2"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A2" w14:textId="77777777" w:rsidTr="00E84D9E">
        <w:tc>
          <w:tcPr>
            <w:tcW w:w="1705" w:type="dxa"/>
          </w:tcPr>
          <w:p w14:paraId="40A11AA0" w14:textId="77777777" w:rsidR="009F21CE" w:rsidRDefault="009F21CE" w:rsidP="00AE7EF9">
            <w:pPr>
              <w:pStyle w:val="BodyParagraph"/>
            </w:pPr>
            <w:r>
              <w:rPr>
                <w:lang w:eastAsia="ja"/>
              </w:rPr>
              <w:t>GPA：</w:t>
            </w:r>
          </w:p>
        </w:tc>
        <w:sdt>
          <w:sdtPr>
            <w:id w:val="1905560208"/>
            <w:placeholder>
              <w:docPart w:val="5B289C174104499E995E05FA75B1944D"/>
            </w:placeholder>
            <w:showingPlcHdr/>
          </w:sdtPr>
          <w:sdtContent>
            <w:tc>
              <w:tcPr>
                <w:tcW w:w="7645" w:type="dxa"/>
              </w:tcPr>
              <w:p w14:paraId="40A11AA1" w14:textId="2DD51D02" w:rsidR="009F21CE" w:rsidRDefault="009F21CE" w:rsidP="00AE7EF9">
                <w:pPr>
                  <w:pStyle w:val="BodyParagraph"/>
                  <w:rPr>
                    <w:lang w:eastAsia="ja-JP"/>
                  </w:rPr>
                </w:pPr>
                <w:r w:rsidRPr="00E84D9E">
                  <w:rPr>
                    <w:rStyle w:val="ae"/>
                    <w:lang w:eastAsia="ja-JP"/>
                  </w:rPr>
                  <w:t>ここをクリックして文字を入力</w:t>
                </w:r>
              </w:p>
            </w:tc>
          </w:sdtContent>
        </w:sdt>
      </w:tr>
    </w:tbl>
    <w:p w14:paraId="40A11AA3" w14:textId="77777777" w:rsidR="005C5D13" w:rsidRDefault="005C5D13" w:rsidP="005C5D13">
      <w:pPr>
        <w:pStyle w:val="4"/>
        <w:rPr>
          <w:lang w:eastAsia="ja-JP"/>
        </w:rPr>
      </w:pPr>
      <w:r>
        <w:rPr>
          <w:bCs/>
          <w:lang w:eastAsia="ja"/>
        </w:rPr>
        <w:t>それ以前に通った学校：</w:t>
      </w:r>
    </w:p>
    <w:tbl>
      <w:tblPr>
        <w:tblStyle w:val="aa"/>
        <w:tblW w:w="0" w:type="auto"/>
        <w:tblLook w:val="04A0" w:firstRow="1" w:lastRow="0" w:firstColumn="1" w:lastColumn="0" w:noHBand="0" w:noVBand="1"/>
      </w:tblPr>
      <w:tblGrid>
        <w:gridCol w:w="1705"/>
        <w:gridCol w:w="7645"/>
      </w:tblGrid>
      <w:tr w:rsidR="009F21CE" w14:paraId="67143B65" w14:textId="77777777" w:rsidTr="00E84D9E">
        <w:tc>
          <w:tcPr>
            <w:tcW w:w="1705" w:type="dxa"/>
          </w:tcPr>
          <w:p w14:paraId="3E442FBE" w14:textId="77777777" w:rsidR="009F21CE" w:rsidRDefault="009F21CE" w:rsidP="00AE7EF9">
            <w:pPr>
              <w:pStyle w:val="BodyParagraph"/>
            </w:pPr>
            <w:r>
              <w:rPr>
                <w:lang w:eastAsia="ja"/>
              </w:rPr>
              <w:t>教育機関名：</w:t>
            </w:r>
          </w:p>
        </w:tc>
        <w:sdt>
          <w:sdtPr>
            <w:id w:val="2091112365"/>
            <w:placeholder>
              <w:docPart w:val="E3CE590C5B004E8A8C6E1C88F32B367A"/>
            </w:placeholder>
            <w:showingPlcHdr/>
          </w:sdtPr>
          <w:sdtContent>
            <w:tc>
              <w:tcPr>
                <w:tcW w:w="7645" w:type="dxa"/>
              </w:tcPr>
              <w:p w14:paraId="58E86915" w14:textId="5E0EA795"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362F8FFE" w14:textId="77777777" w:rsidTr="00E84D9E">
        <w:tc>
          <w:tcPr>
            <w:tcW w:w="1705" w:type="dxa"/>
          </w:tcPr>
          <w:p w14:paraId="0E3779B2" w14:textId="77777777" w:rsidR="009F21CE" w:rsidRDefault="009F21CE" w:rsidP="00AE7EF9">
            <w:pPr>
              <w:pStyle w:val="BodyParagraph"/>
            </w:pPr>
            <w:r>
              <w:rPr>
                <w:lang w:eastAsia="ja"/>
              </w:rPr>
              <w:t>取得した学位：</w:t>
            </w:r>
          </w:p>
        </w:tc>
        <w:sdt>
          <w:sdtPr>
            <w:id w:val="-1077753161"/>
            <w:placeholder>
              <w:docPart w:val="04C0B6F4E7FF4FBD9E189FE075A36441"/>
            </w:placeholder>
            <w:showingPlcHdr/>
          </w:sdtPr>
          <w:sdtContent>
            <w:tc>
              <w:tcPr>
                <w:tcW w:w="7645" w:type="dxa"/>
              </w:tcPr>
              <w:p w14:paraId="014459A4" w14:textId="44E60D63"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D499371" w14:textId="77777777" w:rsidTr="00E84D9E">
        <w:tc>
          <w:tcPr>
            <w:tcW w:w="1705" w:type="dxa"/>
          </w:tcPr>
          <w:p w14:paraId="59B3CB94" w14:textId="77777777" w:rsidR="009F21CE" w:rsidRDefault="009F21CE" w:rsidP="00AE7EF9">
            <w:pPr>
              <w:pStyle w:val="BodyParagraph"/>
            </w:pPr>
            <w:r>
              <w:rPr>
                <w:lang w:eastAsia="ja"/>
              </w:rPr>
              <w:t>所在地：</w:t>
            </w:r>
          </w:p>
        </w:tc>
        <w:sdt>
          <w:sdtPr>
            <w:id w:val="-2129225999"/>
            <w:placeholder>
              <w:docPart w:val="7F456254D07B4CC184BD1B1D78B4765B"/>
            </w:placeholder>
            <w:showingPlcHdr/>
          </w:sdtPr>
          <w:sdtContent>
            <w:tc>
              <w:tcPr>
                <w:tcW w:w="7645" w:type="dxa"/>
              </w:tcPr>
              <w:p w14:paraId="6195DCEE" w14:textId="22EFF0C0"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6E9E8433" w14:textId="77777777" w:rsidTr="00E84D9E">
        <w:tc>
          <w:tcPr>
            <w:tcW w:w="1705" w:type="dxa"/>
          </w:tcPr>
          <w:p w14:paraId="1AAA2EFE" w14:textId="77777777" w:rsidR="009F21CE" w:rsidRDefault="009F21CE" w:rsidP="00AE7EF9">
            <w:pPr>
              <w:pStyle w:val="BodyParagraph"/>
            </w:pPr>
            <w:r>
              <w:rPr>
                <w:lang w:eastAsia="ja"/>
              </w:rPr>
              <w:t>専攻分野：</w:t>
            </w:r>
          </w:p>
        </w:tc>
        <w:sdt>
          <w:sdtPr>
            <w:id w:val="-942915222"/>
            <w:placeholder>
              <w:docPart w:val="1D4998EFE75E4127B8B9AFDC14AF89FC"/>
            </w:placeholder>
            <w:showingPlcHdr/>
          </w:sdtPr>
          <w:sdtContent>
            <w:tc>
              <w:tcPr>
                <w:tcW w:w="7645" w:type="dxa"/>
              </w:tcPr>
              <w:p w14:paraId="0DD9910E" w14:textId="35BE2C97"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14429835" w14:textId="77777777" w:rsidTr="00E84D9E">
        <w:tc>
          <w:tcPr>
            <w:tcW w:w="1705" w:type="dxa"/>
          </w:tcPr>
          <w:p w14:paraId="5242889F" w14:textId="77777777" w:rsidR="009F21CE" w:rsidRDefault="009F21CE" w:rsidP="00AE7EF9">
            <w:pPr>
              <w:pStyle w:val="BodyParagraph"/>
            </w:pPr>
            <w:r>
              <w:rPr>
                <w:lang w:eastAsia="ja"/>
              </w:rPr>
              <w:t>GPA：</w:t>
            </w:r>
          </w:p>
        </w:tc>
        <w:sdt>
          <w:sdtPr>
            <w:id w:val="400109769"/>
            <w:placeholder>
              <w:docPart w:val="9191662D3DBA40BF97A416D8C2D1BFC0"/>
            </w:placeholder>
            <w:showingPlcHdr/>
          </w:sdtPr>
          <w:sdtContent>
            <w:tc>
              <w:tcPr>
                <w:tcW w:w="7645" w:type="dxa"/>
              </w:tcPr>
              <w:p w14:paraId="5D800B69" w14:textId="572C884C" w:rsidR="009F21CE" w:rsidRDefault="009F21CE" w:rsidP="00AE7EF9">
                <w:pPr>
                  <w:pStyle w:val="BodyParagraph"/>
                  <w:rPr>
                    <w:lang w:eastAsia="ja-JP"/>
                  </w:rPr>
                </w:pPr>
                <w:r w:rsidRPr="00E84D9E">
                  <w:rPr>
                    <w:rStyle w:val="ae"/>
                    <w:lang w:eastAsia="ja-JP"/>
                  </w:rPr>
                  <w:t>ここをクリックして文字を入力</w:t>
                </w:r>
              </w:p>
            </w:tc>
          </w:sdtContent>
        </w:sdt>
      </w:tr>
    </w:tbl>
    <w:p w14:paraId="23C34CB5" w14:textId="409CC391" w:rsidR="00DF555E" w:rsidRDefault="00DF555E" w:rsidP="00AE7EF9">
      <w:pPr>
        <w:pStyle w:val="BodyParagraph"/>
        <w:rPr>
          <w:lang w:eastAsia="ja-JP"/>
        </w:rPr>
      </w:pPr>
      <w:r>
        <w:rPr>
          <w:rFonts w:hint="eastAsia"/>
          <w:lang w:eastAsia="ja-JP"/>
        </w:rPr>
        <w:t>職歴がある場合は、在職した勤務先のうち最も新しいものを</w:t>
      </w:r>
      <w:r>
        <w:rPr>
          <w:lang w:eastAsia="ja"/>
        </w:rPr>
        <w:t>挙げてください。</w:t>
      </w:r>
    </w:p>
    <w:p w14:paraId="16627D81" w14:textId="034BB213" w:rsidR="00DF555E" w:rsidRDefault="00DF555E" w:rsidP="00DF555E">
      <w:pPr>
        <w:pStyle w:val="4"/>
        <w:rPr>
          <w:lang w:eastAsia="ja-JP"/>
        </w:rPr>
      </w:pPr>
      <w:r>
        <w:rPr>
          <w:bCs/>
          <w:lang w:eastAsia="ja"/>
        </w:rPr>
        <w:t>一番最近</w:t>
      </w:r>
      <w:r>
        <w:rPr>
          <w:rFonts w:hint="eastAsia"/>
          <w:bCs/>
          <w:lang w:eastAsia="ja"/>
        </w:rPr>
        <w:t>の勤務先</w:t>
      </w:r>
      <w:r>
        <w:rPr>
          <w:bCs/>
          <w:lang w:eastAsia="ja"/>
        </w:rPr>
        <w:t>：</w:t>
      </w:r>
    </w:p>
    <w:tbl>
      <w:tblPr>
        <w:tblStyle w:val="aa"/>
        <w:tblW w:w="0" w:type="auto"/>
        <w:tblLook w:val="04A0" w:firstRow="1" w:lastRow="0" w:firstColumn="1" w:lastColumn="0" w:noHBand="0" w:noVBand="1"/>
      </w:tblPr>
      <w:tblGrid>
        <w:gridCol w:w="1705"/>
        <w:gridCol w:w="7645"/>
      </w:tblGrid>
      <w:tr w:rsidR="00DF555E" w14:paraId="43474147" w14:textId="77777777" w:rsidTr="00C5718E">
        <w:tc>
          <w:tcPr>
            <w:tcW w:w="1705" w:type="dxa"/>
          </w:tcPr>
          <w:p w14:paraId="6FFBF43F" w14:textId="2D225191" w:rsidR="00DF555E" w:rsidRDefault="00DF555E" w:rsidP="00AE7EF9">
            <w:pPr>
              <w:pStyle w:val="BodyParagraph"/>
            </w:pPr>
            <w:r>
              <w:rPr>
                <w:rFonts w:hint="eastAsia"/>
                <w:lang w:eastAsia="ja"/>
              </w:rPr>
              <w:t>勤務先名</w:t>
            </w:r>
            <w:r>
              <w:rPr>
                <w:lang w:eastAsia="ja"/>
              </w:rPr>
              <w:t>：</w:t>
            </w:r>
          </w:p>
        </w:tc>
        <w:sdt>
          <w:sdtPr>
            <w:id w:val="643631924"/>
            <w:placeholder>
              <w:docPart w:val="7A106450308946829E5D8D042DB4FF6A"/>
            </w:placeholder>
            <w:showingPlcHdr/>
          </w:sdtPr>
          <w:sdtContent>
            <w:tc>
              <w:tcPr>
                <w:tcW w:w="7645" w:type="dxa"/>
              </w:tcPr>
              <w:p w14:paraId="2FD61743" w14:textId="77777777" w:rsidR="00DF555E" w:rsidRDefault="00DF555E" w:rsidP="00AE7EF9">
                <w:pPr>
                  <w:pStyle w:val="BodyParagraph"/>
                  <w:rPr>
                    <w:lang w:eastAsia="ja-JP"/>
                  </w:rPr>
                </w:pPr>
                <w:r w:rsidRPr="00E84D9E">
                  <w:rPr>
                    <w:rStyle w:val="ae"/>
                    <w:lang w:eastAsia="ja-JP"/>
                  </w:rPr>
                  <w:t>ここをクリックして文字を入力</w:t>
                </w:r>
              </w:p>
            </w:tc>
          </w:sdtContent>
        </w:sdt>
      </w:tr>
      <w:tr w:rsidR="00DF555E" w14:paraId="67302D2D" w14:textId="77777777" w:rsidTr="00C5718E">
        <w:tc>
          <w:tcPr>
            <w:tcW w:w="1705" w:type="dxa"/>
          </w:tcPr>
          <w:p w14:paraId="1FA015C4" w14:textId="321F7768" w:rsidR="00DF555E" w:rsidRDefault="00DF555E" w:rsidP="00AE7EF9">
            <w:pPr>
              <w:pStyle w:val="BodyParagraph"/>
            </w:pPr>
            <w:r>
              <w:rPr>
                <w:rFonts w:hint="eastAsia"/>
                <w:lang w:eastAsia="ja"/>
              </w:rPr>
              <w:t>役職</w:t>
            </w:r>
            <w:r>
              <w:rPr>
                <w:lang w:eastAsia="ja"/>
              </w:rPr>
              <w:t>：</w:t>
            </w:r>
          </w:p>
        </w:tc>
        <w:sdt>
          <w:sdtPr>
            <w:id w:val="400335700"/>
            <w:placeholder>
              <w:docPart w:val="A4B70A2A72E44BCAA267F88F6D5AE541"/>
            </w:placeholder>
            <w:showingPlcHdr/>
          </w:sdtPr>
          <w:sdtContent>
            <w:tc>
              <w:tcPr>
                <w:tcW w:w="7645" w:type="dxa"/>
              </w:tcPr>
              <w:p w14:paraId="5B6FB2EE" w14:textId="77777777" w:rsidR="00DF555E" w:rsidRDefault="00DF555E" w:rsidP="00AE7EF9">
                <w:pPr>
                  <w:pStyle w:val="BodyParagraph"/>
                  <w:rPr>
                    <w:lang w:eastAsia="ja-JP"/>
                  </w:rPr>
                </w:pPr>
                <w:r w:rsidRPr="00E84D9E">
                  <w:rPr>
                    <w:rStyle w:val="ae"/>
                    <w:lang w:eastAsia="ja-JP"/>
                  </w:rPr>
                  <w:t>ここをクリックして文字を入力</w:t>
                </w:r>
              </w:p>
            </w:tc>
          </w:sdtContent>
        </w:sdt>
      </w:tr>
      <w:tr w:rsidR="00DF555E" w14:paraId="12489811" w14:textId="77777777" w:rsidTr="00C5718E">
        <w:tc>
          <w:tcPr>
            <w:tcW w:w="1705" w:type="dxa"/>
          </w:tcPr>
          <w:p w14:paraId="3E41F396" w14:textId="77777777" w:rsidR="00DF555E" w:rsidRDefault="00DF555E" w:rsidP="00AE7EF9">
            <w:pPr>
              <w:pStyle w:val="BodyParagraph"/>
            </w:pPr>
            <w:r>
              <w:rPr>
                <w:lang w:eastAsia="ja"/>
              </w:rPr>
              <w:t>所在地：</w:t>
            </w:r>
          </w:p>
        </w:tc>
        <w:sdt>
          <w:sdtPr>
            <w:id w:val="1000847687"/>
            <w:placeholder>
              <w:docPart w:val="BF85DC03F5F34DD1BDC9A031C78869BE"/>
            </w:placeholder>
            <w:showingPlcHdr/>
          </w:sdtPr>
          <w:sdtContent>
            <w:tc>
              <w:tcPr>
                <w:tcW w:w="7645" w:type="dxa"/>
              </w:tcPr>
              <w:p w14:paraId="032A8BFA" w14:textId="77777777" w:rsidR="00DF555E" w:rsidRDefault="00DF555E" w:rsidP="00AE7EF9">
                <w:pPr>
                  <w:pStyle w:val="BodyParagraph"/>
                  <w:rPr>
                    <w:lang w:eastAsia="ja-JP"/>
                  </w:rPr>
                </w:pPr>
                <w:r w:rsidRPr="00E84D9E">
                  <w:rPr>
                    <w:rStyle w:val="ae"/>
                    <w:lang w:eastAsia="ja-JP"/>
                  </w:rPr>
                  <w:t>ここをクリックして文字を入力</w:t>
                </w:r>
              </w:p>
            </w:tc>
          </w:sdtContent>
        </w:sdt>
      </w:tr>
      <w:tr w:rsidR="00DF555E" w14:paraId="1C6253BF" w14:textId="77777777" w:rsidTr="00C5718E">
        <w:tc>
          <w:tcPr>
            <w:tcW w:w="1705" w:type="dxa"/>
          </w:tcPr>
          <w:p w14:paraId="05FE7808" w14:textId="6C6382BF" w:rsidR="00DF555E" w:rsidRDefault="00DF555E" w:rsidP="00AE7EF9">
            <w:pPr>
              <w:pStyle w:val="BodyParagraph"/>
            </w:pPr>
            <w:r>
              <w:rPr>
                <w:rFonts w:hint="eastAsia"/>
                <w:lang w:eastAsia="ja"/>
              </w:rPr>
              <w:t>業務内容</w:t>
            </w:r>
            <w:r>
              <w:rPr>
                <w:lang w:eastAsia="ja"/>
              </w:rPr>
              <w:t>：</w:t>
            </w:r>
          </w:p>
        </w:tc>
        <w:sdt>
          <w:sdtPr>
            <w:id w:val="871036694"/>
            <w:placeholder>
              <w:docPart w:val="9CDF0B6CD65F448C881D83FBB5FD2C82"/>
            </w:placeholder>
            <w:showingPlcHdr/>
          </w:sdtPr>
          <w:sdtContent>
            <w:tc>
              <w:tcPr>
                <w:tcW w:w="7645" w:type="dxa"/>
              </w:tcPr>
              <w:p w14:paraId="0E4F89B3" w14:textId="77777777" w:rsidR="00DF555E" w:rsidRDefault="00DF555E" w:rsidP="00AE7EF9">
                <w:pPr>
                  <w:pStyle w:val="BodyParagraph"/>
                  <w:rPr>
                    <w:lang w:eastAsia="ja-JP"/>
                  </w:rPr>
                </w:pPr>
                <w:r w:rsidRPr="00E84D9E">
                  <w:rPr>
                    <w:rStyle w:val="ae"/>
                    <w:lang w:eastAsia="ja-JP"/>
                  </w:rPr>
                  <w:t>ここをクリックして文字を入力</w:t>
                </w:r>
              </w:p>
            </w:tc>
          </w:sdtContent>
        </w:sdt>
      </w:tr>
      <w:tr w:rsidR="00DF555E" w14:paraId="6132F36D" w14:textId="77777777" w:rsidTr="00C5718E">
        <w:tc>
          <w:tcPr>
            <w:tcW w:w="1705" w:type="dxa"/>
          </w:tcPr>
          <w:p w14:paraId="03339750" w14:textId="27D116CD" w:rsidR="00DF555E" w:rsidRDefault="00DF555E" w:rsidP="00AE7EF9">
            <w:pPr>
              <w:pStyle w:val="BodyParagraph"/>
            </w:pPr>
            <w:r>
              <w:rPr>
                <w:rFonts w:hint="eastAsia"/>
                <w:lang w:eastAsia="ja"/>
              </w:rPr>
              <w:t>在職期間</w:t>
            </w:r>
            <w:r>
              <w:rPr>
                <w:lang w:eastAsia="ja"/>
              </w:rPr>
              <w:t>：</w:t>
            </w:r>
          </w:p>
        </w:tc>
        <w:sdt>
          <w:sdtPr>
            <w:id w:val="1909567091"/>
            <w:placeholder>
              <w:docPart w:val="9865411212764B9F81E853807E9EB383"/>
            </w:placeholder>
            <w:showingPlcHdr/>
          </w:sdtPr>
          <w:sdtContent>
            <w:tc>
              <w:tcPr>
                <w:tcW w:w="7645" w:type="dxa"/>
              </w:tcPr>
              <w:p w14:paraId="6D409221" w14:textId="77777777" w:rsidR="00DF555E" w:rsidRDefault="00DF555E" w:rsidP="00AE7EF9">
                <w:pPr>
                  <w:pStyle w:val="BodyParagraph"/>
                  <w:rPr>
                    <w:lang w:eastAsia="ja-JP"/>
                  </w:rPr>
                </w:pPr>
                <w:r w:rsidRPr="00E84D9E">
                  <w:rPr>
                    <w:rStyle w:val="ae"/>
                    <w:lang w:eastAsia="ja-JP"/>
                  </w:rPr>
                  <w:t>ここをクリックして文字を入力</w:t>
                </w:r>
              </w:p>
            </w:tc>
          </w:sdtContent>
        </w:sdt>
      </w:tr>
    </w:tbl>
    <w:p w14:paraId="40A11AB3" w14:textId="77777777" w:rsidR="005C5D13" w:rsidRPr="00DF555E" w:rsidRDefault="005C5D13" w:rsidP="00E41358">
      <w:pPr>
        <w:rPr>
          <w:lang w:eastAsia="ja-JP"/>
        </w:rPr>
      </w:pPr>
    </w:p>
    <w:p w14:paraId="40A11AB4" w14:textId="77777777" w:rsidR="00723F9D" w:rsidRDefault="005C5D13" w:rsidP="005C5D13">
      <w:pPr>
        <w:pStyle w:val="3"/>
        <w:rPr>
          <w:lang w:eastAsia="ja-JP"/>
        </w:rPr>
      </w:pPr>
      <w:r>
        <w:rPr>
          <w:bCs/>
          <w:lang w:eastAsia="ja"/>
        </w:rPr>
        <w:t>理由・目的</w:t>
      </w:r>
    </w:p>
    <w:p w14:paraId="40A11AB5" w14:textId="0FB15FF9" w:rsidR="005C5D13" w:rsidRDefault="005C5D13" w:rsidP="00AE7EF9">
      <w:pPr>
        <w:pStyle w:val="BodyParagraph"/>
        <w:rPr>
          <w:lang w:eastAsia="ja-JP"/>
        </w:rPr>
      </w:pPr>
      <w:r>
        <w:rPr>
          <w:lang w:eastAsia="ja"/>
        </w:rPr>
        <w:t>この奨学金を通じて、どのようなことを達成したいと考えていますか。あなたの目的を、2～3文で簡潔に記入してください（専攻分野</w:t>
      </w:r>
      <w:r w:rsidR="009D2C3D">
        <w:rPr>
          <w:rFonts w:hint="eastAsia"/>
          <w:lang w:eastAsia="ja-JP"/>
        </w:rPr>
        <w:t>に</w:t>
      </w:r>
      <w:r>
        <w:rPr>
          <w:lang w:eastAsia="ja"/>
        </w:rPr>
        <w:t>ついてなど）。</w:t>
      </w:r>
    </w:p>
    <w:tbl>
      <w:tblPr>
        <w:tblStyle w:val="aa"/>
        <w:tblW w:w="0" w:type="auto"/>
        <w:tblLook w:val="04A0" w:firstRow="1" w:lastRow="0" w:firstColumn="1" w:lastColumn="0" w:noHBand="0" w:noVBand="1"/>
      </w:tblPr>
      <w:tblGrid>
        <w:gridCol w:w="9350"/>
      </w:tblGrid>
      <w:tr w:rsidR="00E41358" w14:paraId="40A11AB7" w14:textId="77777777" w:rsidTr="00E41358">
        <w:sdt>
          <w:sdtPr>
            <w:rPr>
              <w:lang w:eastAsia="ja-JP"/>
            </w:rPr>
            <w:id w:val="308518787"/>
            <w:placeholder>
              <w:docPart w:val="E38C1AF306AF4CF58DC9FE4CE089C502"/>
            </w:placeholder>
            <w:showingPlcHdr/>
          </w:sdtPr>
          <w:sdtContent>
            <w:tc>
              <w:tcPr>
                <w:tcW w:w="9576" w:type="dxa"/>
              </w:tcPr>
              <w:p w14:paraId="40A11AB6" w14:textId="0EE32A0F" w:rsidR="00E41358" w:rsidRDefault="009F21CE" w:rsidP="00AE7EF9">
                <w:pPr>
                  <w:pStyle w:val="BodyParagraph"/>
                  <w:rPr>
                    <w:lang w:eastAsia="ja-JP"/>
                  </w:rPr>
                </w:pPr>
                <w:r w:rsidRPr="009F21CE">
                  <w:rPr>
                    <w:rStyle w:val="ae"/>
                    <w:lang w:eastAsia="ja-JP"/>
                  </w:rPr>
                  <w:t>ここをクリックして文字を入力</w:t>
                </w:r>
              </w:p>
            </w:tc>
          </w:sdtContent>
        </w:sdt>
      </w:tr>
    </w:tbl>
    <w:p w14:paraId="40A11AB8" w14:textId="77777777" w:rsidR="00E41358" w:rsidRDefault="00E41358" w:rsidP="00AE7EF9">
      <w:pPr>
        <w:pStyle w:val="BodyParagraph"/>
        <w:rPr>
          <w:lang w:eastAsia="ja-JP"/>
        </w:rPr>
      </w:pPr>
    </w:p>
    <w:p w14:paraId="40A11AB9" w14:textId="70814D29" w:rsidR="005C5D13" w:rsidRDefault="005C5D13" w:rsidP="00AE7EF9">
      <w:pPr>
        <w:pStyle w:val="BodyParagraph"/>
        <w:rPr>
          <w:lang w:eastAsia="ja-JP"/>
        </w:rPr>
      </w:pPr>
      <w:r>
        <w:rPr>
          <w:lang w:eastAsia="ja"/>
        </w:rPr>
        <w:t>あなたがこの奨学金にふさわしいと思う理由を、</w:t>
      </w:r>
      <w:r w:rsidR="007A7128">
        <w:rPr>
          <w:rFonts w:hint="eastAsia"/>
          <w:lang w:eastAsia="ja-JP"/>
        </w:rPr>
        <w:t>3</w:t>
      </w:r>
      <w:r>
        <w:rPr>
          <w:lang w:eastAsia="ja"/>
        </w:rPr>
        <w:t>00字以内で説明してください（これまでの学業経験、理念、考え方など）。</w:t>
      </w:r>
    </w:p>
    <w:tbl>
      <w:tblPr>
        <w:tblStyle w:val="aa"/>
        <w:tblW w:w="0" w:type="auto"/>
        <w:tblLook w:val="04A0" w:firstRow="1" w:lastRow="0" w:firstColumn="1" w:lastColumn="0" w:noHBand="0" w:noVBand="1"/>
      </w:tblPr>
      <w:tblGrid>
        <w:gridCol w:w="9350"/>
      </w:tblGrid>
      <w:tr w:rsidR="00E41358" w14:paraId="40A11ABB" w14:textId="77777777" w:rsidTr="00E41358">
        <w:sdt>
          <w:sdtPr>
            <w:rPr>
              <w:lang w:eastAsia="ja-JP"/>
            </w:rPr>
            <w:id w:val="-1702468993"/>
            <w:placeholder>
              <w:docPart w:val="E70043603ABC4391A1FDB97BADDFE975"/>
            </w:placeholder>
            <w:showingPlcHdr/>
          </w:sdtPr>
          <w:sdtContent>
            <w:tc>
              <w:tcPr>
                <w:tcW w:w="9576" w:type="dxa"/>
              </w:tcPr>
              <w:p w14:paraId="40A11ABA" w14:textId="39496206" w:rsidR="00E41358" w:rsidRDefault="009F21CE" w:rsidP="00AE7EF9">
                <w:pPr>
                  <w:pStyle w:val="BodyParagraph"/>
                  <w:rPr>
                    <w:lang w:eastAsia="ja-JP"/>
                  </w:rPr>
                </w:pPr>
                <w:r w:rsidRPr="009F21CE">
                  <w:rPr>
                    <w:rStyle w:val="ae"/>
                    <w:lang w:eastAsia="ja-JP"/>
                  </w:rPr>
                  <w:t>ここをクリックして文字を入力</w:t>
                </w:r>
              </w:p>
            </w:tc>
          </w:sdtContent>
        </w:sdt>
      </w:tr>
    </w:tbl>
    <w:p w14:paraId="40A11ABC" w14:textId="77777777" w:rsidR="001A3A6F" w:rsidRPr="00E41358" w:rsidRDefault="001A3A6F" w:rsidP="00E41358">
      <w:pPr>
        <w:rPr>
          <w:lang w:eastAsia="ja-JP"/>
        </w:rPr>
      </w:pPr>
    </w:p>
    <w:p w14:paraId="40A11AD2" w14:textId="18395C52" w:rsidR="00573227" w:rsidRDefault="00C31EC0" w:rsidP="00AE7EF9">
      <w:pPr>
        <w:pStyle w:val="BodyParagraph"/>
        <w:rPr>
          <w:lang w:eastAsia="ja-JP"/>
        </w:rPr>
      </w:pPr>
      <w:r>
        <w:rPr>
          <w:rFonts w:hint="eastAsia"/>
          <w:lang w:eastAsia="ja"/>
        </w:rPr>
        <w:t>この奨学金を使って留学すること</w:t>
      </w:r>
      <w:r w:rsidR="00CC35D5">
        <w:rPr>
          <w:rFonts w:hint="eastAsia"/>
          <w:lang w:eastAsia="ja"/>
        </w:rPr>
        <w:t>は</w:t>
      </w:r>
      <w:r>
        <w:rPr>
          <w:rFonts w:hint="eastAsia"/>
          <w:lang w:eastAsia="ja"/>
        </w:rPr>
        <w:t>、</w:t>
      </w:r>
      <w:r w:rsidR="00CC35D5" w:rsidRPr="00AC2FD6">
        <w:rPr>
          <w:rFonts w:hint="eastAsia"/>
          <w:color w:val="FF0000"/>
          <w:lang w:eastAsia="ja"/>
        </w:rPr>
        <w:t>ロータリー財団の使命（人びとの健康状態を改善し、質の高い教育を提供し、環境保護に取り組み、貧困をなくすことを通じて、世界理解、親善、平和を達成できるようにすること）と、どのように関連していますか</w:t>
      </w:r>
      <w:r w:rsidR="00573227" w:rsidRPr="00AC2FD6">
        <w:rPr>
          <w:color w:val="FF0000"/>
          <w:lang w:eastAsia="ja"/>
        </w:rPr>
        <w:t>。</w:t>
      </w:r>
      <w:r w:rsidR="00791DD3">
        <w:rPr>
          <w:rFonts w:hint="eastAsia"/>
          <w:lang w:eastAsia="ja-JP"/>
        </w:rPr>
        <w:t>3</w:t>
      </w:r>
      <w:r w:rsidR="00791DD3">
        <w:rPr>
          <w:lang w:eastAsia="ja"/>
        </w:rPr>
        <w:t>00字以内で説明してください</w:t>
      </w:r>
      <w:r w:rsidR="00791DD3">
        <w:rPr>
          <w:rFonts w:hint="eastAsia"/>
          <w:lang w:eastAsia="ja-JP"/>
        </w:rPr>
        <w:t>。</w:t>
      </w:r>
    </w:p>
    <w:tbl>
      <w:tblPr>
        <w:tblStyle w:val="aa"/>
        <w:tblW w:w="0" w:type="auto"/>
        <w:tblLook w:val="04A0" w:firstRow="1" w:lastRow="0" w:firstColumn="1" w:lastColumn="0" w:noHBand="0" w:noVBand="1"/>
      </w:tblPr>
      <w:tblGrid>
        <w:gridCol w:w="9350"/>
      </w:tblGrid>
      <w:tr w:rsidR="00E41358" w14:paraId="40A11AD4" w14:textId="77777777" w:rsidTr="00FC4F4E">
        <w:sdt>
          <w:sdtPr>
            <w:rPr>
              <w:lang w:eastAsia="ja-JP"/>
            </w:rPr>
            <w:id w:val="-1530710773"/>
            <w:placeholder>
              <w:docPart w:val="486F763EC1054BF29A14246A0974A1D3"/>
            </w:placeholder>
            <w:showingPlcHdr/>
          </w:sdtPr>
          <w:sdtContent>
            <w:tc>
              <w:tcPr>
                <w:tcW w:w="9350" w:type="dxa"/>
              </w:tcPr>
              <w:p w14:paraId="40A11AD3" w14:textId="421DC708" w:rsidR="00E41358" w:rsidRDefault="009F21CE" w:rsidP="00AE7EF9">
                <w:pPr>
                  <w:pStyle w:val="BodyParagraph"/>
                  <w:rPr>
                    <w:lang w:eastAsia="ja-JP"/>
                  </w:rPr>
                </w:pPr>
                <w:r w:rsidRPr="009F21CE">
                  <w:rPr>
                    <w:rStyle w:val="ae"/>
                    <w:lang w:eastAsia="ja-JP"/>
                  </w:rPr>
                  <w:t>ここをクリックして文字を入力</w:t>
                </w:r>
              </w:p>
            </w:tc>
          </w:sdtContent>
        </w:sdt>
      </w:tr>
    </w:tbl>
    <w:p w14:paraId="1F894E54" w14:textId="77777777" w:rsidR="00FC4F4E" w:rsidRPr="00E41358" w:rsidRDefault="00FC4F4E" w:rsidP="00FC4F4E">
      <w:pPr>
        <w:rPr>
          <w:lang w:eastAsia="ja-JP"/>
        </w:rPr>
      </w:pPr>
      <w:bookmarkStart w:id="3" w:name="_Hlk195693314"/>
    </w:p>
    <w:p w14:paraId="718EAA41" w14:textId="0A7694A1" w:rsidR="00FC4F4E" w:rsidRDefault="00FC4F4E" w:rsidP="006C2467">
      <w:pPr>
        <w:pStyle w:val="BodyParagraph"/>
        <w:rPr>
          <w:lang w:eastAsia="ja-JP"/>
        </w:rPr>
      </w:pPr>
      <w:r>
        <w:rPr>
          <w:rFonts w:hint="eastAsia"/>
          <w:lang w:eastAsia="ja"/>
        </w:rPr>
        <w:t>この奨学金の目的に</w:t>
      </w:r>
      <w:r w:rsidRPr="006C2467">
        <w:rPr>
          <w:rFonts w:hint="eastAsia"/>
          <w:color w:val="FF0000"/>
          <w:lang w:eastAsia="ja"/>
        </w:rPr>
        <w:t>「</w:t>
      </w:r>
      <w:r w:rsidR="006C2467" w:rsidRPr="006C2467">
        <w:rPr>
          <w:rFonts w:hint="eastAsia"/>
          <w:color w:val="FF0000"/>
          <w:lang w:eastAsia="ja"/>
        </w:rPr>
        <w:t>将来当地区と海外との架け橋となってキャリア形成・活躍する」「ロータリークラブとの関係を長く持続していただける」</w:t>
      </w:r>
      <w:r>
        <w:rPr>
          <w:rFonts w:hint="eastAsia"/>
          <w:lang w:eastAsia="ja"/>
        </w:rPr>
        <w:t>ことがありますが、</w:t>
      </w:r>
      <w:r w:rsidRPr="00446EC7">
        <w:rPr>
          <w:rFonts w:hint="eastAsia"/>
          <w:color w:val="FF0000"/>
          <w:lang w:eastAsia="ja-JP"/>
        </w:rPr>
        <w:t>将来</w:t>
      </w:r>
      <w:r w:rsidRPr="00446EC7">
        <w:rPr>
          <w:rFonts w:hint="eastAsia"/>
          <w:color w:val="FF0000"/>
          <w:lang w:eastAsia="ja"/>
        </w:rPr>
        <w:t>当地区（愛知県）およびロータリークラブとの関わりをどの</w:t>
      </w:r>
      <w:r w:rsidR="006C2467" w:rsidRPr="00446EC7">
        <w:rPr>
          <w:rFonts w:hint="eastAsia"/>
          <w:color w:val="FF0000"/>
          <w:lang w:eastAsia="ja"/>
        </w:rPr>
        <w:t>よ</w:t>
      </w:r>
      <w:r w:rsidRPr="00446EC7">
        <w:rPr>
          <w:rFonts w:hint="eastAsia"/>
          <w:color w:val="FF0000"/>
          <w:lang w:eastAsia="ja"/>
        </w:rPr>
        <w:t>うに</w:t>
      </w:r>
      <w:r w:rsidR="006C2467" w:rsidRPr="00446EC7">
        <w:rPr>
          <w:rFonts w:hint="eastAsia"/>
          <w:color w:val="FF0000"/>
          <w:lang w:eastAsia="ja"/>
        </w:rPr>
        <w:t>構築・</w:t>
      </w:r>
      <w:r w:rsidRPr="00446EC7">
        <w:rPr>
          <w:rFonts w:hint="eastAsia"/>
          <w:color w:val="FF0000"/>
          <w:lang w:eastAsia="ja"/>
        </w:rPr>
        <w:t>継続していこうと考えていますか</w:t>
      </w:r>
      <w:r w:rsidRPr="00446EC7">
        <w:rPr>
          <w:color w:val="FF0000"/>
          <w:lang w:eastAsia="ja"/>
        </w:rPr>
        <w:t>。</w:t>
      </w:r>
      <w:r>
        <w:rPr>
          <w:rFonts w:hint="eastAsia"/>
          <w:lang w:eastAsia="ja-JP"/>
        </w:rPr>
        <w:t>3</w:t>
      </w:r>
      <w:r>
        <w:rPr>
          <w:lang w:eastAsia="ja"/>
        </w:rPr>
        <w:t>00字以内で説明してください</w:t>
      </w:r>
      <w:r>
        <w:rPr>
          <w:rFonts w:hint="eastAsia"/>
          <w:lang w:eastAsia="ja-JP"/>
        </w:rPr>
        <w:t>。</w:t>
      </w:r>
    </w:p>
    <w:tbl>
      <w:tblPr>
        <w:tblStyle w:val="aa"/>
        <w:tblW w:w="0" w:type="auto"/>
        <w:tblLook w:val="04A0" w:firstRow="1" w:lastRow="0" w:firstColumn="1" w:lastColumn="0" w:noHBand="0" w:noVBand="1"/>
      </w:tblPr>
      <w:tblGrid>
        <w:gridCol w:w="9350"/>
      </w:tblGrid>
      <w:tr w:rsidR="00FC4F4E" w14:paraId="231F5C67" w14:textId="77777777" w:rsidTr="00B029A9">
        <w:sdt>
          <w:sdtPr>
            <w:rPr>
              <w:lang w:eastAsia="ja-JP"/>
            </w:rPr>
            <w:id w:val="-1442826777"/>
            <w:placeholder>
              <w:docPart w:val="977B9D1FB0C24366A92AC108CD1AEFBD"/>
            </w:placeholder>
            <w:showingPlcHdr/>
          </w:sdtPr>
          <w:sdtContent>
            <w:tc>
              <w:tcPr>
                <w:tcW w:w="9576" w:type="dxa"/>
              </w:tcPr>
              <w:p w14:paraId="0926733B" w14:textId="77777777" w:rsidR="00FC4F4E" w:rsidRDefault="00FC4F4E" w:rsidP="00B029A9">
                <w:pPr>
                  <w:pStyle w:val="BodyParagraph"/>
                  <w:rPr>
                    <w:lang w:eastAsia="ja-JP"/>
                  </w:rPr>
                </w:pPr>
                <w:r w:rsidRPr="009F21CE">
                  <w:rPr>
                    <w:rStyle w:val="ae"/>
                    <w:lang w:eastAsia="ja-JP"/>
                  </w:rPr>
                  <w:t>ここをクリックして文字を入力</w:t>
                </w:r>
              </w:p>
            </w:tc>
          </w:sdtContent>
        </w:sdt>
      </w:tr>
    </w:tbl>
    <w:p w14:paraId="05289737" w14:textId="77777777" w:rsidR="00FC4F4E" w:rsidRPr="00E41358" w:rsidRDefault="00FC4F4E" w:rsidP="00FC4F4E">
      <w:pPr>
        <w:rPr>
          <w:lang w:eastAsia="ja-JP"/>
        </w:rPr>
      </w:pPr>
    </w:p>
    <w:bookmarkEnd w:id="3"/>
    <w:p w14:paraId="40A11AD9" w14:textId="77777777" w:rsidR="00573227" w:rsidRPr="00FC4F4E" w:rsidRDefault="00573227" w:rsidP="00E41358">
      <w:pPr>
        <w:rPr>
          <w:lang w:eastAsia="ja-JP"/>
        </w:rPr>
      </w:pPr>
    </w:p>
    <w:p w14:paraId="40A11ADA" w14:textId="77777777" w:rsidR="00573227" w:rsidRDefault="00573227" w:rsidP="00573227">
      <w:pPr>
        <w:pStyle w:val="3"/>
        <w:rPr>
          <w:lang w:eastAsia="ja-JP"/>
        </w:rPr>
      </w:pPr>
      <w:r>
        <w:rPr>
          <w:bCs/>
          <w:lang w:eastAsia="ja"/>
        </w:rPr>
        <w:t>奨学金による学業・研究</w:t>
      </w:r>
    </w:p>
    <w:p w14:paraId="40A11ADB" w14:textId="77777777" w:rsidR="00573227" w:rsidRDefault="009436D2" w:rsidP="00AE7EF9">
      <w:pPr>
        <w:pStyle w:val="BodyParagraph"/>
        <w:rPr>
          <w:lang w:eastAsia="ja-JP"/>
        </w:rPr>
      </w:pPr>
      <w:r>
        <w:rPr>
          <w:lang w:eastAsia="ja"/>
        </w:rPr>
        <w:t>奨学金を使って通う教育機関や専攻課程について記入してください。</w:t>
      </w:r>
    </w:p>
    <w:tbl>
      <w:tblPr>
        <w:tblStyle w:val="aa"/>
        <w:tblW w:w="0" w:type="auto"/>
        <w:tblLook w:val="04A0" w:firstRow="1" w:lastRow="0" w:firstColumn="1" w:lastColumn="0" w:noHBand="0" w:noVBand="1"/>
      </w:tblPr>
      <w:tblGrid>
        <w:gridCol w:w="2335"/>
        <w:gridCol w:w="7015"/>
      </w:tblGrid>
      <w:tr w:rsidR="009F21CE" w14:paraId="40A11ADE" w14:textId="77777777" w:rsidTr="00E84D9E">
        <w:tc>
          <w:tcPr>
            <w:tcW w:w="2335" w:type="dxa"/>
          </w:tcPr>
          <w:p w14:paraId="40A11ADC" w14:textId="77777777" w:rsidR="009F21CE" w:rsidRDefault="009F21CE" w:rsidP="00AE7EF9">
            <w:pPr>
              <w:pStyle w:val="BodyParagraph"/>
            </w:pPr>
            <w:r>
              <w:rPr>
                <w:lang w:eastAsia="ja"/>
              </w:rPr>
              <w:t>教育機関名：</w:t>
            </w:r>
          </w:p>
        </w:tc>
        <w:sdt>
          <w:sdtPr>
            <w:id w:val="25685131"/>
            <w:placeholder>
              <w:docPart w:val="EB3C43A7F2184A36860BA1F99176E73B"/>
            </w:placeholder>
            <w:showingPlcHdr/>
          </w:sdtPr>
          <w:sdtContent>
            <w:tc>
              <w:tcPr>
                <w:tcW w:w="7015" w:type="dxa"/>
              </w:tcPr>
              <w:p w14:paraId="40A11ADD" w14:textId="7D7BD5AB"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E1" w14:textId="77777777" w:rsidTr="00E84D9E">
        <w:tc>
          <w:tcPr>
            <w:tcW w:w="2335" w:type="dxa"/>
          </w:tcPr>
          <w:p w14:paraId="40A11ADF" w14:textId="77777777" w:rsidR="009F21CE" w:rsidRDefault="009F21CE" w:rsidP="00AE7EF9">
            <w:pPr>
              <w:pStyle w:val="BodyParagraph"/>
            </w:pPr>
            <w:r>
              <w:rPr>
                <w:lang w:eastAsia="ja"/>
              </w:rPr>
              <w:t>所在地：</w:t>
            </w:r>
          </w:p>
        </w:tc>
        <w:sdt>
          <w:sdtPr>
            <w:id w:val="378982775"/>
            <w:placeholder>
              <w:docPart w:val="AE48CE7B6C11450D91A30933C40836CC"/>
            </w:placeholder>
            <w:showingPlcHdr/>
          </w:sdtPr>
          <w:sdtContent>
            <w:tc>
              <w:tcPr>
                <w:tcW w:w="7015" w:type="dxa"/>
              </w:tcPr>
              <w:p w14:paraId="40A11AE0" w14:textId="282110B9"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E4" w14:textId="77777777" w:rsidTr="00E84D9E">
        <w:tc>
          <w:tcPr>
            <w:tcW w:w="2335" w:type="dxa"/>
          </w:tcPr>
          <w:p w14:paraId="40A11AE2" w14:textId="77777777" w:rsidR="009F21CE" w:rsidRDefault="009F21CE" w:rsidP="00AE7EF9">
            <w:pPr>
              <w:pStyle w:val="BodyParagraph"/>
              <w:rPr>
                <w:lang w:eastAsia="ja-JP"/>
              </w:rPr>
            </w:pPr>
            <w:r>
              <w:rPr>
                <w:lang w:eastAsia="ja"/>
              </w:rPr>
              <w:t xml:space="preserve">使用されている言語： </w:t>
            </w:r>
          </w:p>
        </w:tc>
        <w:sdt>
          <w:sdtPr>
            <w:id w:val="-919103470"/>
            <w:placeholder>
              <w:docPart w:val="6300697654CE4F1B8830A97A5F9A477A"/>
            </w:placeholder>
            <w:showingPlcHdr/>
          </w:sdtPr>
          <w:sdtContent>
            <w:tc>
              <w:tcPr>
                <w:tcW w:w="7015" w:type="dxa"/>
              </w:tcPr>
              <w:p w14:paraId="40A11AE3" w14:textId="19D37062"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E7" w14:textId="77777777" w:rsidTr="00E84D9E">
        <w:tc>
          <w:tcPr>
            <w:tcW w:w="2335" w:type="dxa"/>
          </w:tcPr>
          <w:p w14:paraId="40A11AE5" w14:textId="77777777" w:rsidR="009F21CE" w:rsidRDefault="009F21CE" w:rsidP="00AE7EF9">
            <w:pPr>
              <w:pStyle w:val="BodyParagraph"/>
            </w:pPr>
            <w:r>
              <w:rPr>
                <w:lang w:eastAsia="ja"/>
              </w:rPr>
              <w:t>ウェブサイト：</w:t>
            </w:r>
          </w:p>
        </w:tc>
        <w:sdt>
          <w:sdtPr>
            <w:id w:val="1911652508"/>
            <w:placeholder>
              <w:docPart w:val="DCC7AA95E1DE479AA04219D53437E8BD"/>
            </w:placeholder>
            <w:showingPlcHdr/>
          </w:sdtPr>
          <w:sdtContent>
            <w:tc>
              <w:tcPr>
                <w:tcW w:w="7015" w:type="dxa"/>
              </w:tcPr>
              <w:p w14:paraId="40A11AE6" w14:textId="443307D5"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EA" w14:textId="77777777" w:rsidTr="00E84D9E">
        <w:tc>
          <w:tcPr>
            <w:tcW w:w="2335" w:type="dxa"/>
          </w:tcPr>
          <w:p w14:paraId="40A11AE8" w14:textId="77777777" w:rsidR="009F21CE" w:rsidRDefault="009F21CE" w:rsidP="00AE7EF9">
            <w:pPr>
              <w:pStyle w:val="BodyParagraph"/>
            </w:pPr>
            <w:r>
              <w:rPr>
                <w:lang w:eastAsia="ja"/>
              </w:rPr>
              <w:t>専攻課程：</w:t>
            </w:r>
          </w:p>
        </w:tc>
        <w:sdt>
          <w:sdtPr>
            <w:id w:val="-68813155"/>
            <w:placeholder>
              <w:docPart w:val="AD6E31A4AD6F480AB3776895997DD5B3"/>
            </w:placeholder>
            <w:showingPlcHdr/>
          </w:sdtPr>
          <w:sdtContent>
            <w:tc>
              <w:tcPr>
                <w:tcW w:w="7015" w:type="dxa"/>
              </w:tcPr>
              <w:p w14:paraId="40A11AE9" w14:textId="45AD411D"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ED" w14:textId="77777777" w:rsidTr="00E84D9E">
        <w:tc>
          <w:tcPr>
            <w:tcW w:w="2335" w:type="dxa"/>
          </w:tcPr>
          <w:p w14:paraId="40A11AEB" w14:textId="77777777" w:rsidR="009F21CE" w:rsidRDefault="009F21CE" w:rsidP="00AE7EF9">
            <w:pPr>
              <w:pStyle w:val="BodyParagraph"/>
            </w:pPr>
            <w:r>
              <w:rPr>
                <w:lang w:eastAsia="ja"/>
              </w:rPr>
              <w:t xml:space="preserve">課程の開始日： </w:t>
            </w:r>
          </w:p>
        </w:tc>
        <w:sdt>
          <w:sdtPr>
            <w:id w:val="-1086145098"/>
            <w:placeholder>
              <w:docPart w:val="A66C7C10C51C499486B3A97F2C18B45F"/>
            </w:placeholder>
            <w:showingPlcHdr/>
          </w:sdtPr>
          <w:sdtContent>
            <w:tc>
              <w:tcPr>
                <w:tcW w:w="7015" w:type="dxa"/>
              </w:tcPr>
              <w:p w14:paraId="40A11AEC" w14:textId="1DBCB260"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F0" w14:textId="77777777" w:rsidTr="00E84D9E">
        <w:tc>
          <w:tcPr>
            <w:tcW w:w="2335" w:type="dxa"/>
          </w:tcPr>
          <w:p w14:paraId="40A11AEE" w14:textId="77777777" w:rsidR="009F21CE" w:rsidRDefault="009F21CE" w:rsidP="00AE7EF9">
            <w:pPr>
              <w:pStyle w:val="BodyParagraph"/>
            </w:pPr>
            <w:r>
              <w:rPr>
                <w:lang w:eastAsia="ja"/>
              </w:rPr>
              <w:lastRenderedPageBreak/>
              <w:t xml:space="preserve">課程の修了日： </w:t>
            </w:r>
          </w:p>
        </w:tc>
        <w:sdt>
          <w:sdtPr>
            <w:id w:val="-90234223"/>
            <w:placeholder>
              <w:docPart w:val="9B03109FE7904B209CCF2D17FCC288C1"/>
            </w:placeholder>
            <w:showingPlcHdr/>
          </w:sdtPr>
          <w:sdtContent>
            <w:tc>
              <w:tcPr>
                <w:tcW w:w="7015" w:type="dxa"/>
              </w:tcPr>
              <w:p w14:paraId="40A11AEF" w14:textId="6CF137F6"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F3" w14:textId="77777777" w:rsidTr="00E84D9E">
        <w:tc>
          <w:tcPr>
            <w:tcW w:w="2335" w:type="dxa"/>
          </w:tcPr>
          <w:p w14:paraId="40A11AF1" w14:textId="77777777" w:rsidR="009F21CE" w:rsidRDefault="009F21CE" w:rsidP="00AE7EF9">
            <w:pPr>
              <w:pStyle w:val="BodyParagraph"/>
              <w:rPr>
                <w:lang w:eastAsia="ja-JP"/>
              </w:rPr>
            </w:pPr>
            <w:r>
              <w:rPr>
                <w:lang w:eastAsia="ja"/>
              </w:rPr>
              <w:t>予定している出発日：</w:t>
            </w:r>
          </w:p>
        </w:tc>
        <w:sdt>
          <w:sdtPr>
            <w:id w:val="1827867097"/>
            <w:placeholder>
              <w:docPart w:val="8B622817D1614A02ACA266499B64FCD0"/>
            </w:placeholder>
            <w:showingPlcHdr/>
          </w:sdtPr>
          <w:sdtContent>
            <w:tc>
              <w:tcPr>
                <w:tcW w:w="7015" w:type="dxa"/>
              </w:tcPr>
              <w:p w14:paraId="40A11AF2" w14:textId="3F4CC4B9"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AF6" w14:textId="77777777" w:rsidTr="00E84D9E">
        <w:tc>
          <w:tcPr>
            <w:tcW w:w="2335" w:type="dxa"/>
          </w:tcPr>
          <w:p w14:paraId="40A11AF4" w14:textId="77777777" w:rsidR="009F21CE" w:rsidRDefault="009F21CE" w:rsidP="00AE7EF9">
            <w:pPr>
              <w:pStyle w:val="BodyParagraph"/>
              <w:rPr>
                <w:lang w:eastAsia="ja-JP"/>
              </w:rPr>
            </w:pPr>
            <w:r>
              <w:rPr>
                <w:lang w:eastAsia="ja"/>
              </w:rPr>
              <w:t>予定している帰国日：</w:t>
            </w:r>
          </w:p>
        </w:tc>
        <w:sdt>
          <w:sdtPr>
            <w:id w:val="1808821201"/>
            <w:placeholder>
              <w:docPart w:val="062126034268465CB54D2E80FFB8FF68"/>
            </w:placeholder>
            <w:showingPlcHdr/>
          </w:sdtPr>
          <w:sdtContent>
            <w:tc>
              <w:tcPr>
                <w:tcW w:w="7015" w:type="dxa"/>
              </w:tcPr>
              <w:p w14:paraId="40A11AF5" w14:textId="42A97AEA" w:rsidR="009F21CE" w:rsidRDefault="009F21CE" w:rsidP="00AE7EF9">
                <w:pPr>
                  <w:pStyle w:val="BodyParagraph"/>
                  <w:rPr>
                    <w:lang w:eastAsia="ja-JP"/>
                  </w:rPr>
                </w:pPr>
                <w:r w:rsidRPr="00E84D9E">
                  <w:rPr>
                    <w:rStyle w:val="ae"/>
                    <w:lang w:eastAsia="ja-JP"/>
                  </w:rPr>
                  <w:t>ここをクリックして文字を入力</w:t>
                </w:r>
              </w:p>
            </w:tc>
          </w:sdtContent>
        </w:sdt>
      </w:tr>
    </w:tbl>
    <w:p w14:paraId="40A11AF8" w14:textId="0A309648" w:rsidR="00A8393B" w:rsidRDefault="00722369" w:rsidP="00AE7EF9">
      <w:pPr>
        <w:pStyle w:val="BodyParagraph"/>
        <w:rPr>
          <w:lang w:eastAsia="ja-JP"/>
        </w:rPr>
      </w:pPr>
      <w:r>
        <w:rPr>
          <w:lang w:eastAsia="ja-JP"/>
        </w:rPr>
        <w:br/>
      </w:r>
      <w:r w:rsidR="00A8393B">
        <w:rPr>
          <w:lang w:eastAsia="ja"/>
        </w:rPr>
        <w:t>受講するクラスとその課程の関連情報が掲載されたウェブサイトのリンクを記入してください。</w:t>
      </w:r>
    </w:p>
    <w:tbl>
      <w:tblPr>
        <w:tblStyle w:val="aa"/>
        <w:tblW w:w="0" w:type="auto"/>
        <w:tblLook w:val="04A0" w:firstRow="1" w:lastRow="0" w:firstColumn="1" w:lastColumn="0" w:noHBand="0" w:noVBand="1"/>
      </w:tblPr>
      <w:tblGrid>
        <w:gridCol w:w="9350"/>
      </w:tblGrid>
      <w:tr w:rsidR="00457312" w14:paraId="40A11AFA" w14:textId="77777777" w:rsidTr="00457312">
        <w:sdt>
          <w:sdtPr>
            <w:rPr>
              <w:lang w:eastAsia="ja-JP"/>
            </w:rPr>
            <w:id w:val="343449159"/>
            <w:placeholder>
              <w:docPart w:val="909C38A0E0994C618D0C59DC43F40591"/>
            </w:placeholder>
            <w:showingPlcHdr/>
          </w:sdtPr>
          <w:sdtContent>
            <w:tc>
              <w:tcPr>
                <w:tcW w:w="9576" w:type="dxa"/>
              </w:tcPr>
              <w:p w14:paraId="40A11AF9" w14:textId="31BC1CAD" w:rsidR="00457312" w:rsidRDefault="009F21CE" w:rsidP="00AE7EF9">
                <w:pPr>
                  <w:pStyle w:val="BodyParagraph"/>
                  <w:rPr>
                    <w:lang w:eastAsia="ja-JP"/>
                  </w:rPr>
                </w:pPr>
                <w:r w:rsidRPr="009F21CE">
                  <w:rPr>
                    <w:rStyle w:val="ae"/>
                    <w:lang w:eastAsia="ja-JP"/>
                  </w:rPr>
                  <w:t>ここをクリックして文字を入力</w:t>
                </w:r>
              </w:p>
            </w:tc>
          </w:sdtContent>
        </w:sdt>
      </w:tr>
    </w:tbl>
    <w:p w14:paraId="40A11AFB" w14:textId="77777777" w:rsidR="00A8393B" w:rsidRDefault="00A8393B" w:rsidP="00AE7EF9">
      <w:pPr>
        <w:pStyle w:val="BodyParagraph"/>
        <w:rPr>
          <w:lang w:eastAsia="ja-JP"/>
        </w:rPr>
      </w:pPr>
    </w:p>
    <w:p w14:paraId="40A11B00" w14:textId="6266B828" w:rsidR="00573227" w:rsidRDefault="00C64BFD" w:rsidP="00AE7EF9">
      <w:pPr>
        <w:pStyle w:val="BodyParagraph"/>
        <w:rPr>
          <w:lang w:eastAsia="ja-JP"/>
        </w:rPr>
      </w:pPr>
      <w:r>
        <w:rPr>
          <w:lang w:eastAsia="ja"/>
        </w:rPr>
        <w:t>奨学金期間が終了した直後に、どのような仕事／学業に就く計画ですか（</w:t>
      </w:r>
      <w:r w:rsidR="007A7128">
        <w:rPr>
          <w:rFonts w:hint="eastAsia"/>
          <w:lang w:eastAsia="ja-JP"/>
        </w:rPr>
        <w:t>7</w:t>
      </w:r>
      <w:r>
        <w:rPr>
          <w:lang w:eastAsia="ja"/>
        </w:rPr>
        <w:t>00字以内）。</w:t>
      </w:r>
    </w:p>
    <w:tbl>
      <w:tblPr>
        <w:tblStyle w:val="aa"/>
        <w:tblW w:w="0" w:type="auto"/>
        <w:tblLook w:val="04A0" w:firstRow="1" w:lastRow="0" w:firstColumn="1" w:lastColumn="0" w:noHBand="0" w:noVBand="1"/>
      </w:tblPr>
      <w:tblGrid>
        <w:gridCol w:w="9350"/>
      </w:tblGrid>
      <w:tr w:rsidR="00457312" w14:paraId="40A11B02" w14:textId="77777777" w:rsidTr="00457312">
        <w:sdt>
          <w:sdtPr>
            <w:rPr>
              <w:lang w:eastAsia="ja-JP"/>
            </w:rPr>
            <w:id w:val="92515188"/>
            <w:placeholder>
              <w:docPart w:val="0A0F68C581E3445D9956109E83E1EAB2"/>
            </w:placeholder>
            <w:showingPlcHdr/>
          </w:sdtPr>
          <w:sdtContent>
            <w:tc>
              <w:tcPr>
                <w:tcW w:w="9576" w:type="dxa"/>
              </w:tcPr>
              <w:p w14:paraId="40A11B01" w14:textId="34527F34" w:rsidR="00457312" w:rsidRDefault="009F21CE" w:rsidP="00AE7EF9">
                <w:pPr>
                  <w:pStyle w:val="BodyParagraph"/>
                  <w:rPr>
                    <w:lang w:eastAsia="ja-JP"/>
                  </w:rPr>
                </w:pPr>
                <w:r w:rsidRPr="009F21CE">
                  <w:rPr>
                    <w:rStyle w:val="ae"/>
                    <w:lang w:eastAsia="ja-JP"/>
                  </w:rPr>
                  <w:t>ここをクリックして文字を入力</w:t>
                </w:r>
              </w:p>
            </w:tc>
          </w:sdtContent>
        </w:sdt>
      </w:tr>
    </w:tbl>
    <w:p w14:paraId="40A11B03" w14:textId="77777777" w:rsidR="00C64BFD" w:rsidRDefault="00C64BFD" w:rsidP="00AE7EF9">
      <w:pPr>
        <w:pStyle w:val="BodyParagraph"/>
        <w:rPr>
          <w:lang w:eastAsia="ja-JP"/>
        </w:rPr>
      </w:pPr>
    </w:p>
    <w:p w14:paraId="40A11B04" w14:textId="1F7BE76D" w:rsidR="00C64BFD" w:rsidRDefault="00C64BFD" w:rsidP="00AE7EF9">
      <w:pPr>
        <w:pStyle w:val="BodyParagraph"/>
        <w:rPr>
          <w:lang w:eastAsia="ja-JP"/>
        </w:rPr>
      </w:pPr>
      <w:r>
        <w:rPr>
          <w:lang w:eastAsia="ja"/>
        </w:rPr>
        <w:t>あなたの長期的なキャリア目標は、</w:t>
      </w:r>
      <w:r w:rsidR="00C31EC0">
        <w:rPr>
          <w:rFonts w:hint="eastAsia"/>
          <w:lang w:eastAsia="ja"/>
        </w:rPr>
        <w:t>今回の留学で</w:t>
      </w:r>
      <w:r>
        <w:rPr>
          <w:lang w:eastAsia="ja"/>
        </w:rPr>
        <w:t>選択した</w:t>
      </w:r>
      <w:r w:rsidR="00C31EC0">
        <w:rPr>
          <w:rFonts w:hint="eastAsia"/>
          <w:lang w:eastAsia="ja"/>
        </w:rPr>
        <w:t>専攻分野</w:t>
      </w:r>
      <w:r>
        <w:rPr>
          <w:lang w:eastAsia="ja"/>
        </w:rPr>
        <w:t>とどのように関連していますか（</w:t>
      </w:r>
      <w:r w:rsidR="007A7128">
        <w:rPr>
          <w:rFonts w:hint="eastAsia"/>
          <w:lang w:eastAsia="ja-JP"/>
        </w:rPr>
        <w:t>7</w:t>
      </w:r>
      <w:r>
        <w:rPr>
          <w:lang w:eastAsia="ja"/>
        </w:rPr>
        <w:t>00字以内）。</w:t>
      </w:r>
    </w:p>
    <w:tbl>
      <w:tblPr>
        <w:tblStyle w:val="aa"/>
        <w:tblW w:w="0" w:type="auto"/>
        <w:tblLook w:val="04A0" w:firstRow="1" w:lastRow="0" w:firstColumn="1" w:lastColumn="0" w:noHBand="0" w:noVBand="1"/>
      </w:tblPr>
      <w:tblGrid>
        <w:gridCol w:w="9350"/>
      </w:tblGrid>
      <w:tr w:rsidR="00457312" w14:paraId="40A11B06" w14:textId="77777777" w:rsidTr="00457312">
        <w:sdt>
          <w:sdtPr>
            <w:rPr>
              <w:lang w:eastAsia="ja-JP"/>
            </w:rPr>
            <w:id w:val="988515990"/>
            <w:placeholder>
              <w:docPart w:val="E3224C1E01C14AAF87D42F366218B22E"/>
            </w:placeholder>
            <w:showingPlcHdr/>
          </w:sdtPr>
          <w:sdtContent>
            <w:tc>
              <w:tcPr>
                <w:tcW w:w="9576" w:type="dxa"/>
              </w:tcPr>
              <w:p w14:paraId="40A11B05" w14:textId="0E7BF083" w:rsidR="00457312" w:rsidRDefault="009F21CE" w:rsidP="00AE7EF9">
                <w:pPr>
                  <w:pStyle w:val="BodyParagraph"/>
                  <w:rPr>
                    <w:lang w:eastAsia="ja-JP"/>
                  </w:rPr>
                </w:pPr>
                <w:r w:rsidRPr="009F21CE">
                  <w:rPr>
                    <w:rStyle w:val="ae"/>
                    <w:lang w:eastAsia="ja-JP"/>
                  </w:rPr>
                  <w:t>ここをクリックして文字を入力</w:t>
                </w:r>
              </w:p>
            </w:tc>
          </w:sdtContent>
        </w:sdt>
      </w:tr>
    </w:tbl>
    <w:p w14:paraId="40A11B07" w14:textId="77777777" w:rsidR="000E0EEA" w:rsidRPr="00457312" w:rsidRDefault="000E0EEA" w:rsidP="00457312">
      <w:pPr>
        <w:rPr>
          <w:lang w:eastAsia="ja-JP"/>
        </w:rPr>
      </w:pPr>
    </w:p>
    <w:p w14:paraId="40A11B08" w14:textId="77777777" w:rsidR="00E4056B" w:rsidRDefault="00E4056B" w:rsidP="00E4056B">
      <w:pPr>
        <w:pStyle w:val="3"/>
        <w:rPr>
          <w:lang w:eastAsia="ja-JP"/>
        </w:rPr>
      </w:pPr>
      <w:r>
        <w:rPr>
          <w:bCs/>
          <w:lang w:eastAsia="ja"/>
        </w:rPr>
        <w:t>予算</w:t>
      </w:r>
    </w:p>
    <w:p w14:paraId="40A11B09" w14:textId="77777777" w:rsidR="00E4056B" w:rsidRDefault="00E4056B" w:rsidP="00AE7EF9">
      <w:pPr>
        <w:pStyle w:val="BodyParagraph"/>
        <w:rPr>
          <w:lang w:eastAsia="ja-JP"/>
        </w:rPr>
      </w:pPr>
      <w:r>
        <w:rPr>
          <w:lang w:eastAsia="ja"/>
        </w:rPr>
        <w:t>予算を立てるために使用した現地通貨と、1米ドルあたりの為替レート（最新のもの）を記入してください。</w:t>
      </w:r>
    </w:p>
    <w:tbl>
      <w:tblPr>
        <w:tblStyle w:val="aa"/>
        <w:tblW w:w="0" w:type="auto"/>
        <w:tblLook w:val="04A0" w:firstRow="1" w:lastRow="0" w:firstColumn="1" w:lastColumn="0" w:noHBand="0" w:noVBand="1"/>
      </w:tblPr>
      <w:tblGrid>
        <w:gridCol w:w="1345"/>
        <w:gridCol w:w="2701"/>
        <w:gridCol w:w="3149"/>
        <w:gridCol w:w="2155"/>
      </w:tblGrid>
      <w:tr w:rsidR="009F21CE" w14:paraId="40A11B0E" w14:textId="77777777" w:rsidTr="00E84D9E">
        <w:tc>
          <w:tcPr>
            <w:tcW w:w="1345" w:type="dxa"/>
          </w:tcPr>
          <w:p w14:paraId="40A11B0A" w14:textId="77777777" w:rsidR="009F21CE" w:rsidRDefault="009F21CE" w:rsidP="00AE7EF9">
            <w:pPr>
              <w:pStyle w:val="BodyParagraph"/>
            </w:pPr>
            <w:r>
              <w:rPr>
                <w:lang w:eastAsia="ja"/>
              </w:rPr>
              <w:t>現地通貨：</w:t>
            </w:r>
          </w:p>
        </w:tc>
        <w:sdt>
          <w:sdtPr>
            <w:id w:val="1415513249"/>
            <w:placeholder>
              <w:docPart w:val="2C65E868F49444C8AA4CF7D93DD33BEB"/>
            </w:placeholder>
            <w:showingPlcHdr/>
          </w:sdtPr>
          <w:sdtContent>
            <w:tc>
              <w:tcPr>
                <w:tcW w:w="2701" w:type="dxa"/>
              </w:tcPr>
              <w:p w14:paraId="40A11B0B" w14:textId="1A002E81" w:rsidR="009F21CE" w:rsidRDefault="009F21CE" w:rsidP="00AE7EF9">
                <w:pPr>
                  <w:pStyle w:val="BodyParagraph"/>
                  <w:rPr>
                    <w:lang w:eastAsia="ja-JP"/>
                  </w:rPr>
                </w:pPr>
                <w:r w:rsidRPr="00E84D9E">
                  <w:rPr>
                    <w:rStyle w:val="ae"/>
                    <w:lang w:eastAsia="ja-JP"/>
                  </w:rPr>
                  <w:t>ここをクリックして文字を入力</w:t>
                </w:r>
              </w:p>
            </w:tc>
          </w:sdtContent>
        </w:sdt>
        <w:tc>
          <w:tcPr>
            <w:tcW w:w="3149" w:type="dxa"/>
          </w:tcPr>
          <w:p w14:paraId="40A11B0C" w14:textId="77777777" w:rsidR="009F21CE" w:rsidRDefault="009F21CE" w:rsidP="00AE7EF9">
            <w:pPr>
              <w:pStyle w:val="BodyParagraph"/>
              <w:rPr>
                <w:lang w:eastAsia="ja-JP"/>
              </w:rPr>
            </w:pPr>
            <w:r>
              <w:rPr>
                <w:lang w:eastAsia="ja"/>
              </w:rPr>
              <w:t>為替レート（1米ドルあたり）：</w:t>
            </w:r>
          </w:p>
        </w:tc>
        <w:sdt>
          <w:sdtPr>
            <w:id w:val="-799529062"/>
            <w:placeholder>
              <w:docPart w:val="C5914AE838D94FC5A1BFA6B07E770F84"/>
            </w:placeholder>
            <w:showingPlcHdr/>
          </w:sdtPr>
          <w:sdtContent>
            <w:tc>
              <w:tcPr>
                <w:tcW w:w="2155" w:type="dxa"/>
              </w:tcPr>
              <w:p w14:paraId="40A11B0D" w14:textId="7054B5F7" w:rsidR="009F21CE" w:rsidRDefault="009F21CE" w:rsidP="00AE7EF9">
                <w:pPr>
                  <w:pStyle w:val="BodyParagraph"/>
                  <w:rPr>
                    <w:lang w:eastAsia="ja-JP"/>
                  </w:rPr>
                </w:pPr>
                <w:r w:rsidRPr="00E84D9E">
                  <w:rPr>
                    <w:rStyle w:val="ae"/>
                    <w:lang w:eastAsia="ja-JP"/>
                  </w:rPr>
                  <w:t>ここをクリックして文字を入力</w:t>
                </w:r>
              </w:p>
            </w:tc>
          </w:sdtContent>
        </w:sdt>
      </w:tr>
    </w:tbl>
    <w:p w14:paraId="40A11B0F" w14:textId="77777777" w:rsidR="00E4056B" w:rsidRDefault="00E4056B" w:rsidP="00AE7EF9">
      <w:pPr>
        <w:pStyle w:val="BodyParagraph"/>
        <w:rPr>
          <w:lang w:eastAsia="ja-JP"/>
        </w:rPr>
      </w:pPr>
    </w:p>
    <w:p w14:paraId="40A11B10" w14:textId="77777777" w:rsidR="009C4ECA" w:rsidRDefault="009C4ECA" w:rsidP="00AE7EF9">
      <w:pPr>
        <w:pStyle w:val="BodyParagraph"/>
        <w:rPr>
          <w:lang w:eastAsia="ja-JP"/>
        </w:rPr>
      </w:pPr>
      <w:r>
        <w:rPr>
          <w:lang w:eastAsia="ja"/>
        </w:rPr>
        <w:t>具体的な経費を挙げてください。予算の合計額は、奨学金額に合っていなければなりません。また記入した経費を裏づける資料（料金表、見積書など）を添付してください。</w:t>
      </w:r>
    </w:p>
    <w:tbl>
      <w:tblPr>
        <w:tblStyle w:val="aa"/>
        <w:tblW w:w="0" w:type="auto"/>
        <w:tblLook w:val="04A0" w:firstRow="1" w:lastRow="0" w:firstColumn="1" w:lastColumn="0" w:noHBand="0" w:noVBand="1"/>
      </w:tblPr>
      <w:tblGrid>
        <w:gridCol w:w="486"/>
        <w:gridCol w:w="3315"/>
        <w:gridCol w:w="1866"/>
        <w:gridCol w:w="1842"/>
        <w:gridCol w:w="1841"/>
      </w:tblGrid>
      <w:tr w:rsidR="009C4ECA" w14:paraId="40A11B16" w14:textId="77777777" w:rsidTr="009F21CE">
        <w:tc>
          <w:tcPr>
            <w:tcW w:w="486" w:type="dxa"/>
            <w:shd w:val="clear" w:color="auto" w:fill="F2F2F2" w:themeFill="background1" w:themeFillShade="F2"/>
          </w:tcPr>
          <w:p w14:paraId="40A11B11" w14:textId="77777777" w:rsidR="009C4ECA" w:rsidRDefault="009C4ECA" w:rsidP="00AE7EF9">
            <w:pPr>
              <w:pStyle w:val="BodyParagraph"/>
            </w:pPr>
            <w:r>
              <w:rPr>
                <w:lang w:eastAsia="ja"/>
              </w:rPr>
              <w:t>#</w:t>
            </w:r>
          </w:p>
        </w:tc>
        <w:tc>
          <w:tcPr>
            <w:tcW w:w="3315" w:type="dxa"/>
            <w:shd w:val="clear" w:color="auto" w:fill="F2F2F2" w:themeFill="background1" w:themeFillShade="F2"/>
          </w:tcPr>
          <w:p w14:paraId="40A11B12" w14:textId="77777777" w:rsidR="009C4ECA" w:rsidRDefault="009C4ECA" w:rsidP="00AE7EF9">
            <w:pPr>
              <w:pStyle w:val="BodyParagraph"/>
            </w:pPr>
            <w:r>
              <w:rPr>
                <w:lang w:eastAsia="ja"/>
              </w:rPr>
              <w:t>内容</w:t>
            </w:r>
          </w:p>
        </w:tc>
        <w:tc>
          <w:tcPr>
            <w:tcW w:w="1866" w:type="dxa"/>
            <w:shd w:val="clear" w:color="auto" w:fill="F2F2F2" w:themeFill="background1" w:themeFillShade="F2"/>
          </w:tcPr>
          <w:p w14:paraId="40A11B13" w14:textId="77777777" w:rsidR="009C4ECA" w:rsidRDefault="009C4ECA" w:rsidP="00AE7EF9">
            <w:pPr>
              <w:pStyle w:val="BodyParagraph"/>
            </w:pPr>
            <w:r>
              <w:rPr>
                <w:lang w:eastAsia="ja"/>
              </w:rPr>
              <w:t>カテゴリー</w:t>
            </w:r>
          </w:p>
        </w:tc>
        <w:tc>
          <w:tcPr>
            <w:tcW w:w="1842" w:type="dxa"/>
            <w:shd w:val="clear" w:color="auto" w:fill="F2F2F2" w:themeFill="background1" w:themeFillShade="F2"/>
          </w:tcPr>
          <w:p w14:paraId="40A11B14" w14:textId="77777777" w:rsidR="009C4ECA" w:rsidRDefault="009C4ECA" w:rsidP="00AE7EF9">
            <w:pPr>
              <w:pStyle w:val="BodyParagraph"/>
            </w:pPr>
            <w:r>
              <w:rPr>
                <w:lang w:eastAsia="ja"/>
              </w:rPr>
              <w:t>費用（現地通貨）</w:t>
            </w:r>
          </w:p>
        </w:tc>
        <w:tc>
          <w:tcPr>
            <w:tcW w:w="1841" w:type="dxa"/>
            <w:shd w:val="clear" w:color="auto" w:fill="F2F2F2" w:themeFill="background1" w:themeFillShade="F2"/>
          </w:tcPr>
          <w:p w14:paraId="40A11B15" w14:textId="77777777" w:rsidR="009C4ECA" w:rsidRDefault="009C4ECA" w:rsidP="00AE7EF9">
            <w:pPr>
              <w:pStyle w:val="BodyParagraph"/>
            </w:pPr>
            <w:r>
              <w:rPr>
                <w:lang w:eastAsia="ja"/>
              </w:rPr>
              <w:t>費用（米ドル）</w:t>
            </w:r>
          </w:p>
        </w:tc>
      </w:tr>
      <w:tr w:rsidR="009F21CE" w14:paraId="40A11B1C" w14:textId="77777777" w:rsidTr="009F21CE">
        <w:tc>
          <w:tcPr>
            <w:tcW w:w="486" w:type="dxa"/>
          </w:tcPr>
          <w:p w14:paraId="40A11B17" w14:textId="77777777" w:rsidR="009F21CE" w:rsidRDefault="009F21CE" w:rsidP="00AE7EF9">
            <w:pPr>
              <w:pStyle w:val="BodyParagraph"/>
            </w:pPr>
            <w:r>
              <w:rPr>
                <w:lang w:eastAsia="ja"/>
              </w:rPr>
              <w:t>1</w:t>
            </w:r>
          </w:p>
        </w:tc>
        <w:tc>
          <w:tcPr>
            <w:tcW w:w="3315" w:type="dxa"/>
          </w:tcPr>
          <w:p w14:paraId="40A11B18" w14:textId="77777777" w:rsidR="009F21CE" w:rsidRDefault="009F21CE" w:rsidP="00AE7EF9">
            <w:pPr>
              <w:pStyle w:val="BodyParagraph"/>
            </w:pPr>
            <w:r>
              <w:rPr>
                <w:lang w:eastAsia="ja"/>
              </w:rPr>
              <w:t>授業料と入学金</w:t>
            </w:r>
          </w:p>
        </w:tc>
        <w:tc>
          <w:tcPr>
            <w:tcW w:w="1866" w:type="dxa"/>
          </w:tcPr>
          <w:p w14:paraId="40A11B19" w14:textId="77777777" w:rsidR="009F21CE" w:rsidRDefault="009F21CE" w:rsidP="00AE7EF9">
            <w:pPr>
              <w:pStyle w:val="BodyParagraph"/>
            </w:pPr>
            <w:r>
              <w:rPr>
                <w:lang w:eastAsia="ja"/>
              </w:rPr>
              <w:t>授業料</w:t>
            </w:r>
          </w:p>
        </w:tc>
        <w:sdt>
          <w:sdtPr>
            <w:id w:val="2016806541"/>
            <w:placeholder>
              <w:docPart w:val="91ADEB1CBFFD4228ADB8812CB164DAE3"/>
            </w:placeholder>
            <w:showingPlcHdr/>
          </w:sdtPr>
          <w:sdtContent>
            <w:tc>
              <w:tcPr>
                <w:tcW w:w="1842" w:type="dxa"/>
              </w:tcPr>
              <w:p w14:paraId="40A11B1A" w14:textId="45815486" w:rsidR="009F21CE" w:rsidRDefault="009F21CE" w:rsidP="00AE7EF9">
                <w:pPr>
                  <w:pStyle w:val="BodyParagraph"/>
                  <w:rPr>
                    <w:lang w:eastAsia="ja-JP"/>
                  </w:rPr>
                </w:pPr>
                <w:r w:rsidRPr="00E84D9E">
                  <w:rPr>
                    <w:rStyle w:val="ae"/>
                    <w:lang w:eastAsia="ja-JP"/>
                  </w:rPr>
                  <w:t>ここをクリックして文字を入力</w:t>
                </w:r>
              </w:p>
            </w:tc>
          </w:sdtContent>
        </w:sdt>
        <w:sdt>
          <w:sdtPr>
            <w:id w:val="-1229926351"/>
            <w:placeholder>
              <w:docPart w:val="A22FD2FA8D9B4C7CB282DD444DC128A0"/>
            </w:placeholder>
            <w:showingPlcHdr/>
          </w:sdtPr>
          <w:sdtContent>
            <w:tc>
              <w:tcPr>
                <w:tcW w:w="1841" w:type="dxa"/>
              </w:tcPr>
              <w:p w14:paraId="40A11B1B" w14:textId="3ED3697E"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22" w14:textId="77777777" w:rsidTr="009F21CE">
        <w:tc>
          <w:tcPr>
            <w:tcW w:w="486" w:type="dxa"/>
          </w:tcPr>
          <w:p w14:paraId="40A11B1D" w14:textId="77777777" w:rsidR="009F21CE" w:rsidRDefault="009F21CE" w:rsidP="00AE7EF9">
            <w:pPr>
              <w:pStyle w:val="BodyParagraph"/>
            </w:pPr>
            <w:r>
              <w:rPr>
                <w:lang w:eastAsia="ja"/>
              </w:rPr>
              <w:t>2</w:t>
            </w:r>
          </w:p>
        </w:tc>
        <w:tc>
          <w:tcPr>
            <w:tcW w:w="3315" w:type="dxa"/>
          </w:tcPr>
          <w:p w14:paraId="40A11B1E" w14:textId="3D44A2BC" w:rsidR="009F21CE" w:rsidRDefault="009F21CE" w:rsidP="00AE7EF9">
            <w:pPr>
              <w:pStyle w:val="BodyParagraph"/>
            </w:pPr>
            <w:r>
              <w:rPr>
                <w:lang w:eastAsia="ja"/>
              </w:rPr>
              <w:t>部屋代</w:t>
            </w:r>
            <w:r w:rsidR="0088321B">
              <w:rPr>
                <w:rFonts w:hint="eastAsia"/>
                <w:lang w:eastAsia="ja"/>
              </w:rPr>
              <w:t>・家賃</w:t>
            </w:r>
          </w:p>
        </w:tc>
        <w:tc>
          <w:tcPr>
            <w:tcW w:w="1866" w:type="dxa"/>
          </w:tcPr>
          <w:p w14:paraId="40A11B1F" w14:textId="77777777" w:rsidR="009F21CE" w:rsidRDefault="009F21CE" w:rsidP="00AE7EF9">
            <w:pPr>
              <w:pStyle w:val="BodyParagraph"/>
            </w:pPr>
            <w:r>
              <w:rPr>
                <w:lang w:eastAsia="ja"/>
              </w:rPr>
              <w:t>宿泊</w:t>
            </w:r>
          </w:p>
        </w:tc>
        <w:sdt>
          <w:sdtPr>
            <w:id w:val="-1787575706"/>
            <w:placeholder>
              <w:docPart w:val="744AA77B37074C678B1415729945B26E"/>
            </w:placeholder>
            <w:showingPlcHdr/>
          </w:sdtPr>
          <w:sdtContent>
            <w:tc>
              <w:tcPr>
                <w:tcW w:w="1842" w:type="dxa"/>
              </w:tcPr>
              <w:p w14:paraId="40A11B20" w14:textId="47163DA1" w:rsidR="009F21CE" w:rsidRDefault="009F21CE" w:rsidP="00AE7EF9">
                <w:pPr>
                  <w:pStyle w:val="BodyParagraph"/>
                  <w:rPr>
                    <w:lang w:eastAsia="ja-JP"/>
                  </w:rPr>
                </w:pPr>
                <w:r w:rsidRPr="00E84D9E">
                  <w:rPr>
                    <w:rStyle w:val="ae"/>
                    <w:lang w:eastAsia="ja-JP"/>
                  </w:rPr>
                  <w:t>ここをクリックして文字を入力</w:t>
                </w:r>
              </w:p>
            </w:tc>
          </w:sdtContent>
        </w:sdt>
        <w:sdt>
          <w:sdtPr>
            <w:id w:val="883604665"/>
            <w:placeholder>
              <w:docPart w:val="CCE044AB2AAD41AEA04AF66155FADD5C"/>
            </w:placeholder>
            <w:showingPlcHdr/>
          </w:sdtPr>
          <w:sdtContent>
            <w:tc>
              <w:tcPr>
                <w:tcW w:w="1841" w:type="dxa"/>
              </w:tcPr>
              <w:p w14:paraId="40A11B21" w14:textId="224CAA6D"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28" w14:textId="77777777" w:rsidTr="009F21CE">
        <w:tc>
          <w:tcPr>
            <w:tcW w:w="486" w:type="dxa"/>
          </w:tcPr>
          <w:p w14:paraId="40A11B23" w14:textId="77777777" w:rsidR="009F21CE" w:rsidRDefault="009F21CE" w:rsidP="00AE7EF9">
            <w:pPr>
              <w:pStyle w:val="BodyParagraph"/>
            </w:pPr>
            <w:r>
              <w:rPr>
                <w:lang w:eastAsia="ja"/>
              </w:rPr>
              <w:t>3</w:t>
            </w:r>
          </w:p>
        </w:tc>
        <w:tc>
          <w:tcPr>
            <w:tcW w:w="3315" w:type="dxa"/>
          </w:tcPr>
          <w:p w14:paraId="40A11B24" w14:textId="77777777" w:rsidR="009F21CE" w:rsidRDefault="009F21CE" w:rsidP="00AE7EF9">
            <w:pPr>
              <w:pStyle w:val="BodyParagraph"/>
            </w:pPr>
            <w:r>
              <w:rPr>
                <w:lang w:eastAsia="ja"/>
              </w:rPr>
              <w:t>教科書</w:t>
            </w:r>
          </w:p>
        </w:tc>
        <w:tc>
          <w:tcPr>
            <w:tcW w:w="1866" w:type="dxa"/>
          </w:tcPr>
          <w:p w14:paraId="40A11B25" w14:textId="77777777" w:rsidR="009F21CE" w:rsidRDefault="009F21CE" w:rsidP="00AE7EF9">
            <w:pPr>
              <w:pStyle w:val="BodyParagraph"/>
            </w:pPr>
            <w:r>
              <w:rPr>
                <w:lang w:eastAsia="ja"/>
              </w:rPr>
              <w:t>必需品</w:t>
            </w:r>
          </w:p>
        </w:tc>
        <w:sdt>
          <w:sdtPr>
            <w:id w:val="1148239257"/>
            <w:placeholder>
              <w:docPart w:val="09DF6102A5C241949D70CEC95237FF0C"/>
            </w:placeholder>
            <w:showingPlcHdr/>
          </w:sdtPr>
          <w:sdtContent>
            <w:tc>
              <w:tcPr>
                <w:tcW w:w="1842" w:type="dxa"/>
              </w:tcPr>
              <w:p w14:paraId="40A11B26" w14:textId="5165C856" w:rsidR="009F21CE" w:rsidRDefault="009F21CE" w:rsidP="00AE7EF9">
                <w:pPr>
                  <w:pStyle w:val="BodyParagraph"/>
                  <w:rPr>
                    <w:lang w:eastAsia="ja-JP"/>
                  </w:rPr>
                </w:pPr>
                <w:r w:rsidRPr="00E84D9E">
                  <w:rPr>
                    <w:rStyle w:val="ae"/>
                    <w:lang w:eastAsia="ja-JP"/>
                  </w:rPr>
                  <w:t>ここをクリックして文字を入力</w:t>
                </w:r>
              </w:p>
            </w:tc>
          </w:sdtContent>
        </w:sdt>
        <w:sdt>
          <w:sdtPr>
            <w:id w:val="27464715"/>
            <w:placeholder>
              <w:docPart w:val="5318C04448FB46DAA726A1B70F43F441"/>
            </w:placeholder>
            <w:showingPlcHdr/>
          </w:sdtPr>
          <w:sdtContent>
            <w:tc>
              <w:tcPr>
                <w:tcW w:w="1841" w:type="dxa"/>
              </w:tcPr>
              <w:p w14:paraId="40A11B27" w14:textId="350201E7"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2E" w14:textId="77777777" w:rsidTr="009F21CE">
        <w:tc>
          <w:tcPr>
            <w:tcW w:w="486" w:type="dxa"/>
          </w:tcPr>
          <w:p w14:paraId="40A11B29" w14:textId="77777777" w:rsidR="009F21CE" w:rsidRDefault="009F21CE" w:rsidP="00AE7EF9">
            <w:pPr>
              <w:pStyle w:val="BodyParagraph"/>
            </w:pPr>
            <w:r>
              <w:rPr>
                <w:lang w:eastAsia="ja"/>
              </w:rPr>
              <w:lastRenderedPageBreak/>
              <w:t>4</w:t>
            </w:r>
          </w:p>
        </w:tc>
        <w:tc>
          <w:tcPr>
            <w:tcW w:w="3315" w:type="dxa"/>
          </w:tcPr>
          <w:p w14:paraId="40A11B2A" w14:textId="77777777" w:rsidR="009F21CE" w:rsidRDefault="009F21CE" w:rsidP="00AE7EF9">
            <w:pPr>
              <w:pStyle w:val="BodyParagraph"/>
            </w:pPr>
            <w:r>
              <w:rPr>
                <w:lang w:eastAsia="ja"/>
              </w:rPr>
              <w:t>食費</w:t>
            </w:r>
          </w:p>
        </w:tc>
        <w:tc>
          <w:tcPr>
            <w:tcW w:w="1866" w:type="dxa"/>
          </w:tcPr>
          <w:p w14:paraId="40A11B2B" w14:textId="77777777" w:rsidR="009F21CE" w:rsidRDefault="009F21CE" w:rsidP="00AE7EF9">
            <w:pPr>
              <w:pStyle w:val="BodyParagraph"/>
            </w:pPr>
            <w:r>
              <w:rPr>
                <w:lang w:eastAsia="ja"/>
              </w:rPr>
              <w:t>必需品</w:t>
            </w:r>
          </w:p>
        </w:tc>
        <w:sdt>
          <w:sdtPr>
            <w:id w:val="-805246379"/>
            <w:placeholder>
              <w:docPart w:val="968E914A6D8B48DA98F249249B33D5D7"/>
            </w:placeholder>
            <w:showingPlcHdr/>
          </w:sdtPr>
          <w:sdtContent>
            <w:tc>
              <w:tcPr>
                <w:tcW w:w="1842" w:type="dxa"/>
              </w:tcPr>
              <w:p w14:paraId="40A11B2C" w14:textId="4EC79A25" w:rsidR="009F21CE" w:rsidRDefault="009F21CE" w:rsidP="00AE7EF9">
                <w:pPr>
                  <w:pStyle w:val="BodyParagraph"/>
                  <w:rPr>
                    <w:lang w:eastAsia="ja-JP"/>
                  </w:rPr>
                </w:pPr>
                <w:r w:rsidRPr="00E84D9E">
                  <w:rPr>
                    <w:rStyle w:val="ae"/>
                    <w:lang w:eastAsia="ja-JP"/>
                  </w:rPr>
                  <w:t>ここをクリックして文字を入力</w:t>
                </w:r>
              </w:p>
            </w:tc>
          </w:sdtContent>
        </w:sdt>
        <w:sdt>
          <w:sdtPr>
            <w:id w:val="966705164"/>
            <w:placeholder>
              <w:docPart w:val="89EFF664DFEE43C6B7F512054345C520"/>
            </w:placeholder>
            <w:showingPlcHdr/>
          </w:sdtPr>
          <w:sdtContent>
            <w:tc>
              <w:tcPr>
                <w:tcW w:w="1841" w:type="dxa"/>
              </w:tcPr>
              <w:p w14:paraId="40A11B2D" w14:textId="756A5B62"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34" w14:textId="77777777" w:rsidTr="009F21CE">
        <w:tc>
          <w:tcPr>
            <w:tcW w:w="486" w:type="dxa"/>
          </w:tcPr>
          <w:p w14:paraId="40A11B2F" w14:textId="77777777" w:rsidR="009F21CE" w:rsidRDefault="009F21CE" w:rsidP="00AE7EF9">
            <w:pPr>
              <w:pStyle w:val="BodyParagraph"/>
            </w:pPr>
            <w:r>
              <w:rPr>
                <w:lang w:eastAsia="ja"/>
              </w:rPr>
              <w:t>5</w:t>
            </w:r>
          </w:p>
        </w:tc>
        <w:tc>
          <w:tcPr>
            <w:tcW w:w="3315" w:type="dxa"/>
          </w:tcPr>
          <w:p w14:paraId="40A11B30" w14:textId="77777777" w:rsidR="009F21CE" w:rsidRDefault="009F21CE" w:rsidP="00AE7EF9">
            <w:pPr>
              <w:pStyle w:val="BodyParagraph"/>
            </w:pPr>
            <w:r>
              <w:rPr>
                <w:lang w:eastAsia="ja"/>
              </w:rPr>
              <w:t>航空料金</w:t>
            </w:r>
          </w:p>
        </w:tc>
        <w:tc>
          <w:tcPr>
            <w:tcW w:w="1866" w:type="dxa"/>
          </w:tcPr>
          <w:p w14:paraId="40A11B31" w14:textId="77777777" w:rsidR="009F21CE" w:rsidRDefault="009F21CE" w:rsidP="00AE7EF9">
            <w:pPr>
              <w:pStyle w:val="BodyParagraph"/>
            </w:pPr>
            <w:r>
              <w:rPr>
                <w:lang w:eastAsia="ja"/>
              </w:rPr>
              <w:t>旅行</w:t>
            </w:r>
          </w:p>
        </w:tc>
        <w:sdt>
          <w:sdtPr>
            <w:id w:val="140937652"/>
            <w:placeholder>
              <w:docPart w:val="AEE3131D5C244B4BAF616C4995B46013"/>
            </w:placeholder>
            <w:showingPlcHdr/>
          </w:sdtPr>
          <w:sdtContent>
            <w:tc>
              <w:tcPr>
                <w:tcW w:w="1842" w:type="dxa"/>
              </w:tcPr>
              <w:p w14:paraId="40A11B32" w14:textId="247F8E84" w:rsidR="009F21CE" w:rsidRDefault="009F21CE" w:rsidP="00AE7EF9">
                <w:pPr>
                  <w:pStyle w:val="BodyParagraph"/>
                  <w:rPr>
                    <w:lang w:eastAsia="ja-JP"/>
                  </w:rPr>
                </w:pPr>
                <w:r w:rsidRPr="00E84D9E">
                  <w:rPr>
                    <w:rStyle w:val="ae"/>
                    <w:lang w:eastAsia="ja-JP"/>
                  </w:rPr>
                  <w:t>ここをクリックして文字を入力</w:t>
                </w:r>
              </w:p>
            </w:tc>
          </w:sdtContent>
        </w:sdt>
        <w:sdt>
          <w:sdtPr>
            <w:id w:val="664051987"/>
            <w:placeholder>
              <w:docPart w:val="B982E25DCED64141B7FA6C0021C41007"/>
            </w:placeholder>
            <w:showingPlcHdr/>
          </w:sdtPr>
          <w:sdtContent>
            <w:tc>
              <w:tcPr>
                <w:tcW w:w="1841" w:type="dxa"/>
              </w:tcPr>
              <w:p w14:paraId="40A11B33" w14:textId="0B331BF4"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3A" w14:textId="77777777" w:rsidTr="009F21CE">
        <w:tc>
          <w:tcPr>
            <w:tcW w:w="486" w:type="dxa"/>
          </w:tcPr>
          <w:p w14:paraId="40A11B35" w14:textId="77777777" w:rsidR="009F21CE" w:rsidRDefault="009F21CE" w:rsidP="00AE7EF9">
            <w:pPr>
              <w:pStyle w:val="BodyParagraph"/>
            </w:pPr>
            <w:r>
              <w:rPr>
                <w:lang w:eastAsia="ja"/>
              </w:rPr>
              <w:t>6</w:t>
            </w:r>
          </w:p>
        </w:tc>
        <w:tc>
          <w:tcPr>
            <w:tcW w:w="3315" w:type="dxa"/>
          </w:tcPr>
          <w:p w14:paraId="40A11B36" w14:textId="77777777" w:rsidR="009F21CE" w:rsidRDefault="009F21CE" w:rsidP="00AE7EF9">
            <w:pPr>
              <w:pStyle w:val="BodyParagraph"/>
            </w:pPr>
            <w:r>
              <w:rPr>
                <w:lang w:eastAsia="ja"/>
              </w:rPr>
              <w:t>領事／査証手数料</w:t>
            </w:r>
          </w:p>
        </w:tc>
        <w:tc>
          <w:tcPr>
            <w:tcW w:w="1866" w:type="dxa"/>
          </w:tcPr>
          <w:p w14:paraId="40A11B37" w14:textId="77777777" w:rsidR="009F21CE" w:rsidRDefault="009F21CE" w:rsidP="00AE7EF9">
            <w:pPr>
              <w:pStyle w:val="BodyParagraph"/>
            </w:pPr>
            <w:r>
              <w:rPr>
                <w:lang w:eastAsia="ja"/>
              </w:rPr>
              <w:t>旅行</w:t>
            </w:r>
          </w:p>
        </w:tc>
        <w:sdt>
          <w:sdtPr>
            <w:id w:val="-12467691"/>
            <w:placeholder>
              <w:docPart w:val="A7793AFCFB1844F38A704437218748B8"/>
            </w:placeholder>
            <w:showingPlcHdr/>
          </w:sdtPr>
          <w:sdtContent>
            <w:tc>
              <w:tcPr>
                <w:tcW w:w="1842" w:type="dxa"/>
              </w:tcPr>
              <w:p w14:paraId="40A11B38" w14:textId="58726DD1" w:rsidR="009F21CE" w:rsidRDefault="009F21CE" w:rsidP="00AE7EF9">
                <w:pPr>
                  <w:pStyle w:val="BodyParagraph"/>
                  <w:rPr>
                    <w:lang w:eastAsia="ja-JP"/>
                  </w:rPr>
                </w:pPr>
                <w:r w:rsidRPr="00E84D9E">
                  <w:rPr>
                    <w:rStyle w:val="ae"/>
                    <w:lang w:eastAsia="ja-JP"/>
                  </w:rPr>
                  <w:t>ここをクリックして文字を入力</w:t>
                </w:r>
              </w:p>
            </w:tc>
          </w:sdtContent>
        </w:sdt>
        <w:sdt>
          <w:sdtPr>
            <w:id w:val="-130864823"/>
            <w:placeholder>
              <w:docPart w:val="04B8A24EBADF4BF68611B2BEBC0CD80C"/>
            </w:placeholder>
            <w:showingPlcHdr/>
          </w:sdtPr>
          <w:sdtContent>
            <w:tc>
              <w:tcPr>
                <w:tcW w:w="1841" w:type="dxa"/>
              </w:tcPr>
              <w:p w14:paraId="40A11B39" w14:textId="486B5E4D"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40" w14:textId="77777777" w:rsidTr="009F21CE">
        <w:tc>
          <w:tcPr>
            <w:tcW w:w="486" w:type="dxa"/>
          </w:tcPr>
          <w:p w14:paraId="40A11B3B" w14:textId="77777777" w:rsidR="009F21CE" w:rsidRDefault="009F21CE" w:rsidP="00AE7EF9">
            <w:pPr>
              <w:pStyle w:val="BodyParagraph"/>
            </w:pPr>
            <w:r>
              <w:rPr>
                <w:lang w:eastAsia="ja"/>
              </w:rPr>
              <w:t>7</w:t>
            </w:r>
          </w:p>
        </w:tc>
        <w:tc>
          <w:tcPr>
            <w:tcW w:w="3315" w:type="dxa"/>
          </w:tcPr>
          <w:p w14:paraId="40A11B3C" w14:textId="77777777" w:rsidR="009F21CE" w:rsidRDefault="009F21CE" w:rsidP="00AE7EF9">
            <w:pPr>
              <w:pStyle w:val="BodyParagraph"/>
            </w:pPr>
            <w:r>
              <w:rPr>
                <w:lang w:eastAsia="ja"/>
              </w:rPr>
              <w:t>現地での交通費</w:t>
            </w:r>
          </w:p>
        </w:tc>
        <w:tc>
          <w:tcPr>
            <w:tcW w:w="1866" w:type="dxa"/>
          </w:tcPr>
          <w:p w14:paraId="40A11B3D" w14:textId="77777777" w:rsidR="009F21CE" w:rsidRDefault="009F21CE" w:rsidP="00AE7EF9">
            <w:pPr>
              <w:pStyle w:val="BodyParagraph"/>
            </w:pPr>
            <w:r>
              <w:rPr>
                <w:lang w:eastAsia="ja"/>
              </w:rPr>
              <w:t>旅行</w:t>
            </w:r>
          </w:p>
        </w:tc>
        <w:sdt>
          <w:sdtPr>
            <w:id w:val="-1196925346"/>
            <w:placeholder>
              <w:docPart w:val="046B506657114D739B123CECCB72ED64"/>
            </w:placeholder>
            <w:showingPlcHdr/>
          </w:sdtPr>
          <w:sdtContent>
            <w:tc>
              <w:tcPr>
                <w:tcW w:w="1842" w:type="dxa"/>
              </w:tcPr>
              <w:p w14:paraId="40A11B3E" w14:textId="3EBE0735" w:rsidR="009F21CE" w:rsidRDefault="009F21CE" w:rsidP="00AE7EF9">
                <w:pPr>
                  <w:pStyle w:val="BodyParagraph"/>
                  <w:rPr>
                    <w:lang w:eastAsia="ja-JP"/>
                  </w:rPr>
                </w:pPr>
                <w:r w:rsidRPr="00E84D9E">
                  <w:rPr>
                    <w:rStyle w:val="ae"/>
                    <w:lang w:eastAsia="ja-JP"/>
                  </w:rPr>
                  <w:t>ここをクリックして文字を入力</w:t>
                </w:r>
              </w:p>
            </w:tc>
          </w:sdtContent>
        </w:sdt>
        <w:sdt>
          <w:sdtPr>
            <w:id w:val="-1979913239"/>
            <w:placeholder>
              <w:docPart w:val="727D3A0E284C4A97BE7818B4A8DFD8B0"/>
            </w:placeholder>
            <w:showingPlcHdr/>
          </w:sdtPr>
          <w:sdtContent>
            <w:tc>
              <w:tcPr>
                <w:tcW w:w="1841" w:type="dxa"/>
              </w:tcPr>
              <w:p w14:paraId="40A11B3F" w14:textId="71E54872"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46" w14:textId="77777777" w:rsidTr="009F21CE">
        <w:tc>
          <w:tcPr>
            <w:tcW w:w="486" w:type="dxa"/>
          </w:tcPr>
          <w:p w14:paraId="40A11B41" w14:textId="77777777" w:rsidR="009F21CE" w:rsidRDefault="009F21CE" w:rsidP="00AE7EF9">
            <w:pPr>
              <w:pStyle w:val="BodyParagraph"/>
            </w:pPr>
            <w:r>
              <w:rPr>
                <w:lang w:eastAsia="ja"/>
              </w:rPr>
              <w:t>8</w:t>
            </w:r>
          </w:p>
        </w:tc>
        <w:sdt>
          <w:sdtPr>
            <w:id w:val="-369233486"/>
            <w:placeholder>
              <w:docPart w:val="320B7DB832EB4CD580DB1AD9B18C7E94"/>
            </w:placeholder>
            <w:showingPlcHdr/>
          </w:sdtPr>
          <w:sdtContent>
            <w:tc>
              <w:tcPr>
                <w:tcW w:w="3315" w:type="dxa"/>
              </w:tcPr>
              <w:p w14:paraId="40A11B42" w14:textId="4769A8A0" w:rsidR="009F21CE" w:rsidRDefault="009F21CE" w:rsidP="00AE7EF9">
                <w:pPr>
                  <w:pStyle w:val="BodyParagraph"/>
                  <w:rPr>
                    <w:lang w:eastAsia="ja-JP"/>
                  </w:rPr>
                </w:pPr>
                <w:r w:rsidRPr="00E84D9E">
                  <w:rPr>
                    <w:rStyle w:val="ae"/>
                    <w:lang w:eastAsia="ja-JP"/>
                  </w:rPr>
                  <w:t>ここをクリックして文字を入力</w:t>
                </w:r>
              </w:p>
            </w:tc>
          </w:sdtContent>
        </w:sdt>
        <w:sdt>
          <w:sdtPr>
            <w:id w:val="138929640"/>
            <w:placeholder>
              <w:docPart w:val="A70F4A1F0EEB4B37B5FBE541AEF3225C"/>
            </w:placeholder>
            <w:showingPlcHdr/>
          </w:sdtPr>
          <w:sdtContent>
            <w:tc>
              <w:tcPr>
                <w:tcW w:w="1866" w:type="dxa"/>
              </w:tcPr>
              <w:p w14:paraId="40A11B43" w14:textId="4659B209" w:rsidR="009F21CE" w:rsidRDefault="009F21CE" w:rsidP="00AE7EF9">
                <w:pPr>
                  <w:pStyle w:val="BodyParagraph"/>
                  <w:rPr>
                    <w:lang w:eastAsia="ja-JP"/>
                  </w:rPr>
                </w:pPr>
                <w:r w:rsidRPr="00E84D9E">
                  <w:rPr>
                    <w:rStyle w:val="ae"/>
                    <w:lang w:eastAsia="ja-JP"/>
                  </w:rPr>
                  <w:t>ここをクリックして文字を入力</w:t>
                </w:r>
              </w:p>
            </w:tc>
          </w:sdtContent>
        </w:sdt>
        <w:sdt>
          <w:sdtPr>
            <w:id w:val="1643851694"/>
            <w:placeholder>
              <w:docPart w:val="8F873330BB404C95B6C9D21D64E457AC"/>
            </w:placeholder>
            <w:showingPlcHdr/>
          </w:sdtPr>
          <w:sdtContent>
            <w:tc>
              <w:tcPr>
                <w:tcW w:w="1842" w:type="dxa"/>
              </w:tcPr>
              <w:p w14:paraId="40A11B44" w14:textId="176EF4AE" w:rsidR="009F21CE" w:rsidRDefault="009F21CE" w:rsidP="00AE7EF9">
                <w:pPr>
                  <w:pStyle w:val="BodyParagraph"/>
                  <w:rPr>
                    <w:lang w:eastAsia="ja-JP"/>
                  </w:rPr>
                </w:pPr>
                <w:r w:rsidRPr="00E84D9E">
                  <w:rPr>
                    <w:rStyle w:val="ae"/>
                    <w:lang w:eastAsia="ja-JP"/>
                  </w:rPr>
                  <w:t>ここをクリックして文字を入力</w:t>
                </w:r>
              </w:p>
            </w:tc>
          </w:sdtContent>
        </w:sdt>
        <w:sdt>
          <w:sdtPr>
            <w:id w:val="1747376430"/>
            <w:placeholder>
              <w:docPart w:val="8A8E18EAC9FD480597954DCCE76F61BA"/>
            </w:placeholder>
            <w:showingPlcHdr/>
          </w:sdtPr>
          <w:sdtContent>
            <w:tc>
              <w:tcPr>
                <w:tcW w:w="1841" w:type="dxa"/>
              </w:tcPr>
              <w:p w14:paraId="40A11B45" w14:textId="755CC0E3"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4C" w14:textId="77777777" w:rsidTr="009F21CE">
        <w:tc>
          <w:tcPr>
            <w:tcW w:w="486" w:type="dxa"/>
          </w:tcPr>
          <w:p w14:paraId="40A11B47" w14:textId="77777777" w:rsidR="009F21CE" w:rsidRDefault="009F21CE" w:rsidP="00AE7EF9">
            <w:pPr>
              <w:pStyle w:val="BodyParagraph"/>
            </w:pPr>
            <w:r>
              <w:rPr>
                <w:lang w:eastAsia="ja"/>
              </w:rPr>
              <w:t>9</w:t>
            </w:r>
          </w:p>
        </w:tc>
        <w:sdt>
          <w:sdtPr>
            <w:id w:val="-14000081"/>
            <w:placeholder>
              <w:docPart w:val="8D77B628E0A24BD6918B5D43A0168A8C"/>
            </w:placeholder>
            <w:showingPlcHdr/>
          </w:sdtPr>
          <w:sdtContent>
            <w:tc>
              <w:tcPr>
                <w:tcW w:w="3315" w:type="dxa"/>
              </w:tcPr>
              <w:p w14:paraId="40A11B48" w14:textId="2942DCED" w:rsidR="009F21CE" w:rsidRDefault="009F21CE" w:rsidP="00AE7EF9">
                <w:pPr>
                  <w:pStyle w:val="BodyParagraph"/>
                  <w:rPr>
                    <w:lang w:eastAsia="ja-JP"/>
                  </w:rPr>
                </w:pPr>
                <w:r w:rsidRPr="00E84D9E">
                  <w:rPr>
                    <w:rStyle w:val="ae"/>
                    <w:lang w:eastAsia="ja-JP"/>
                  </w:rPr>
                  <w:t>ここをクリックして文字を入力</w:t>
                </w:r>
              </w:p>
            </w:tc>
          </w:sdtContent>
        </w:sdt>
        <w:sdt>
          <w:sdtPr>
            <w:id w:val="1015657748"/>
            <w:placeholder>
              <w:docPart w:val="C65973B3020E4135B11A3656590923F0"/>
            </w:placeholder>
            <w:showingPlcHdr/>
          </w:sdtPr>
          <w:sdtContent>
            <w:tc>
              <w:tcPr>
                <w:tcW w:w="1866" w:type="dxa"/>
              </w:tcPr>
              <w:p w14:paraId="40A11B49" w14:textId="4BC474E6" w:rsidR="009F21CE" w:rsidRDefault="009F21CE" w:rsidP="00AE7EF9">
                <w:pPr>
                  <w:pStyle w:val="BodyParagraph"/>
                  <w:rPr>
                    <w:lang w:eastAsia="ja-JP"/>
                  </w:rPr>
                </w:pPr>
                <w:r w:rsidRPr="00E84D9E">
                  <w:rPr>
                    <w:rStyle w:val="ae"/>
                    <w:lang w:eastAsia="ja-JP"/>
                  </w:rPr>
                  <w:t>ここをクリックして文字を入力</w:t>
                </w:r>
              </w:p>
            </w:tc>
          </w:sdtContent>
        </w:sdt>
        <w:sdt>
          <w:sdtPr>
            <w:id w:val="725723454"/>
            <w:placeholder>
              <w:docPart w:val="EE8119A609224B9BA382DAC8F724CAFB"/>
            </w:placeholder>
            <w:showingPlcHdr/>
          </w:sdtPr>
          <w:sdtContent>
            <w:tc>
              <w:tcPr>
                <w:tcW w:w="1842" w:type="dxa"/>
              </w:tcPr>
              <w:p w14:paraId="40A11B4A" w14:textId="014670EA" w:rsidR="009F21CE" w:rsidRDefault="009F21CE" w:rsidP="00AE7EF9">
                <w:pPr>
                  <w:pStyle w:val="BodyParagraph"/>
                  <w:rPr>
                    <w:lang w:eastAsia="ja-JP"/>
                  </w:rPr>
                </w:pPr>
                <w:r w:rsidRPr="00E84D9E">
                  <w:rPr>
                    <w:rStyle w:val="ae"/>
                    <w:lang w:eastAsia="ja-JP"/>
                  </w:rPr>
                  <w:t>ここをクリックして文字を入力</w:t>
                </w:r>
              </w:p>
            </w:tc>
          </w:sdtContent>
        </w:sdt>
        <w:sdt>
          <w:sdtPr>
            <w:id w:val="522598217"/>
            <w:placeholder>
              <w:docPart w:val="5DE0C3AD09214A8EB1B69141A02F27E1"/>
            </w:placeholder>
            <w:showingPlcHdr/>
          </w:sdtPr>
          <w:sdtContent>
            <w:tc>
              <w:tcPr>
                <w:tcW w:w="1841" w:type="dxa"/>
              </w:tcPr>
              <w:p w14:paraId="40A11B4B" w14:textId="068CC869"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52" w14:textId="77777777" w:rsidTr="009F21CE">
        <w:tc>
          <w:tcPr>
            <w:tcW w:w="486" w:type="dxa"/>
          </w:tcPr>
          <w:p w14:paraId="40A11B4D" w14:textId="77777777" w:rsidR="009F21CE" w:rsidRDefault="009F21CE" w:rsidP="00AE7EF9">
            <w:pPr>
              <w:pStyle w:val="BodyParagraph"/>
            </w:pPr>
            <w:r>
              <w:rPr>
                <w:lang w:eastAsia="ja"/>
              </w:rPr>
              <w:t>10</w:t>
            </w:r>
          </w:p>
        </w:tc>
        <w:sdt>
          <w:sdtPr>
            <w:id w:val="544257436"/>
            <w:placeholder>
              <w:docPart w:val="7B4953547AFE49A9A216F966213CDA3F"/>
            </w:placeholder>
            <w:showingPlcHdr/>
          </w:sdtPr>
          <w:sdtContent>
            <w:tc>
              <w:tcPr>
                <w:tcW w:w="3315" w:type="dxa"/>
              </w:tcPr>
              <w:p w14:paraId="40A11B4E" w14:textId="3784579E" w:rsidR="009F21CE" w:rsidRDefault="009F21CE" w:rsidP="00AE7EF9">
                <w:pPr>
                  <w:pStyle w:val="BodyParagraph"/>
                  <w:rPr>
                    <w:lang w:eastAsia="ja-JP"/>
                  </w:rPr>
                </w:pPr>
                <w:r w:rsidRPr="00E84D9E">
                  <w:rPr>
                    <w:rStyle w:val="ae"/>
                    <w:lang w:eastAsia="ja-JP"/>
                  </w:rPr>
                  <w:t>ここをクリックして文字を入力</w:t>
                </w:r>
              </w:p>
            </w:tc>
          </w:sdtContent>
        </w:sdt>
        <w:sdt>
          <w:sdtPr>
            <w:id w:val="-2127296493"/>
            <w:placeholder>
              <w:docPart w:val="5CAD868D8BFC43CC8EA9A2EA3E8DA823"/>
            </w:placeholder>
            <w:showingPlcHdr/>
          </w:sdtPr>
          <w:sdtContent>
            <w:tc>
              <w:tcPr>
                <w:tcW w:w="1866" w:type="dxa"/>
              </w:tcPr>
              <w:p w14:paraId="40A11B4F" w14:textId="53FC234D" w:rsidR="009F21CE" w:rsidRDefault="009F21CE" w:rsidP="00AE7EF9">
                <w:pPr>
                  <w:pStyle w:val="BodyParagraph"/>
                  <w:rPr>
                    <w:lang w:eastAsia="ja-JP"/>
                  </w:rPr>
                </w:pPr>
                <w:r w:rsidRPr="00E84D9E">
                  <w:rPr>
                    <w:rStyle w:val="ae"/>
                    <w:lang w:eastAsia="ja-JP"/>
                  </w:rPr>
                  <w:t>ここをクリックして文字を入力</w:t>
                </w:r>
              </w:p>
            </w:tc>
          </w:sdtContent>
        </w:sdt>
        <w:sdt>
          <w:sdtPr>
            <w:id w:val="972105659"/>
            <w:placeholder>
              <w:docPart w:val="31D6AEBC36F54571AF07ECCBA3F1299C"/>
            </w:placeholder>
            <w:showingPlcHdr/>
          </w:sdtPr>
          <w:sdtContent>
            <w:tc>
              <w:tcPr>
                <w:tcW w:w="1842" w:type="dxa"/>
              </w:tcPr>
              <w:p w14:paraId="40A11B50" w14:textId="5135AEE6" w:rsidR="009F21CE" w:rsidRDefault="009F21CE" w:rsidP="00AE7EF9">
                <w:pPr>
                  <w:pStyle w:val="BodyParagraph"/>
                  <w:rPr>
                    <w:lang w:eastAsia="ja-JP"/>
                  </w:rPr>
                </w:pPr>
                <w:r w:rsidRPr="00E84D9E">
                  <w:rPr>
                    <w:rStyle w:val="ae"/>
                    <w:lang w:eastAsia="ja-JP"/>
                  </w:rPr>
                  <w:t>ここをクリックして文字を入力</w:t>
                </w:r>
              </w:p>
            </w:tc>
          </w:sdtContent>
        </w:sdt>
        <w:sdt>
          <w:sdtPr>
            <w:id w:val="2093504180"/>
            <w:placeholder>
              <w:docPart w:val="9754BB83EF154D2C882014D9705CA5BC"/>
            </w:placeholder>
            <w:showingPlcHdr/>
          </w:sdtPr>
          <w:sdtContent>
            <w:tc>
              <w:tcPr>
                <w:tcW w:w="1841" w:type="dxa"/>
              </w:tcPr>
              <w:p w14:paraId="40A11B51" w14:textId="4660CD13" w:rsidR="009F21CE" w:rsidRDefault="009F21CE" w:rsidP="00AE7EF9">
                <w:pPr>
                  <w:pStyle w:val="BodyParagraph"/>
                  <w:rPr>
                    <w:lang w:eastAsia="ja-JP"/>
                  </w:rPr>
                </w:pPr>
                <w:r w:rsidRPr="00E84D9E">
                  <w:rPr>
                    <w:rStyle w:val="ae"/>
                    <w:lang w:eastAsia="ja-JP"/>
                  </w:rPr>
                  <w:t>ここをクリックして文字を入力</w:t>
                </w:r>
              </w:p>
            </w:tc>
          </w:sdtContent>
        </w:sdt>
      </w:tr>
      <w:tr w:rsidR="009F21CE" w14:paraId="40A11B74" w14:textId="77777777" w:rsidTr="009F21CE">
        <w:tc>
          <w:tcPr>
            <w:tcW w:w="5667" w:type="dxa"/>
            <w:gridSpan w:val="3"/>
          </w:tcPr>
          <w:p w14:paraId="40A11B71" w14:textId="77777777" w:rsidR="009F21CE" w:rsidRDefault="009F21CE" w:rsidP="00AE7EF9">
            <w:pPr>
              <w:pStyle w:val="BodyParagraph"/>
            </w:pPr>
            <w:r>
              <w:rPr>
                <w:lang w:eastAsia="ja"/>
              </w:rPr>
              <w:t>予算総額</w:t>
            </w:r>
          </w:p>
        </w:tc>
        <w:sdt>
          <w:sdtPr>
            <w:id w:val="2037460194"/>
            <w:placeholder>
              <w:docPart w:val="883FD83A5EF64F57880D9245B80986C8"/>
            </w:placeholder>
            <w:showingPlcHdr/>
          </w:sdtPr>
          <w:sdtContent>
            <w:tc>
              <w:tcPr>
                <w:tcW w:w="1842" w:type="dxa"/>
              </w:tcPr>
              <w:p w14:paraId="40A11B72" w14:textId="1EE3D5CC" w:rsidR="009F21CE" w:rsidRDefault="009F21CE" w:rsidP="00AE7EF9">
                <w:pPr>
                  <w:pStyle w:val="BodyParagraph"/>
                  <w:rPr>
                    <w:lang w:eastAsia="ja-JP"/>
                  </w:rPr>
                </w:pPr>
                <w:r w:rsidRPr="00E84D9E">
                  <w:rPr>
                    <w:rStyle w:val="ae"/>
                    <w:lang w:eastAsia="ja-JP"/>
                  </w:rPr>
                  <w:t>ここをクリックして文字を入力</w:t>
                </w:r>
              </w:p>
            </w:tc>
          </w:sdtContent>
        </w:sdt>
        <w:sdt>
          <w:sdtPr>
            <w:id w:val="554899519"/>
            <w:placeholder>
              <w:docPart w:val="2992D28066104EFD91E9868653E2CC26"/>
            </w:placeholder>
            <w:showingPlcHdr/>
          </w:sdtPr>
          <w:sdtContent>
            <w:tc>
              <w:tcPr>
                <w:tcW w:w="1841" w:type="dxa"/>
              </w:tcPr>
              <w:p w14:paraId="40A11B73" w14:textId="042B72F2" w:rsidR="009F21CE" w:rsidRDefault="009F21CE" w:rsidP="00AE7EF9">
                <w:pPr>
                  <w:pStyle w:val="BodyParagraph"/>
                  <w:rPr>
                    <w:lang w:eastAsia="ja-JP"/>
                  </w:rPr>
                </w:pPr>
                <w:r w:rsidRPr="00E84D9E">
                  <w:rPr>
                    <w:rStyle w:val="ae"/>
                    <w:lang w:eastAsia="ja-JP"/>
                  </w:rPr>
                  <w:t>ここをクリックして文字を入力</w:t>
                </w:r>
              </w:p>
            </w:tc>
          </w:sdtContent>
        </w:sdt>
      </w:tr>
    </w:tbl>
    <w:p w14:paraId="36818873" w14:textId="77777777" w:rsidR="00634BBE" w:rsidRDefault="00634BBE" w:rsidP="00817A53">
      <w:pPr>
        <w:pStyle w:val="3"/>
        <w:rPr>
          <w:bCs/>
          <w:lang w:eastAsia="ja"/>
        </w:rPr>
      </w:pPr>
    </w:p>
    <w:p w14:paraId="40A11B76" w14:textId="39596B98" w:rsidR="00817A53" w:rsidRDefault="00817A53" w:rsidP="00817A53">
      <w:pPr>
        <w:pStyle w:val="3"/>
        <w:rPr>
          <w:lang w:eastAsia="ja-JP"/>
        </w:rPr>
      </w:pPr>
      <w:r>
        <w:rPr>
          <w:bCs/>
          <w:lang w:eastAsia="ja"/>
        </w:rPr>
        <w:t>資金調達</w:t>
      </w:r>
    </w:p>
    <w:p w14:paraId="40A11B77" w14:textId="36A5D9C0" w:rsidR="00817A53" w:rsidRDefault="00817A53" w:rsidP="00AE7EF9">
      <w:pPr>
        <w:pStyle w:val="BodyParagraph"/>
        <w:rPr>
          <w:lang w:eastAsia="ja-JP"/>
        </w:rPr>
      </w:pPr>
      <w:r>
        <w:rPr>
          <w:lang w:eastAsia="ja"/>
        </w:rPr>
        <w:t>奨学金を超える分については、奨学生個人の負担となります。すべての経費を確実に賄えるよう、奨学金以外にあなたが利用できる財源を挙げてください。</w:t>
      </w:r>
    </w:p>
    <w:sdt>
      <w:sdtPr>
        <w:rPr>
          <w:lang w:eastAsia="ja-JP"/>
        </w:rPr>
        <w:id w:val="2026591197"/>
        <w:placeholder>
          <w:docPart w:val="4C4B2B404AC442BF9AB7F2A663AA8A77"/>
        </w:placeholder>
        <w:showingPlcHdr/>
      </w:sdtPr>
      <w:sdtContent>
        <w:p w14:paraId="40A11B78" w14:textId="359F882C" w:rsidR="00E4056B" w:rsidRPr="00573227" w:rsidRDefault="00E84D9E" w:rsidP="00AE7EF9">
          <w:pPr>
            <w:pStyle w:val="BodyParagraph"/>
            <w:rPr>
              <w:lang w:eastAsia="ja-JP"/>
            </w:rPr>
          </w:pPr>
          <w:r w:rsidRPr="00E84D9E">
            <w:rPr>
              <w:rStyle w:val="ae"/>
              <w:lang w:eastAsia="ja-JP"/>
            </w:rPr>
            <w:t>ここをクリックして文字を入力</w:t>
          </w:r>
        </w:p>
      </w:sdtContent>
    </w:sdt>
    <w:sectPr w:rsidR="00E4056B" w:rsidRPr="00573227" w:rsidSect="004C2458">
      <w:footerReference w:type="default" r:id="rId9"/>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FED95" w14:textId="77777777" w:rsidR="00F61524" w:rsidRDefault="00F61524">
      <w:r>
        <w:separator/>
      </w:r>
    </w:p>
  </w:endnote>
  <w:endnote w:type="continuationSeparator" w:id="0">
    <w:p w14:paraId="47AC51EA" w14:textId="77777777" w:rsidR="00F61524" w:rsidRDefault="00F6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1B81" w14:textId="7DF3C2FF" w:rsidR="00E41358" w:rsidRPr="00753A6A" w:rsidRDefault="00753A6A" w:rsidP="00753A6A">
    <w:pPr>
      <w:pStyle w:val="a6"/>
      <w:rPr>
        <w:lang w:eastAsia="ja-JP"/>
      </w:rPr>
    </w:pPr>
    <w:bookmarkStart w:id="4" w:name="_Hlk195693981"/>
    <w:bookmarkStart w:id="5" w:name="_Hlk195693982"/>
    <w:r w:rsidRPr="00753A6A">
      <w:rPr>
        <w:rFonts w:ascii="BIZ UDPゴシック" w:eastAsia="BIZ UDPゴシック" w:hAnsi="BIZ UDPゴシック"/>
        <w:b/>
        <w:bCs/>
        <w:color w:val="0251A3"/>
        <w:sz w:val="18"/>
        <w:lang w:eastAsia="ja"/>
      </w:rPr>
      <w:t>2025-26年度 国際ロータリー第2760地区ロータリー財団 地区補助金奨学生 応募申込書</w:t>
    </w:r>
    <w:r w:rsidR="0081202A">
      <w:rPr>
        <w:rFonts w:ascii="BIZ UDPゴシック" w:eastAsia="BIZ UDPゴシック" w:hAnsi="BIZ UDPゴシック" w:hint="eastAsia"/>
        <w:b/>
        <w:bCs/>
        <w:color w:val="0251A3"/>
        <w:sz w:val="18"/>
        <w:lang w:eastAsia="ja-JP"/>
      </w:rPr>
      <w:t>(2025年4月)</w:t>
    </w:r>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494B8" w14:textId="77777777" w:rsidR="00F61524" w:rsidRDefault="00F61524">
      <w:r>
        <w:separator/>
      </w:r>
    </w:p>
  </w:footnote>
  <w:footnote w:type="continuationSeparator" w:id="0">
    <w:p w14:paraId="6C76771B" w14:textId="77777777" w:rsidR="00F61524" w:rsidRDefault="00F615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eastAsia="Symbol" w:hAnsi="Symbol" w:hint="default"/>
      </w:rPr>
    </w:lvl>
    <w:lvl w:ilvl="1">
      <w:start w:val="1"/>
      <w:numFmt w:val="bullet"/>
      <w:lvlText w:val=""/>
      <w:lvlJc w:val="left"/>
      <w:pPr>
        <w:tabs>
          <w:tab w:val="num" w:pos="720"/>
        </w:tabs>
        <w:ind w:left="1080" w:hanging="360"/>
      </w:pPr>
      <w:rPr>
        <w:rFonts w:ascii="Symbol" w:eastAsia="Symbol" w:hAnsi="Symbol" w:hint="default"/>
      </w:rPr>
    </w:lvl>
    <w:lvl w:ilvl="2">
      <w:start w:val="1"/>
      <w:numFmt w:val="bullet"/>
      <w:lvlText w:val="o"/>
      <w:lvlJc w:val="left"/>
      <w:pPr>
        <w:tabs>
          <w:tab w:val="num" w:pos="1440"/>
        </w:tabs>
        <w:ind w:left="1800" w:hanging="360"/>
      </w:pPr>
      <w:rPr>
        <w:rFonts w:ascii="ＭＳ Ｐ明朝" w:eastAsia="ＭＳ Ｐ明朝" w:hAnsi="ＭＳ Ｐ明朝" w:hint="default"/>
      </w:rPr>
    </w:lvl>
    <w:lvl w:ilvl="3">
      <w:start w:val="1"/>
      <w:numFmt w:val="bullet"/>
      <w:lvlText w:val=""/>
      <w:lvlJc w:val="left"/>
      <w:pPr>
        <w:tabs>
          <w:tab w:val="num" w:pos="2160"/>
        </w:tabs>
        <w:ind w:left="2520" w:hanging="360"/>
      </w:pPr>
      <w:rPr>
        <w:rFonts w:ascii="ＭＳ Ｐ明朝" w:eastAsia="ＭＳ Ｐ明朝" w:hAnsi="ＭＳ Ｐ明朝" w:hint="default"/>
      </w:rPr>
    </w:lvl>
    <w:lvl w:ilvl="4">
      <w:start w:val="1"/>
      <w:numFmt w:val="bullet"/>
      <w:lvlText w:val=""/>
      <w:lvlJc w:val="left"/>
      <w:pPr>
        <w:tabs>
          <w:tab w:val="num" w:pos="2880"/>
        </w:tabs>
        <w:ind w:left="3240" w:hanging="360"/>
      </w:pPr>
      <w:rPr>
        <w:rFonts w:ascii="ＭＳ Ｐ明朝" w:eastAsia="ＭＳ Ｐ明朝" w:hAnsi="ＭＳ Ｐ明朝" w:hint="default"/>
      </w:rPr>
    </w:lvl>
    <w:lvl w:ilvl="5">
      <w:start w:val="1"/>
      <w:numFmt w:val="bullet"/>
      <w:lvlText w:val=""/>
      <w:lvlJc w:val="left"/>
      <w:pPr>
        <w:tabs>
          <w:tab w:val="num" w:pos="3600"/>
        </w:tabs>
        <w:ind w:left="3960" w:hanging="360"/>
      </w:pPr>
      <w:rPr>
        <w:rFonts w:ascii="Symbol" w:eastAsia="Symbol" w:hAnsi="Symbol" w:hint="default"/>
      </w:rPr>
    </w:lvl>
    <w:lvl w:ilvl="6">
      <w:start w:val="1"/>
      <w:numFmt w:val="bullet"/>
      <w:lvlText w:val="o"/>
      <w:lvlJc w:val="left"/>
      <w:pPr>
        <w:tabs>
          <w:tab w:val="num" w:pos="4320"/>
        </w:tabs>
        <w:ind w:left="4680" w:hanging="360"/>
      </w:pPr>
      <w:rPr>
        <w:rFonts w:ascii="ＭＳ Ｐ明朝" w:eastAsia="ＭＳ Ｐ明朝" w:hAnsi="ＭＳ Ｐ明朝" w:hint="default"/>
      </w:rPr>
    </w:lvl>
    <w:lvl w:ilvl="7">
      <w:start w:val="1"/>
      <w:numFmt w:val="bullet"/>
      <w:lvlText w:val=""/>
      <w:lvlJc w:val="left"/>
      <w:pPr>
        <w:tabs>
          <w:tab w:val="num" w:pos="5040"/>
        </w:tabs>
        <w:ind w:left="5400" w:hanging="360"/>
      </w:pPr>
      <w:rPr>
        <w:rFonts w:ascii="ＭＳ Ｐ明朝" w:eastAsia="ＭＳ Ｐ明朝" w:hAnsi="ＭＳ Ｐ明朝" w:hint="default"/>
      </w:rPr>
    </w:lvl>
    <w:lvl w:ilvl="8">
      <w:start w:val="1"/>
      <w:numFmt w:val="bullet"/>
      <w:lvlText w:val=""/>
      <w:lvlJc w:val="left"/>
      <w:pPr>
        <w:tabs>
          <w:tab w:val="num" w:pos="5760"/>
        </w:tabs>
        <w:ind w:left="6120" w:hanging="360"/>
      </w:pPr>
      <w:rPr>
        <w:rFonts w:ascii="ＭＳ Ｐ明朝" w:eastAsia="ＭＳ Ｐ明朝" w:hAnsi="ＭＳ Ｐ明朝"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eastAsia="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eastAsia="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eastAsia="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eastAsia="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eastAsia="Symbol" w:hAnsi="Symbol" w:hint="default"/>
      </w:rPr>
    </w:lvl>
  </w:abstractNum>
  <w:abstractNum w:abstractNumId="11" w15:restartNumberingAfterBreak="0">
    <w:nsid w:val="337D0395"/>
    <w:multiLevelType w:val="hybridMultilevel"/>
    <w:tmpl w:val="3FD2DB9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ＭＳ Ｐ明朝" w:eastAsia="ＭＳ Ｐ明朝" w:hAnsi="ＭＳ Ｐ明朝" w:cs="ＭＳ Ｐ明朝" w:hint="default"/>
      </w:rPr>
    </w:lvl>
    <w:lvl w:ilvl="2" w:tplc="04090005" w:tentative="1">
      <w:start w:val="1"/>
      <w:numFmt w:val="bullet"/>
      <w:lvlText w:val=""/>
      <w:lvlJc w:val="left"/>
      <w:pPr>
        <w:ind w:left="2160" w:hanging="360"/>
      </w:pPr>
      <w:rPr>
        <w:rFonts w:ascii="ＭＳ Ｐ明朝" w:eastAsia="ＭＳ Ｐ明朝" w:hAnsi="ＭＳ Ｐ明朝"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ＭＳ Ｐ明朝" w:eastAsia="ＭＳ Ｐ明朝" w:hAnsi="ＭＳ Ｐ明朝" w:cs="ＭＳ Ｐ明朝" w:hint="default"/>
      </w:rPr>
    </w:lvl>
    <w:lvl w:ilvl="5" w:tplc="04090005" w:tentative="1">
      <w:start w:val="1"/>
      <w:numFmt w:val="bullet"/>
      <w:lvlText w:val=""/>
      <w:lvlJc w:val="left"/>
      <w:pPr>
        <w:ind w:left="4320" w:hanging="360"/>
      </w:pPr>
      <w:rPr>
        <w:rFonts w:ascii="ＭＳ Ｐ明朝" w:eastAsia="ＭＳ Ｐ明朝" w:hAnsi="ＭＳ Ｐ明朝"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ＭＳ Ｐ明朝" w:eastAsia="ＭＳ Ｐ明朝" w:hAnsi="ＭＳ Ｐ明朝" w:cs="ＭＳ Ｐ明朝" w:hint="default"/>
      </w:rPr>
    </w:lvl>
    <w:lvl w:ilvl="8" w:tplc="04090005" w:tentative="1">
      <w:start w:val="1"/>
      <w:numFmt w:val="bullet"/>
      <w:lvlText w:val=""/>
      <w:lvlJc w:val="left"/>
      <w:pPr>
        <w:ind w:left="6480" w:hanging="360"/>
      </w:pPr>
      <w:rPr>
        <w:rFonts w:ascii="ＭＳ Ｐ明朝" w:eastAsia="ＭＳ Ｐ明朝" w:hAnsi="ＭＳ Ｐ明朝" w:hint="default"/>
      </w:rPr>
    </w:lvl>
  </w:abstractNum>
  <w:abstractNum w:abstractNumId="12" w15:restartNumberingAfterBreak="0">
    <w:nsid w:val="702A5C33"/>
    <w:multiLevelType w:val="hybridMultilevel"/>
    <w:tmpl w:val="C29C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2000519">
    <w:abstractNumId w:val="10"/>
  </w:num>
  <w:num w:numId="2" w16cid:durableId="1039822570">
    <w:abstractNumId w:val="8"/>
  </w:num>
  <w:num w:numId="3" w16cid:durableId="1631128754">
    <w:abstractNumId w:val="7"/>
  </w:num>
  <w:num w:numId="4" w16cid:durableId="1720587920">
    <w:abstractNumId w:val="6"/>
  </w:num>
  <w:num w:numId="5" w16cid:durableId="1008825532">
    <w:abstractNumId w:val="0"/>
  </w:num>
  <w:num w:numId="6" w16cid:durableId="1556088553">
    <w:abstractNumId w:val="1"/>
  </w:num>
  <w:num w:numId="7" w16cid:durableId="1606111518">
    <w:abstractNumId w:val="4"/>
  </w:num>
  <w:num w:numId="8" w16cid:durableId="842205221">
    <w:abstractNumId w:val="3"/>
  </w:num>
  <w:num w:numId="9" w16cid:durableId="1392997066">
    <w:abstractNumId w:val="2"/>
  </w:num>
  <w:num w:numId="10" w16cid:durableId="1804082501">
    <w:abstractNumId w:val="9"/>
  </w:num>
  <w:num w:numId="11" w16cid:durableId="544758832">
    <w:abstractNumId w:val="5"/>
  </w:num>
  <w:num w:numId="12" w16cid:durableId="450514957">
    <w:abstractNumId w:val="11"/>
  </w:num>
  <w:num w:numId="13" w16cid:durableId="389421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colormru v:ext="edit" colors="#005da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10"/>
    <w:rsid w:val="00000010"/>
    <w:rsid w:val="0003471E"/>
    <w:rsid w:val="000407B2"/>
    <w:rsid w:val="0005006B"/>
    <w:rsid w:val="00094D7D"/>
    <w:rsid w:val="000A1EC4"/>
    <w:rsid w:val="000B3678"/>
    <w:rsid w:val="000E0EEA"/>
    <w:rsid w:val="00100210"/>
    <w:rsid w:val="00100319"/>
    <w:rsid w:val="0011533E"/>
    <w:rsid w:val="00147C0F"/>
    <w:rsid w:val="00164FFA"/>
    <w:rsid w:val="00197BC1"/>
    <w:rsid w:val="001A3A6F"/>
    <w:rsid w:val="001A7A04"/>
    <w:rsid w:val="001C725A"/>
    <w:rsid w:val="001E1F68"/>
    <w:rsid w:val="001E67ED"/>
    <w:rsid w:val="0022325E"/>
    <w:rsid w:val="00253EFE"/>
    <w:rsid w:val="002B11CE"/>
    <w:rsid w:val="00312DC6"/>
    <w:rsid w:val="003262A6"/>
    <w:rsid w:val="003611FF"/>
    <w:rsid w:val="003C0AAA"/>
    <w:rsid w:val="003D5D2B"/>
    <w:rsid w:val="003D6C69"/>
    <w:rsid w:val="0041297E"/>
    <w:rsid w:val="0041485A"/>
    <w:rsid w:val="00446EC7"/>
    <w:rsid w:val="00457312"/>
    <w:rsid w:val="00482E22"/>
    <w:rsid w:val="00484ABC"/>
    <w:rsid w:val="004C2458"/>
    <w:rsid w:val="004D4BD9"/>
    <w:rsid w:val="005160C2"/>
    <w:rsid w:val="0052754B"/>
    <w:rsid w:val="005329FF"/>
    <w:rsid w:val="00540AF1"/>
    <w:rsid w:val="00547486"/>
    <w:rsid w:val="005673A8"/>
    <w:rsid w:val="00573227"/>
    <w:rsid w:val="005C5D13"/>
    <w:rsid w:val="00634BBE"/>
    <w:rsid w:val="006710EA"/>
    <w:rsid w:val="00692877"/>
    <w:rsid w:val="006C2467"/>
    <w:rsid w:val="00722369"/>
    <w:rsid w:val="00723D95"/>
    <w:rsid w:val="00723F9D"/>
    <w:rsid w:val="0075395A"/>
    <w:rsid w:val="00753A6A"/>
    <w:rsid w:val="007808F6"/>
    <w:rsid w:val="00791DD3"/>
    <w:rsid w:val="007A7128"/>
    <w:rsid w:val="007B19F8"/>
    <w:rsid w:val="0081202A"/>
    <w:rsid w:val="00817A53"/>
    <w:rsid w:val="00817BD9"/>
    <w:rsid w:val="00846BE9"/>
    <w:rsid w:val="0085621F"/>
    <w:rsid w:val="0088321B"/>
    <w:rsid w:val="008E40CD"/>
    <w:rsid w:val="008F327C"/>
    <w:rsid w:val="00917AB9"/>
    <w:rsid w:val="00931C39"/>
    <w:rsid w:val="009427D4"/>
    <w:rsid w:val="009436D2"/>
    <w:rsid w:val="009B0E11"/>
    <w:rsid w:val="009C060D"/>
    <w:rsid w:val="009C4ECA"/>
    <w:rsid w:val="009D2C3D"/>
    <w:rsid w:val="009E5D1F"/>
    <w:rsid w:val="009F21CE"/>
    <w:rsid w:val="00A55E56"/>
    <w:rsid w:val="00A65FD4"/>
    <w:rsid w:val="00A8393B"/>
    <w:rsid w:val="00A93BAD"/>
    <w:rsid w:val="00AC1A95"/>
    <w:rsid w:val="00AC2FD6"/>
    <w:rsid w:val="00AE7EF9"/>
    <w:rsid w:val="00B04DE7"/>
    <w:rsid w:val="00B04E32"/>
    <w:rsid w:val="00B40A2E"/>
    <w:rsid w:val="00BB4510"/>
    <w:rsid w:val="00BC41A7"/>
    <w:rsid w:val="00BF2556"/>
    <w:rsid w:val="00C13484"/>
    <w:rsid w:val="00C16EC2"/>
    <w:rsid w:val="00C30A9E"/>
    <w:rsid w:val="00C31EC0"/>
    <w:rsid w:val="00C365A0"/>
    <w:rsid w:val="00C37EDD"/>
    <w:rsid w:val="00C42138"/>
    <w:rsid w:val="00C43880"/>
    <w:rsid w:val="00C515E2"/>
    <w:rsid w:val="00C64BFD"/>
    <w:rsid w:val="00C829DD"/>
    <w:rsid w:val="00CA4957"/>
    <w:rsid w:val="00CA7D84"/>
    <w:rsid w:val="00CC35D5"/>
    <w:rsid w:val="00CE5C4A"/>
    <w:rsid w:val="00D12505"/>
    <w:rsid w:val="00D2613D"/>
    <w:rsid w:val="00D33DC5"/>
    <w:rsid w:val="00D3775A"/>
    <w:rsid w:val="00D63A74"/>
    <w:rsid w:val="00DB4CC7"/>
    <w:rsid w:val="00DC5C4D"/>
    <w:rsid w:val="00DF555E"/>
    <w:rsid w:val="00E05051"/>
    <w:rsid w:val="00E4056B"/>
    <w:rsid w:val="00E41358"/>
    <w:rsid w:val="00E60F4A"/>
    <w:rsid w:val="00E656FF"/>
    <w:rsid w:val="00E84D9E"/>
    <w:rsid w:val="00EA28D9"/>
    <w:rsid w:val="00ED638D"/>
    <w:rsid w:val="00EF00E4"/>
    <w:rsid w:val="00EF64AB"/>
    <w:rsid w:val="00F15666"/>
    <w:rsid w:val="00F27A9D"/>
    <w:rsid w:val="00F317B1"/>
    <w:rsid w:val="00F33D1E"/>
    <w:rsid w:val="00F45AAD"/>
    <w:rsid w:val="00F56D1B"/>
    <w:rsid w:val="00F61524"/>
    <w:rsid w:val="00F64E2C"/>
    <w:rsid w:val="00F710D2"/>
    <w:rsid w:val="00FB2873"/>
    <w:rsid w:val="00FB78D4"/>
    <w:rsid w:val="00FC257C"/>
    <w:rsid w:val="00FC4BDA"/>
    <w:rsid w:val="00FC4F4E"/>
    <w:rsid w:val="00FD67E9"/>
    <w:rsid w:val="00FF093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005daa"/>
    </o:shapedefaults>
    <o:shapelayout v:ext="edit">
      <o:idmap v:ext="edit" data="2"/>
    </o:shapelayout>
  </w:shapeDefaults>
  <w:doNotEmbedSmartTags/>
  <w:decimalSymbol w:val="."/>
  <w:listSeparator w:val=","/>
  <w14:docId w14:val="40A11A36"/>
  <w15:docId w15:val="{A4E7C7CF-8219-4E49-9CCC-8107099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P明朝 Medium" w:eastAsia="BIZ UDP明朝 Medium" w:hAnsi="BIZ UDP明朝 Medium" w:cs="BIZ UDP明朝 Medium"/>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sz w:val="24"/>
      <w:szCs w:val="24"/>
      <w:lang w:eastAsia="en-US"/>
    </w:rPr>
  </w:style>
  <w:style w:type="paragraph" w:styleId="1">
    <w:name w:val="heading 1"/>
    <w:basedOn w:val="a"/>
    <w:next w:val="a"/>
    <w:qFormat/>
    <w:rsid w:val="00FC4BDA"/>
    <w:pPr>
      <w:keepNext/>
      <w:spacing w:before="240" w:after="60"/>
      <w:outlineLvl w:val="0"/>
    </w:pPr>
    <w:rPr>
      <w:rFonts w:ascii="BIZ UDPゴシック" w:eastAsia="BIZ UDPゴシック" w:hAnsi="BIZ UDPゴシック"/>
      <w:b/>
      <w:bCs/>
      <w:caps/>
      <w:color w:val="005DAA"/>
      <w:kern w:val="32"/>
      <w:sz w:val="44"/>
      <w:szCs w:val="44"/>
    </w:rPr>
  </w:style>
  <w:style w:type="paragraph" w:styleId="2">
    <w:name w:val="heading 2"/>
    <w:basedOn w:val="a"/>
    <w:next w:val="a"/>
    <w:qFormat/>
    <w:rsid w:val="00100319"/>
    <w:pPr>
      <w:outlineLvl w:val="1"/>
    </w:pPr>
    <w:rPr>
      <w:rFonts w:ascii="BIZ UDPゴシック" w:eastAsia="BIZ UDPゴシック" w:hAnsi="BIZ UDPゴシック"/>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link w:val="40"/>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BIZ UDPゴシック" w:eastAsia="BIZ UDPゴシック" w:hAnsi="BIZ UDPゴシック"/>
      <w:sz w:val="14"/>
    </w:rPr>
  </w:style>
  <w:style w:type="paragraph" w:customStyle="1" w:styleId="BodyParagraph">
    <w:name w:val="Body Paragraph"/>
    <w:basedOn w:val="a"/>
    <w:autoRedefine/>
    <w:qFormat/>
    <w:rsid w:val="00AE7EF9"/>
    <w:pPr>
      <w:widowControl w:val="0"/>
      <w:tabs>
        <w:tab w:val="left" w:pos="1228"/>
      </w:tabs>
      <w:suppressAutoHyphens/>
      <w:autoSpaceDE w:val="0"/>
      <w:autoSpaceDN w:val="0"/>
      <w:adjustRightInd w:val="0"/>
      <w:snapToGrid w:val="0"/>
      <w:spacing w:before="120" w:after="120" w:line="276" w:lineRule="auto"/>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rFonts w:ascii="ＭＳ Ｐ明朝" w:eastAsia="ＭＳ Ｐ明朝" w:hAnsi="ＭＳ Ｐ明朝" w:cs="ＭＳ Ｐ明朝"/>
      <w:sz w:val="18"/>
      <w:szCs w:val="18"/>
    </w:rPr>
  </w:style>
  <w:style w:type="character" w:customStyle="1" w:styleId="a9">
    <w:name w:val="吹き出し (文字)"/>
    <w:link w:val="a8"/>
    <w:uiPriority w:val="99"/>
    <w:semiHidden/>
    <w:rsid w:val="0041297E"/>
    <w:rPr>
      <w:rFonts w:ascii="ＭＳ Ｐ明朝" w:eastAsia="ＭＳ Ｐ明朝" w:hAnsi="ＭＳ Ｐ明朝" w:cs="ＭＳ Ｐ明朝"/>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BIZ UDPゴシック" w:eastAsia="BIZ UDPゴシック" w:hAnsi="BIZ UDPゴシック"/>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table" w:styleId="aa">
    <w:name w:val="Table Grid"/>
    <w:basedOn w:val="a1"/>
    <w:uiPriority w:val="59"/>
    <w:rsid w:val="00CA4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573227"/>
    <w:rPr>
      <w:color w:val="0000FF" w:themeColor="hyperlink"/>
      <w:u w:val="single"/>
    </w:rPr>
  </w:style>
  <w:style w:type="character" w:styleId="ac">
    <w:name w:val="FollowedHyperlink"/>
    <w:basedOn w:val="a0"/>
    <w:uiPriority w:val="99"/>
    <w:semiHidden/>
    <w:unhideWhenUsed/>
    <w:rsid w:val="00CE5C4A"/>
    <w:rPr>
      <w:color w:val="800080" w:themeColor="followedHyperlink"/>
      <w:u w:val="single"/>
    </w:rPr>
  </w:style>
  <w:style w:type="paragraph" w:styleId="ad">
    <w:name w:val="Revision"/>
    <w:hidden/>
    <w:uiPriority w:val="71"/>
    <w:rsid w:val="00A65FD4"/>
    <w:rPr>
      <w:sz w:val="24"/>
      <w:szCs w:val="24"/>
      <w:lang w:eastAsia="en-US"/>
    </w:rPr>
  </w:style>
  <w:style w:type="character" w:styleId="ae">
    <w:name w:val="Placeholder Text"/>
    <w:basedOn w:val="a0"/>
    <w:uiPriority w:val="99"/>
    <w:unhideWhenUsed/>
    <w:rsid w:val="00E84D9E"/>
    <w:rPr>
      <w:color w:val="808080"/>
    </w:rPr>
  </w:style>
  <w:style w:type="character" w:customStyle="1" w:styleId="40">
    <w:name w:val="見出し 4 (文字)"/>
    <w:basedOn w:val="a0"/>
    <w:link w:val="4"/>
    <w:rsid w:val="00DF555E"/>
    <w:rPr>
      <w:rFonts w:ascii="BIZ UDPゴシック" w:eastAsia="BIZ UDPゴシック" w:hAnsi="BIZ UDPゴシック"/>
      <w:b/>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Misc\RI_Documen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7CA8C4A1CD448383CF9096004F9A1A"/>
        <w:category>
          <w:name w:val="General"/>
          <w:gallery w:val="placeholder"/>
        </w:category>
        <w:types>
          <w:type w:val="bbPlcHdr"/>
        </w:types>
        <w:behaviors>
          <w:behavior w:val="content"/>
        </w:behaviors>
        <w:guid w:val="{A72FBB54-9D12-4915-8528-F7ADCD705F5C}"/>
      </w:docPartPr>
      <w:docPartBody>
        <w:p w:rsidR="00442059" w:rsidRDefault="00442059" w:rsidP="00442059">
          <w:pPr>
            <w:pStyle w:val="AD7CA8C4A1CD448383CF9096004F9A1A3"/>
          </w:pPr>
          <w:r w:rsidRPr="00E84D9E">
            <w:rPr>
              <w:rStyle w:val="a3"/>
            </w:rPr>
            <w:t>ここをクリックして文字を入力</w:t>
          </w:r>
        </w:p>
      </w:docPartBody>
    </w:docPart>
    <w:docPart>
      <w:docPartPr>
        <w:name w:val="4054E9B039634AE4A8649424D34D1589"/>
        <w:category>
          <w:name w:val="General"/>
          <w:gallery w:val="placeholder"/>
        </w:category>
        <w:types>
          <w:type w:val="bbPlcHdr"/>
        </w:types>
        <w:behaviors>
          <w:behavior w:val="content"/>
        </w:behaviors>
        <w:guid w:val="{42F0E4B5-9441-48E0-A1FA-7D98A77B21A5}"/>
      </w:docPartPr>
      <w:docPartBody>
        <w:p w:rsidR="00442059" w:rsidRDefault="00442059" w:rsidP="00442059">
          <w:pPr>
            <w:pStyle w:val="4054E9B039634AE4A8649424D34D15893"/>
          </w:pPr>
          <w:r w:rsidRPr="00E84D9E">
            <w:rPr>
              <w:rStyle w:val="a3"/>
            </w:rPr>
            <w:t>ここをクリックして文字を入力</w:t>
          </w:r>
        </w:p>
      </w:docPartBody>
    </w:docPart>
    <w:docPart>
      <w:docPartPr>
        <w:name w:val="B7F891B5FDB4484C859CB56ACF530A0C"/>
        <w:category>
          <w:name w:val="General"/>
          <w:gallery w:val="placeholder"/>
        </w:category>
        <w:types>
          <w:type w:val="bbPlcHdr"/>
        </w:types>
        <w:behaviors>
          <w:behavior w:val="content"/>
        </w:behaviors>
        <w:guid w:val="{F7BDBB2F-2D35-4192-BE29-5BDDA1149E20}"/>
      </w:docPartPr>
      <w:docPartBody>
        <w:p w:rsidR="00442059" w:rsidRDefault="00442059" w:rsidP="00442059">
          <w:pPr>
            <w:pStyle w:val="B7F891B5FDB4484C859CB56ACF530A0C2"/>
          </w:pPr>
          <w:r w:rsidRPr="00E84D9E">
            <w:rPr>
              <w:rStyle w:val="a3"/>
            </w:rPr>
            <w:t>ここをクリックして文字を入力</w:t>
          </w:r>
        </w:p>
      </w:docPartBody>
    </w:docPart>
    <w:docPart>
      <w:docPartPr>
        <w:name w:val="8131A0AAC79243E6AC4308B96B746971"/>
        <w:category>
          <w:name w:val="General"/>
          <w:gallery w:val="placeholder"/>
        </w:category>
        <w:types>
          <w:type w:val="bbPlcHdr"/>
        </w:types>
        <w:behaviors>
          <w:behavior w:val="content"/>
        </w:behaviors>
        <w:guid w:val="{BE5BC7CF-FA0E-41CA-BDD5-C73F29B9CECF}"/>
      </w:docPartPr>
      <w:docPartBody>
        <w:p w:rsidR="00442059" w:rsidRDefault="00442059" w:rsidP="00442059">
          <w:pPr>
            <w:pStyle w:val="8131A0AAC79243E6AC4308B96B7469712"/>
          </w:pPr>
          <w:r w:rsidRPr="00E84D9E">
            <w:rPr>
              <w:rStyle w:val="a3"/>
            </w:rPr>
            <w:t>ここをクリックして文字を入力</w:t>
          </w:r>
        </w:p>
      </w:docPartBody>
    </w:docPart>
    <w:docPart>
      <w:docPartPr>
        <w:name w:val="4C4B2B404AC442BF9AB7F2A663AA8A77"/>
        <w:category>
          <w:name w:val="General"/>
          <w:gallery w:val="placeholder"/>
        </w:category>
        <w:types>
          <w:type w:val="bbPlcHdr"/>
        </w:types>
        <w:behaviors>
          <w:behavior w:val="content"/>
        </w:behaviors>
        <w:guid w:val="{391CF5B1-C314-4F5D-8E84-8FDDF6A7E796}"/>
      </w:docPartPr>
      <w:docPartBody>
        <w:p w:rsidR="00442059" w:rsidRDefault="00442059" w:rsidP="00442059">
          <w:pPr>
            <w:pStyle w:val="4C4B2B404AC442BF9AB7F2A663AA8A772"/>
          </w:pPr>
          <w:r w:rsidRPr="00E84D9E">
            <w:rPr>
              <w:rStyle w:val="a3"/>
            </w:rPr>
            <w:t>ここをクリックして文字を入力</w:t>
          </w:r>
        </w:p>
      </w:docPartBody>
    </w:docPart>
    <w:docPart>
      <w:docPartPr>
        <w:name w:val="988E5DA5702544CAA10BD1B990FEA67A"/>
        <w:category>
          <w:name w:val="General"/>
          <w:gallery w:val="placeholder"/>
        </w:category>
        <w:types>
          <w:type w:val="bbPlcHdr"/>
        </w:types>
        <w:behaviors>
          <w:behavior w:val="content"/>
        </w:behaviors>
        <w:guid w:val="{0715E362-EDC0-41DC-9E48-73CBF396C314}"/>
      </w:docPartPr>
      <w:docPartBody>
        <w:p w:rsidR="00442059" w:rsidRDefault="00442059" w:rsidP="00442059">
          <w:pPr>
            <w:pStyle w:val="988E5DA5702544CAA10BD1B990FEA67A1"/>
          </w:pPr>
          <w:r w:rsidRPr="00E84D9E">
            <w:rPr>
              <w:rStyle w:val="a3"/>
            </w:rPr>
            <w:t>ここをクリックして文字を入力</w:t>
          </w:r>
        </w:p>
      </w:docPartBody>
    </w:docPart>
    <w:docPart>
      <w:docPartPr>
        <w:name w:val="6D15602F522D45E89A3C97F506540C55"/>
        <w:category>
          <w:name w:val="General"/>
          <w:gallery w:val="placeholder"/>
        </w:category>
        <w:types>
          <w:type w:val="bbPlcHdr"/>
        </w:types>
        <w:behaviors>
          <w:behavior w:val="content"/>
        </w:behaviors>
        <w:guid w:val="{3094CDDE-A8F6-456A-9E78-A0822036B486}"/>
      </w:docPartPr>
      <w:docPartBody>
        <w:p w:rsidR="00442059" w:rsidRDefault="00442059" w:rsidP="00442059">
          <w:pPr>
            <w:pStyle w:val="6D15602F522D45E89A3C97F506540C551"/>
          </w:pPr>
          <w:r w:rsidRPr="00E84D9E">
            <w:rPr>
              <w:rStyle w:val="a3"/>
            </w:rPr>
            <w:t>ここをクリックして文字を入力</w:t>
          </w:r>
        </w:p>
      </w:docPartBody>
    </w:docPart>
    <w:docPart>
      <w:docPartPr>
        <w:name w:val="928CAA30E400402BBAD065C235ADD2A9"/>
        <w:category>
          <w:name w:val="General"/>
          <w:gallery w:val="placeholder"/>
        </w:category>
        <w:types>
          <w:type w:val="bbPlcHdr"/>
        </w:types>
        <w:behaviors>
          <w:behavior w:val="content"/>
        </w:behaviors>
        <w:guid w:val="{72E6E5D9-E272-4C73-8C75-C98D685AFCA8}"/>
      </w:docPartPr>
      <w:docPartBody>
        <w:p w:rsidR="00442059" w:rsidRDefault="00442059" w:rsidP="00442059">
          <w:pPr>
            <w:pStyle w:val="928CAA30E400402BBAD065C235ADD2A91"/>
          </w:pPr>
          <w:r w:rsidRPr="00E84D9E">
            <w:rPr>
              <w:rStyle w:val="a3"/>
            </w:rPr>
            <w:t>ここをクリックして文字を入力</w:t>
          </w:r>
        </w:p>
      </w:docPartBody>
    </w:docPart>
    <w:docPart>
      <w:docPartPr>
        <w:name w:val="BABC45A59EF34AC6A1FE1390550D4B7F"/>
        <w:category>
          <w:name w:val="General"/>
          <w:gallery w:val="placeholder"/>
        </w:category>
        <w:types>
          <w:type w:val="bbPlcHdr"/>
        </w:types>
        <w:behaviors>
          <w:behavior w:val="content"/>
        </w:behaviors>
        <w:guid w:val="{C152B674-14DA-48BB-8057-B745394BFADB}"/>
      </w:docPartPr>
      <w:docPartBody>
        <w:p w:rsidR="00442059" w:rsidRDefault="00442059" w:rsidP="00442059">
          <w:pPr>
            <w:pStyle w:val="BABC45A59EF34AC6A1FE1390550D4B7F1"/>
          </w:pPr>
          <w:r w:rsidRPr="00E84D9E">
            <w:rPr>
              <w:rStyle w:val="a3"/>
            </w:rPr>
            <w:t>ここをクリックして文字を入力</w:t>
          </w:r>
        </w:p>
      </w:docPartBody>
    </w:docPart>
    <w:docPart>
      <w:docPartPr>
        <w:name w:val="BDEE514B62184B1BA12D4BB51DB87283"/>
        <w:category>
          <w:name w:val="General"/>
          <w:gallery w:val="placeholder"/>
        </w:category>
        <w:types>
          <w:type w:val="bbPlcHdr"/>
        </w:types>
        <w:behaviors>
          <w:behavior w:val="content"/>
        </w:behaviors>
        <w:guid w:val="{EB6B247D-A417-40EC-B4DB-755FD4965837}"/>
      </w:docPartPr>
      <w:docPartBody>
        <w:p w:rsidR="00442059" w:rsidRDefault="00442059" w:rsidP="00442059">
          <w:pPr>
            <w:pStyle w:val="BDEE514B62184B1BA12D4BB51DB872831"/>
          </w:pPr>
          <w:r w:rsidRPr="00E84D9E">
            <w:rPr>
              <w:rStyle w:val="a3"/>
            </w:rPr>
            <w:t>ここをクリックして文字を入力</w:t>
          </w:r>
        </w:p>
      </w:docPartBody>
    </w:docPart>
    <w:docPart>
      <w:docPartPr>
        <w:name w:val="2CBD25186223442887DDFCC5417B4E61"/>
        <w:category>
          <w:name w:val="General"/>
          <w:gallery w:val="placeholder"/>
        </w:category>
        <w:types>
          <w:type w:val="bbPlcHdr"/>
        </w:types>
        <w:behaviors>
          <w:behavior w:val="content"/>
        </w:behaviors>
        <w:guid w:val="{131850EF-DD76-41CB-890C-0546883F895E}"/>
      </w:docPartPr>
      <w:docPartBody>
        <w:p w:rsidR="00442059" w:rsidRDefault="00442059" w:rsidP="00442059">
          <w:pPr>
            <w:pStyle w:val="2CBD25186223442887DDFCC5417B4E611"/>
          </w:pPr>
          <w:r w:rsidRPr="00E84D9E">
            <w:rPr>
              <w:rStyle w:val="a3"/>
            </w:rPr>
            <w:t>ここをクリックして文字を入力</w:t>
          </w:r>
        </w:p>
      </w:docPartBody>
    </w:docPart>
    <w:docPart>
      <w:docPartPr>
        <w:name w:val="519F523A0C53495CA2AC0E2DC0965DA9"/>
        <w:category>
          <w:name w:val="General"/>
          <w:gallery w:val="placeholder"/>
        </w:category>
        <w:types>
          <w:type w:val="bbPlcHdr"/>
        </w:types>
        <w:behaviors>
          <w:behavior w:val="content"/>
        </w:behaviors>
        <w:guid w:val="{B605842D-4940-4ADB-83B9-4CB2C8DFD3D1}"/>
      </w:docPartPr>
      <w:docPartBody>
        <w:p w:rsidR="00442059" w:rsidRDefault="00442059" w:rsidP="00442059">
          <w:pPr>
            <w:pStyle w:val="519F523A0C53495CA2AC0E2DC0965DA91"/>
          </w:pPr>
          <w:r w:rsidRPr="00E84D9E">
            <w:rPr>
              <w:rStyle w:val="a3"/>
            </w:rPr>
            <w:t>ここをクリックして文字を入力</w:t>
          </w:r>
        </w:p>
      </w:docPartBody>
    </w:docPart>
    <w:docPart>
      <w:docPartPr>
        <w:name w:val="7E76D48A4C794447BD2CCADDC0B7D3D2"/>
        <w:category>
          <w:name w:val="General"/>
          <w:gallery w:val="placeholder"/>
        </w:category>
        <w:types>
          <w:type w:val="bbPlcHdr"/>
        </w:types>
        <w:behaviors>
          <w:behavior w:val="content"/>
        </w:behaviors>
        <w:guid w:val="{3B6F33C3-AB21-40CD-A8E6-21CA447E0960}"/>
      </w:docPartPr>
      <w:docPartBody>
        <w:p w:rsidR="00442059" w:rsidRDefault="00442059" w:rsidP="00442059">
          <w:pPr>
            <w:pStyle w:val="7E76D48A4C794447BD2CCADDC0B7D3D21"/>
          </w:pPr>
          <w:r w:rsidRPr="00E84D9E">
            <w:rPr>
              <w:rStyle w:val="a3"/>
            </w:rPr>
            <w:t>ここをクリックして文字を入力</w:t>
          </w:r>
        </w:p>
      </w:docPartBody>
    </w:docPart>
    <w:docPart>
      <w:docPartPr>
        <w:name w:val="9F62A46B6F97495D9EB11A2CDF923681"/>
        <w:category>
          <w:name w:val="General"/>
          <w:gallery w:val="placeholder"/>
        </w:category>
        <w:types>
          <w:type w:val="bbPlcHdr"/>
        </w:types>
        <w:behaviors>
          <w:behavior w:val="content"/>
        </w:behaviors>
        <w:guid w:val="{DE96B0BA-F104-40B0-90E4-7D8909514758}"/>
      </w:docPartPr>
      <w:docPartBody>
        <w:p w:rsidR="00442059" w:rsidRDefault="00442059" w:rsidP="00442059">
          <w:pPr>
            <w:pStyle w:val="9F62A46B6F97495D9EB11A2CDF9236811"/>
          </w:pPr>
          <w:r w:rsidRPr="00E84D9E">
            <w:rPr>
              <w:rStyle w:val="a3"/>
            </w:rPr>
            <w:t>ここをクリックして文字を入力</w:t>
          </w:r>
        </w:p>
      </w:docPartBody>
    </w:docPart>
    <w:docPart>
      <w:docPartPr>
        <w:name w:val="B568F0A4FDCB4BB2824019C6EE18867A"/>
        <w:category>
          <w:name w:val="General"/>
          <w:gallery w:val="placeholder"/>
        </w:category>
        <w:types>
          <w:type w:val="bbPlcHdr"/>
        </w:types>
        <w:behaviors>
          <w:behavior w:val="content"/>
        </w:behaviors>
        <w:guid w:val="{6DEC89BC-AA1C-4B37-856F-0F15E2F55EA0}"/>
      </w:docPartPr>
      <w:docPartBody>
        <w:p w:rsidR="00442059" w:rsidRDefault="00442059" w:rsidP="00442059">
          <w:pPr>
            <w:pStyle w:val="B568F0A4FDCB4BB2824019C6EE18867A1"/>
          </w:pPr>
          <w:r w:rsidRPr="00E84D9E">
            <w:rPr>
              <w:rStyle w:val="a3"/>
            </w:rPr>
            <w:t>ここをクリックして文字を入力</w:t>
          </w:r>
        </w:p>
      </w:docPartBody>
    </w:docPart>
    <w:docPart>
      <w:docPartPr>
        <w:name w:val="9EA2640E319144F8B65B1171E025D259"/>
        <w:category>
          <w:name w:val="General"/>
          <w:gallery w:val="placeholder"/>
        </w:category>
        <w:types>
          <w:type w:val="bbPlcHdr"/>
        </w:types>
        <w:behaviors>
          <w:behavior w:val="content"/>
        </w:behaviors>
        <w:guid w:val="{04B533FE-68F8-4B44-ACCD-07C7CDDAA239}"/>
      </w:docPartPr>
      <w:docPartBody>
        <w:p w:rsidR="00442059" w:rsidRDefault="00442059" w:rsidP="00442059">
          <w:pPr>
            <w:pStyle w:val="9EA2640E319144F8B65B1171E025D2591"/>
          </w:pPr>
          <w:r w:rsidRPr="00E84D9E">
            <w:rPr>
              <w:rStyle w:val="a3"/>
            </w:rPr>
            <w:t>ここをクリックして文字を入力</w:t>
          </w:r>
        </w:p>
      </w:docPartBody>
    </w:docPart>
    <w:docPart>
      <w:docPartPr>
        <w:name w:val="5F0F3BB4538A465BBD741E1CB9FDE651"/>
        <w:category>
          <w:name w:val="General"/>
          <w:gallery w:val="placeholder"/>
        </w:category>
        <w:types>
          <w:type w:val="bbPlcHdr"/>
        </w:types>
        <w:behaviors>
          <w:behavior w:val="content"/>
        </w:behaviors>
        <w:guid w:val="{DEE46ED9-7D7B-43D8-98C6-460486B4E938}"/>
      </w:docPartPr>
      <w:docPartBody>
        <w:p w:rsidR="00442059" w:rsidRDefault="00442059" w:rsidP="00442059">
          <w:pPr>
            <w:pStyle w:val="5F0F3BB4538A465BBD741E1CB9FDE6511"/>
          </w:pPr>
          <w:r w:rsidRPr="00E84D9E">
            <w:rPr>
              <w:rStyle w:val="a3"/>
            </w:rPr>
            <w:t>ここをクリックして文字を入力</w:t>
          </w:r>
        </w:p>
      </w:docPartBody>
    </w:docPart>
    <w:docPart>
      <w:docPartPr>
        <w:name w:val="3DFDF21DA17E462B9CEA4DAC4C8D00A9"/>
        <w:category>
          <w:name w:val="General"/>
          <w:gallery w:val="placeholder"/>
        </w:category>
        <w:types>
          <w:type w:val="bbPlcHdr"/>
        </w:types>
        <w:behaviors>
          <w:behavior w:val="content"/>
        </w:behaviors>
        <w:guid w:val="{BFBACD24-6C1B-4995-8BEE-EFF20F968E58}"/>
      </w:docPartPr>
      <w:docPartBody>
        <w:p w:rsidR="00442059" w:rsidRDefault="00442059" w:rsidP="00442059">
          <w:pPr>
            <w:pStyle w:val="3DFDF21DA17E462B9CEA4DAC4C8D00A91"/>
          </w:pPr>
          <w:r w:rsidRPr="00E84D9E">
            <w:rPr>
              <w:rStyle w:val="a3"/>
            </w:rPr>
            <w:t>ここをクリックして文字を入力</w:t>
          </w:r>
        </w:p>
      </w:docPartBody>
    </w:docPart>
    <w:docPart>
      <w:docPartPr>
        <w:name w:val="91A7CCCFA30348AA955C8FC23557B699"/>
        <w:category>
          <w:name w:val="General"/>
          <w:gallery w:val="placeholder"/>
        </w:category>
        <w:types>
          <w:type w:val="bbPlcHdr"/>
        </w:types>
        <w:behaviors>
          <w:behavior w:val="content"/>
        </w:behaviors>
        <w:guid w:val="{9B36EF26-9AF4-446D-9DFB-8014D689582E}"/>
      </w:docPartPr>
      <w:docPartBody>
        <w:p w:rsidR="00442059" w:rsidRDefault="00442059" w:rsidP="00442059">
          <w:pPr>
            <w:pStyle w:val="91A7CCCFA30348AA955C8FC23557B6991"/>
          </w:pPr>
          <w:r w:rsidRPr="00E84D9E">
            <w:rPr>
              <w:rStyle w:val="a3"/>
            </w:rPr>
            <w:t>ここをクリックして文字を入力</w:t>
          </w:r>
        </w:p>
      </w:docPartBody>
    </w:docPart>
    <w:docPart>
      <w:docPartPr>
        <w:name w:val="D2EEF610C1B049C299A381A601D76A99"/>
        <w:category>
          <w:name w:val="General"/>
          <w:gallery w:val="placeholder"/>
        </w:category>
        <w:types>
          <w:type w:val="bbPlcHdr"/>
        </w:types>
        <w:behaviors>
          <w:behavior w:val="content"/>
        </w:behaviors>
        <w:guid w:val="{E1EB0DEE-3831-4C5A-85BB-C11B1CA1868C}"/>
      </w:docPartPr>
      <w:docPartBody>
        <w:p w:rsidR="00442059" w:rsidRDefault="00442059" w:rsidP="00442059">
          <w:pPr>
            <w:pStyle w:val="D2EEF610C1B049C299A381A601D76A991"/>
          </w:pPr>
          <w:r w:rsidRPr="00E84D9E">
            <w:rPr>
              <w:rStyle w:val="a3"/>
            </w:rPr>
            <w:t>ここをクリックして文字を入力</w:t>
          </w:r>
        </w:p>
      </w:docPartBody>
    </w:docPart>
    <w:docPart>
      <w:docPartPr>
        <w:name w:val="8D61011859794B57B882404B2BA051DC"/>
        <w:category>
          <w:name w:val="General"/>
          <w:gallery w:val="placeholder"/>
        </w:category>
        <w:types>
          <w:type w:val="bbPlcHdr"/>
        </w:types>
        <w:behaviors>
          <w:behavior w:val="content"/>
        </w:behaviors>
        <w:guid w:val="{1CEC1FB9-D219-45A9-918F-EB2A03C23CA4}"/>
      </w:docPartPr>
      <w:docPartBody>
        <w:p w:rsidR="00442059" w:rsidRDefault="00442059" w:rsidP="00442059">
          <w:pPr>
            <w:pStyle w:val="8D61011859794B57B882404B2BA051DC1"/>
          </w:pPr>
          <w:r w:rsidRPr="00E84D9E">
            <w:rPr>
              <w:rStyle w:val="a3"/>
            </w:rPr>
            <w:t>ここをクリックして文字を入力</w:t>
          </w:r>
        </w:p>
      </w:docPartBody>
    </w:docPart>
    <w:docPart>
      <w:docPartPr>
        <w:name w:val="CE0C8435C32142F6899DF88A978E2FA3"/>
        <w:category>
          <w:name w:val="General"/>
          <w:gallery w:val="placeholder"/>
        </w:category>
        <w:types>
          <w:type w:val="bbPlcHdr"/>
        </w:types>
        <w:behaviors>
          <w:behavior w:val="content"/>
        </w:behaviors>
        <w:guid w:val="{A335B1E4-1A93-42EF-8572-1AF0AFFB9362}"/>
      </w:docPartPr>
      <w:docPartBody>
        <w:p w:rsidR="00442059" w:rsidRDefault="00442059" w:rsidP="00442059">
          <w:pPr>
            <w:pStyle w:val="CE0C8435C32142F6899DF88A978E2FA31"/>
          </w:pPr>
          <w:r w:rsidRPr="00E84D9E">
            <w:rPr>
              <w:rStyle w:val="a3"/>
            </w:rPr>
            <w:t>ここをクリックして文字を入力</w:t>
          </w:r>
        </w:p>
      </w:docPartBody>
    </w:docPart>
    <w:docPart>
      <w:docPartPr>
        <w:name w:val="1FE4DBE3AF5E496AAE03EA5F93679F78"/>
        <w:category>
          <w:name w:val="General"/>
          <w:gallery w:val="placeholder"/>
        </w:category>
        <w:types>
          <w:type w:val="bbPlcHdr"/>
        </w:types>
        <w:behaviors>
          <w:behavior w:val="content"/>
        </w:behaviors>
        <w:guid w:val="{B4F081D1-20F3-4F9B-9382-A0464822781A}"/>
      </w:docPartPr>
      <w:docPartBody>
        <w:p w:rsidR="00442059" w:rsidRDefault="00442059" w:rsidP="00442059">
          <w:pPr>
            <w:pStyle w:val="1FE4DBE3AF5E496AAE03EA5F93679F781"/>
          </w:pPr>
          <w:r w:rsidRPr="00E84D9E">
            <w:rPr>
              <w:rStyle w:val="a3"/>
            </w:rPr>
            <w:t>ここをクリックして文字を入力</w:t>
          </w:r>
        </w:p>
      </w:docPartBody>
    </w:docPart>
    <w:docPart>
      <w:docPartPr>
        <w:name w:val="C28B148EA59E41EEBAE3783BF7FBC3B1"/>
        <w:category>
          <w:name w:val="General"/>
          <w:gallery w:val="placeholder"/>
        </w:category>
        <w:types>
          <w:type w:val="bbPlcHdr"/>
        </w:types>
        <w:behaviors>
          <w:behavior w:val="content"/>
        </w:behaviors>
        <w:guid w:val="{E9A2A3AF-7F40-49FD-A852-E5E77746D56A}"/>
      </w:docPartPr>
      <w:docPartBody>
        <w:p w:rsidR="00442059" w:rsidRDefault="00442059" w:rsidP="00442059">
          <w:pPr>
            <w:pStyle w:val="C28B148EA59E41EEBAE3783BF7FBC3B11"/>
          </w:pPr>
          <w:r w:rsidRPr="00E84D9E">
            <w:rPr>
              <w:rStyle w:val="a3"/>
            </w:rPr>
            <w:t>ここをクリックして文字を入力</w:t>
          </w:r>
        </w:p>
      </w:docPartBody>
    </w:docPart>
    <w:docPart>
      <w:docPartPr>
        <w:name w:val="8DD446FE3ADC492BA23A61FEE6CCE967"/>
        <w:category>
          <w:name w:val="General"/>
          <w:gallery w:val="placeholder"/>
        </w:category>
        <w:types>
          <w:type w:val="bbPlcHdr"/>
        </w:types>
        <w:behaviors>
          <w:behavior w:val="content"/>
        </w:behaviors>
        <w:guid w:val="{B8E5F7DC-0BBD-4ADA-A26F-F901B7C3F119}"/>
      </w:docPartPr>
      <w:docPartBody>
        <w:p w:rsidR="00442059" w:rsidRDefault="00442059" w:rsidP="00442059">
          <w:pPr>
            <w:pStyle w:val="8DD446FE3ADC492BA23A61FEE6CCE9671"/>
          </w:pPr>
          <w:r w:rsidRPr="00E84D9E">
            <w:rPr>
              <w:rStyle w:val="a3"/>
            </w:rPr>
            <w:t>ここをクリックして文字を入力</w:t>
          </w:r>
        </w:p>
      </w:docPartBody>
    </w:docPart>
    <w:docPart>
      <w:docPartPr>
        <w:name w:val="4205B7DE47FC4C1CA741C98A4AEE2EE2"/>
        <w:category>
          <w:name w:val="General"/>
          <w:gallery w:val="placeholder"/>
        </w:category>
        <w:types>
          <w:type w:val="bbPlcHdr"/>
        </w:types>
        <w:behaviors>
          <w:behavior w:val="content"/>
        </w:behaviors>
        <w:guid w:val="{93BA0C58-889A-4D90-AC55-6D2F4F387529}"/>
      </w:docPartPr>
      <w:docPartBody>
        <w:p w:rsidR="00442059" w:rsidRDefault="00442059" w:rsidP="00442059">
          <w:pPr>
            <w:pStyle w:val="4205B7DE47FC4C1CA741C98A4AEE2EE21"/>
          </w:pPr>
          <w:r w:rsidRPr="00E84D9E">
            <w:rPr>
              <w:rStyle w:val="a3"/>
            </w:rPr>
            <w:t>ここをクリックして文字を入力</w:t>
          </w:r>
        </w:p>
      </w:docPartBody>
    </w:docPart>
    <w:docPart>
      <w:docPartPr>
        <w:name w:val="A6359152B22B4B2EABFA79BC3BD15C45"/>
        <w:category>
          <w:name w:val="General"/>
          <w:gallery w:val="placeholder"/>
        </w:category>
        <w:types>
          <w:type w:val="bbPlcHdr"/>
        </w:types>
        <w:behaviors>
          <w:behavior w:val="content"/>
        </w:behaviors>
        <w:guid w:val="{60672850-45E9-41EB-BF2D-97DCD9514504}"/>
      </w:docPartPr>
      <w:docPartBody>
        <w:p w:rsidR="00442059" w:rsidRDefault="00442059" w:rsidP="00442059">
          <w:pPr>
            <w:pStyle w:val="A6359152B22B4B2EABFA79BC3BD15C451"/>
          </w:pPr>
          <w:r w:rsidRPr="00E84D9E">
            <w:rPr>
              <w:rStyle w:val="a3"/>
            </w:rPr>
            <w:t>ここをクリックして文字を入力</w:t>
          </w:r>
        </w:p>
      </w:docPartBody>
    </w:docPart>
    <w:docPart>
      <w:docPartPr>
        <w:name w:val="EC614C85822F4544BB97ACE4D29EAE67"/>
        <w:category>
          <w:name w:val="General"/>
          <w:gallery w:val="placeholder"/>
        </w:category>
        <w:types>
          <w:type w:val="bbPlcHdr"/>
        </w:types>
        <w:behaviors>
          <w:behavior w:val="content"/>
        </w:behaviors>
        <w:guid w:val="{212B946F-745A-4E52-B8AB-40681CBE4D48}"/>
      </w:docPartPr>
      <w:docPartBody>
        <w:p w:rsidR="00442059" w:rsidRDefault="00442059" w:rsidP="00442059">
          <w:pPr>
            <w:pStyle w:val="EC614C85822F4544BB97ACE4D29EAE671"/>
          </w:pPr>
          <w:r w:rsidRPr="00E84D9E">
            <w:rPr>
              <w:rStyle w:val="a3"/>
            </w:rPr>
            <w:t>ここをクリックして文字を入力</w:t>
          </w:r>
        </w:p>
      </w:docPartBody>
    </w:docPart>
    <w:docPart>
      <w:docPartPr>
        <w:name w:val="0B36E192373A41608345E34FD3DC7D5B"/>
        <w:category>
          <w:name w:val="General"/>
          <w:gallery w:val="placeholder"/>
        </w:category>
        <w:types>
          <w:type w:val="bbPlcHdr"/>
        </w:types>
        <w:behaviors>
          <w:behavior w:val="content"/>
        </w:behaviors>
        <w:guid w:val="{0CB8A119-0786-4E44-BC0F-918BE52BD607}"/>
      </w:docPartPr>
      <w:docPartBody>
        <w:p w:rsidR="00442059" w:rsidRDefault="00442059" w:rsidP="00442059">
          <w:pPr>
            <w:pStyle w:val="0B36E192373A41608345E34FD3DC7D5B1"/>
          </w:pPr>
          <w:r w:rsidRPr="00E84D9E">
            <w:rPr>
              <w:rStyle w:val="a3"/>
            </w:rPr>
            <w:t>ここをクリックして文字を入力</w:t>
          </w:r>
        </w:p>
      </w:docPartBody>
    </w:docPart>
    <w:docPart>
      <w:docPartPr>
        <w:name w:val="A2D6044B66CE4475B860AA430BAB6BA2"/>
        <w:category>
          <w:name w:val="General"/>
          <w:gallery w:val="placeholder"/>
        </w:category>
        <w:types>
          <w:type w:val="bbPlcHdr"/>
        </w:types>
        <w:behaviors>
          <w:behavior w:val="content"/>
        </w:behaviors>
        <w:guid w:val="{992440AF-9853-4862-8032-F1F1552059F5}"/>
      </w:docPartPr>
      <w:docPartBody>
        <w:p w:rsidR="00442059" w:rsidRDefault="00442059" w:rsidP="00442059">
          <w:pPr>
            <w:pStyle w:val="A2D6044B66CE4475B860AA430BAB6BA21"/>
          </w:pPr>
          <w:r w:rsidRPr="00E84D9E">
            <w:rPr>
              <w:rStyle w:val="a3"/>
            </w:rPr>
            <w:t>ここをクリックして文字を入力</w:t>
          </w:r>
        </w:p>
      </w:docPartBody>
    </w:docPart>
    <w:docPart>
      <w:docPartPr>
        <w:name w:val="F5D47788CF4A492FA212CC3AD4D2F735"/>
        <w:category>
          <w:name w:val="General"/>
          <w:gallery w:val="placeholder"/>
        </w:category>
        <w:types>
          <w:type w:val="bbPlcHdr"/>
        </w:types>
        <w:behaviors>
          <w:behavior w:val="content"/>
        </w:behaviors>
        <w:guid w:val="{607CF1C5-1333-43CF-992C-C25F0E7CEEB8}"/>
      </w:docPartPr>
      <w:docPartBody>
        <w:p w:rsidR="00442059" w:rsidRDefault="00442059" w:rsidP="00442059">
          <w:pPr>
            <w:pStyle w:val="F5D47788CF4A492FA212CC3AD4D2F7351"/>
          </w:pPr>
          <w:r w:rsidRPr="00E84D9E">
            <w:rPr>
              <w:rStyle w:val="a3"/>
            </w:rPr>
            <w:t>ここをクリックして文字を入力</w:t>
          </w:r>
        </w:p>
      </w:docPartBody>
    </w:docPart>
    <w:docPart>
      <w:docPartPr>
        <w:name w:val="F18F874EA8D6418E80F17BC1F92C41E9"/>
        <w:category>
          <w:name w:val="General"/>
          <w:gallery w:val="placeholder"/>
        </w:category>
        <w:types>
          <w:type w:val="bbPlcHdr"/>
        </w:types>
        <w:behaviors>
          <w:behavior w:val="content"/>
        </w:behaviors>
        <w:guid w:val="{A7DCE909-5162-42AC-BA81-937CDEE350D8}"/>
      </w:docPartPr>
      <w:docPartBody>
        <w:p w:rsidR="00442059" w:rsidRDefault="00442059" w:rsidP="00442059">
          <w:pPr>
            <w:pStyle w:val="F18F874EA8D6418E80F17BC1F92C41E91"/>
          </w:pPr>
          <w:r w:rsidRPr="00E84D9E">
            <w:rPr>
              <w:rStyle w:val="a3"/>
            </w:rPr>
            <w:t>ここをクリックして文字を入力</w:t>
          </w:r>
        </w:p>
      </w:docPartBody>
    </w:docPart>
    <w:docPart>
      <w:docPartPr>
        <w:name w:val="FEDC27E36BA346E9BBA630E223310265"/>
        <w:category>
          <w:name w:val="General"/>
          <w:gallery w:val="placeholder"/>
        </w:category>
        <w:types>
          <w:type w:val="bbPlcHdr"/>
        </w:types>
        <w:behaviors>
          <w:behavior w:val="content"/>
        </w:behaviors>
        <w:guid w:val="{4BA00EA4-9B1F-4E7C-99F1-9C0A1DCAC817}"/>
      </w:docPartPr>
      <w:docPartBody>
        <w:p w:rsidR="00442059" w:rsidRDefault="00442059" w:rsidP="00442059">
          <w:pPr>
            <w:pStyle w:val="FEDC27E36BA346E9BBA630E2233102651"/>
          </w:pPr>
          <w:r w:rsidRPr="00E84D9E">
            <w:rPr>
              <w:rStyle w:val="a3"/>
            </w:rPr>
            <w:t>ここをクリックして文字を入力</w:t>
          </w:r>
        </w:p>
      </w:docPartBody>
    </w:docPart>
    <w:docPart>
      <w:docPartPr>
        <w:name w:val="5B289C174104499E995E05FA75B1944D"/>
        <w:category>
          <w:name w:val="General"/>
          <w:gallery w:val="placeholder"/>
        </w:category>
        <w:types>
          <w:type w:val="bbPlcHdr"/>
        </w:types>
        <w:behaviors>
          <w:behavior w:val="content"/>
        </w:behaviors>
        <w:guid w:val="{DBC97EF7-B557-4A33-929B-45FEB8EB4310}"/>
      </w:docPartPr>
      <w:docPartBody>
        <w:p w:rsidR="00442059" w:rsidRDefault="00442059" w:rsidP="00442059">
          <w:pPr>
            <w:pStyle w:val="5B289C174104499E995E05FA75B1944D1"/>
          </w:pPr>
          <w:r w:rsidRPr="00E84D9E">
            <w:rPr>
              <w:rStyle w:val="a3"/>
            </w:rPr>
            <w:t>ここをクリックして文字を入力</w:t>
          </w:r>
        </w:p>
      </w:docPartBody>
    </w:docPart>
    <w:docPart>
      <w:docPartPr>
        <w:name w:val="E3CE590C5B004E8A8C6E1C88F32B367A"/>
        <w:category>
          <w:name w:val="General"/>
          <w:gallery w:val="placeholder"/>
        </w:category>
        <w:types>
          <w:type w:val="bbPlcHdr"/>
        </w:types>
        <w:behaviors>
          <w:behavior w:val="content"/>
        </w:behaviors>
        <w:guid w:val="{4B1E3DF9-FB19-4373-9AAA-374C78EF643C}"/>
      </w:docPartPr>
      <w:docPartBody>
        <w:p w:rsidR="00442059" w:rsidRDefault="00442059" w:rsidP="00442059">
          <w:pPr>
            <w:pStyle w:val="E3CE590C5B004E8A8C6E1C88F32B367A1"/>
          </w:pPr>
          <w:r w:rsidRPr="00E84D9E">
            <w:rPr>
              <w:rStyle w:val="a3"/>
            </w:rPr>
            <w:t>ここをクリックして文字を入力</w:t>
          </w:r>
        </w:p>
      </w:docPartBody>
    </w:docPart>
    <w:docPart>
      <w:docPartPr>
        <w:name w:val="04C0B6F4E7FF4FBD9E189FE075A36441"/>
        <w:category>
          <w:name w:val="General"/>
          <w:gallery w:val="placeholder"/>
        </w:category>
        <w:types>
          <w:type w:val="bbPlcHdr"/>
        </w:types>
        <w:behaviors>
          <w:behavior w:val="content"/>
        </w:behaviors>
        <w:guid w:val="{205734D6-D723-4687-863F-CAB01E81F583}"/>
      </w:docPartPr>
      <w:docPartBody>
        <w:p w:rsidR="00442059" w:rsidRDefault="00442059" w:rsidP="00442059">
          <w:pPr>
            <w:pStyle w:val="04C0B6F4E7FF4FBD9E189FE075A364411"/>
          </w:pPr>
          <w:r w:rsidRPr="00E84D9E">
            <w:rPr>
              <w:rStyle w:val="a3"/>
            </w:rPr>
            <w:t>ここをクリックして文字を入力</w:t>
          </w:r>
        </w:p>
      </w:docPartBody>
    </w:docPart>
    <w:docPart>
      <w:docPartPr>
        <w:name w:val="7F456254D07B4CC184BD1B1D78B4765B"/>
        <w:category>
          <w:name w:val="General"/>
          <w:gallery w:val="placeholder"/>
        </w:category>
        <w:types>
          <w:type w:val="bbPlcHdr"/>
        </w:types>
        <w:behaviors>
          <w:behavior w:val="content"/>
        </w:behaviors>
        <w:guid w:val="{25522379-7848-4814-AE98-5DC90B789F38}"/>
      </w:docPartPr>
      <w:docPartBody>
        <w:p w:rsidR="00442059" w:rsidRDefault="00442059" w:rsidP="00442059">
          <w:pPr>
            <w:pStyle w:val="7F456254D07B4CC184BD1B1D78B4765B1"/>
          </w:pPr>
          <w:r w:rsidRPr="00E84D9E">
            <w:rPr>
              <w:rStyle w:val="a3"/>
            </w:rPr>
            <w:t>ここをクリックして文字を入力</w:t>
          </w:r>
        </w:p>
      </w:docPartBody>
    </w:docPart>
    <w:docPart>
      <w:docPartPr>
        <w:name w:val="1D4998EFE75E4127B8B9AFDC14AF89FC"/>
        <w:category>
          <w:name w:val="General"/>
          <w:gallery w:val="placeholder"/>
        </w:category>
        <w:types>
          <w:type w:val="bbPlcHdr"/>
        </w:types>
        <w:behaviors>
          <w:behavior w:val="content"/>
        </w:behaviors>
        <w:guid w:val="{0F1AE65F-D8D1-4481-8249-A2CD59090856}"/>
      </w:docPartPr>
      <w:docPartBody>
        <w:p w:rsidR="00442059" w:rsidRDefault="00442059" w:rsidP="00442059">
          <w:pPr>
            <w:pStyle w:val="1D4998EFE75E4127B8B9AFDC14AF89FC1"/>
          </w:pPr>
          <w:r w:rsidRPr="00E84D9E">
            <w:rPr>
              <w:rStyle w:val="a3"/>
            </w:rPr>
            <w:t>ここをクリックして文字を入力</w:t>
          </w:r>
        </w:p>
      </w:docPartBody>
    </w:docPart>
    <w:docPart>
      <w:docPartPr>
        <w:name w:val="9191662D3DBA40BF97A416D8C2D1BFC0"/>
        <w:category>
          <w:name w:val="General"/>
          <w:gallery w:val="placeholder"/>
        </w:category>
        <w:types>
          <w:type w:val="bbPlcHdr"/>
        </w:types>
        <w:behaviors>
          <w:behavior w:val="content"/>
        </w:behaviors>
        <w:guid w:val="{84F03E7E-5D82-4B68-B364-E9B995965499}"/>
      </w:docPartPr>
      <w:docPartBody>
        <w:p w:rsidR="00442059" w:rsidRDefault="00442059" w:rsidP="00442059">
          <w:pPr>
            <w:pStyle w:val="9191662D3DBA40BF97A416D8C2D1BFC01"/>
          </w:pPr>
          <w:r w:rsidRPr="00E84D9E">
            <w:rPr>
              <w:rStyle w:val="a3"/>
            </w:rPr>
            <w:t>ここをクリックして文字を入力</w:t>
          </w:r>
        </w:p>
      </w:docPartBody>
    </w:docPart>
    <w:docPart>
      <w:docPartPr>
        <w:name w:val="EB3C43A7F2184A36860BA1F99176E73B"/>
        <w:category>
          <w:name w:val="General"/>
          <w:gallery w:val="placeholder"/>
        </w:category>
        <w:types>
          <w:type w:val="bbPlcHdr"/>
        </w:types>
        <w:behaviors>
          <w:behavior w:val="content"/>
        </w:behaviors>
        <w:guid w:val="{6843363D-30E2-47EE-B0A3-4D0ADF10E94B}"/>
      </w:docPartPr>
      <w:docPartBody>
        <w:p w:rsidR="00442059" w:rsidRDefault="00442059" w:rsidP="00442059">
          <w:pPr>
            <w:pStyle w:val="EB3C43A7F2184A36860BA1F99176E73B1"/>
          </w:pPr>
          <w:r w:rsidRPr="00E84D9E">
            <w:rPr>
              <w:rStyle w:val="a3"/>
            </w:rPr>
            <w:t>ここをクリックして文字を入力</w:t>
          </w:r>
        </w:p>
      </w:docPartBody>
    </w:docPart>
    <w:docPart>
      <w:docPartPr>
        <w:name w:val="AE48CE7B6C11450D91A30933C40836CC"/>
        <w:category>
          <w:name w:val="General"/>
          <w:gallery w:val="placeholder"/>
        </w:category>
        <w:types>
          <w:type w:val="bbPlcHdr"/>
        </w:types>
        <w:behaviors>
          <w:behavior w:val="content"/>
        </w:behaviors>
        <w:guid w:val="{F5C451C0-B140-4E49-AF32-6722D62D80B9}"/>
      </w:docPartPr>
      <w:docPartBody>
        <w:p w:rsidR="00442059" w:rsidRDefault="00442059" w:rsidP="00442059">
          <w:pPr>
            <w:pStyle w:val="AE48CE7B6C11450D91A30933C40836CC1"/>
          </w:pPr>
          <w:r w:rsidRPr="00E84D9E">
            <w:rPr>
              <w:rStyle w:val="a3"/>
            </w:rPr>
            <w:t>ここをクリックして文字を入力</w:t>
          </w:r>
        </w:p>
      </w:docPartBody>
    </w:docPart>
    <w:docPart>
      <w:docPartPr>
        <w:name w:val="6300697654CE4F1B8830A97A5F9A477A"/>
        <w:category>
          <w:name w:val="General"/>
          <w:gallery w:val="placeholder"/>
        </w:category>
        <w:types>
          <w:type w:val="bbPlcHdr"/>
        </w:types>
        <w:behaviors>
          <w:behavior w:val="content"/>
        </w:behaviors>
        <w:guid w:val="{CBDAB480-0B3B-4D97-B9FB-BD595B7A76B4}"/>
      </w:docPartPr>
      <w:docPartBody>
        <w:p w:rsidR="00442059" w:rsidRDefault="00442059" w:rsidP="00442059">
          <w:pPr>
            <w:pStyle w:val="6300697654CE4F1B8830A97A5F9A477A1"/>
          </w:pPr>
          <w:r w:rsidRPr="00E84D9E">
            <w:rPr>
              <w:rStyle w:val="a3"/>
            </w:rPr>
            <w:t>ここをクリックして文字を入力</w:t>
          </w:r>
        </w:p>
      </w:docPartBody>
    </w:docPart>
    <w:docPart>
      <w:docPartPr>
        <w:name w:val="DCC7AA95E1DE479AA04219D53437E8BD"/>
        <w:category>
          <w:name w:val="General"/>
          <w:gallery w:val="placeholder"/>
        </w:category>
        <w:types>
          <w:type w:val="bbPlcHdr"/>
        </w:types>
        <w:behaviors>
          <w:behavior w:val="content"/>
        </w:behaviors>
        <w:guid w:val="{5E2C1836-7F79-4A6D-AF7B-EA03EE5A55D6}"/>
      </w:docPartPr>
      <w:docPartBody>
        <w:p w:rsidR="00442059" w:rsidRDefault="00442059" w:rsidP="00442059">
          <w:pPr>
            <w:pStyle w:val="DCC7AA95E1DE479AA04219D53437E8BD1"/>
          </w:pPr>
          <w:r w:rsidRPr="00E84D9E">
            <w:rPr>
              <w:rStyle w:val="a3"/>
            </w:rPr>
            <w:t>ここをクリックして文字を入力</w:t>
          </w:r>
        </w:p>
      </w:docPartBody>
    </w:docPart>
    <w:docPart>
      <w:docPartPr>
        <w:name w:val="AD6E31A4AD6F480AB3776895997DD5B3"/>
        <w:category>
          <w:name w:val="General"/>
          <w:gallery w:val="placeholder"/>
        </w:category>
        <w:types>
          <w:type w:val="bbPlcHdr"/>
        </w:types>
        <w:behaviors>
          <w:behavior w:val="content"/>
        </w:behaviors>
        <w:guid w:val="{2A845169-052D-4B87-8D30-71C11A85C85A}"/>
      </w:docPartPr>
      <w:docPartBody>
        <w:p w:rsidR="00442059" w:rsidRDefault="00442059" w:rsidP="00442059">
          <w:pPr>
            <w:pStyle w:val="AD6E31A4AD6F480AB3776895997DD5B31"/>
          </w:pPr>
          <w:r w:rsidRPr="00E84D9E">
            <w:rPr>
              <w:rStyle w:val="a3"/>
            </w:rPr>
            <w:t>ここをクリックして文字を入力</w:t>
          </w:r>
        </w:p>
      </w:docPartBody>
    </w:docPart>
    <w:docPart>
      <w:docPartPr>
        <w:name w:val="A66C7C10C51C499486B3A97F2C18B45F"/>
        <w:category>
          <w:name w:val="General"/>
          <w:gallery w:val="placeholder"/>
        </w:category>
        <w:types>
          <w:type w:val="bbPlcHdr"/>
        </w:types>
        <w:behaviors>
          <w:behavior w:val="content"/>
        </w:behaviors>
        <w:guid w:val="{CC562F88-D1A2-4184-9396-FAB404B4A1EB}"/>
      </w:docPartPr>
      <w:docPartBody>
        <w:p w:rsidR="00442059" w:rsidRDefault="00442059" w:rsidP="00442059">
          <w:pPr>
            <w:pStyle w:val="A66C7C10C51C499486B3A97F2C18B45F1"/>
          </w:pPr>
          <w:r w:rsidRPr="00E84D9E">
            <w:rPr>
              <w:rStyle w:val="a3"/>
            </w:rPr>
            <w:t>ここをクリックして文字を入力</w:t>
          </w:r>
        </w:p>
      </w:docPartBody>
    </w:docPart>
    <w:docPart>
      <w:docPartPr>
        <w:name w:val="9B03109FE7904B209CCF2D17FCC288C1"/>
        <w:category>
          <w:name w:val="General"/>
          <w:gallery w:val="placeholder"/>
        </w:category>
        <w:types>
          <w:type w:val="bbPlcHdr"/>
        </w:types>
        <w:behaviors>
          <w:behavior w:val="content"/>
        </w:behaviors>
        <w:guid w:val="{326C3F4D-6EF1-4434-8B03-C12A09289E84}"/>
      </w:docPartPr>
      <w:docPartBody>
        <w:p w:rsidR="00442059" w:rsidRDefault="00442059" w:rsidP="00442059">
          <w:pPr>
            <w:pStyle w:val="9B03109FE7904B209CCF2D17FCC288C11"/>
          </w:pPr>
          <w:r w:rsidRPr="00E84D9E">
            <w:rPr>
              <w:rStyle w:val="a3"/>
            </w:rPr>
            <w:t>ここをクリックして文字を入力</w:t>
          </w:r>
        </w:p>
      </w:docPartBody>
    </w:docPart>
    <w:docPart>
      <w:docPartPr>
        <w:name w:val="8B622817D1614A02ACA266499B64FCD0"/>
        <w:category>
          <w:name w:val="General"/>
          <w:gallery w:val="placeholder"/>
        </w:category>
        <w:types>
          <w:type w:val="bbPlcHdr"/>
        </w:types>
        <w:behaviors>
          <w:behavior w:val="content"/>
        </w:behaviors>
        <w:guid w:val="{DE6C604B-7A1C-41E0-B239-5E7BE489F3DC}"/>
      </w:docPartPr>
      <w:docPartBody>
        <w:p w:rsidR="00442059" w:rsidRDefault="00442059" w:rsidP="00442059">
          <w:pPr>
            <w:pStyle w:val="8B622817D1614A02ACA266499B64FCD01"/>
          </w:pPr>
          <w:r w:rsidRPr="00E84D9E">
            <w:rPr>
              <w:rStyle w:val="a3"/>
            </w:rPr>
            <w:t>ここをクリックして文字を入力</w:t>
          </w:r>
        </w:p>
      </w:docPartBody>
    </w:docPart>
    <w:docPart>
      <w:docPartPr>
        <w:name w:val="062126034268465CB54D2E80FFB8FF68"/>
        <w:category>
          <w:name w:val="General"/>
          <w:gallery w:val="placeholder"/>
        </w:category>
        <w:types>
          <w:type w:val="bbPlcHdr"/>
        </w:types>
        <w:behaviors>
          <w:behavior w:val="content"/>
        </w:behaviors>
        <w:guid w:val="{D2016ED6-DE43-4933-AA39-DD3BF99DC783}"/>
      </w:docPartPr>
      <w:docPartBody>
        <w:p w:rsidR="00442059" w:rsidRDefault="00442059" w:rsidP="00442059">
          <w:pPr>
            <w:pStyle w:val="062126034268465CB54D2E80FFB8FF681"/>
          </w:pPr>
          <w:r w:rsidRPr="00E84D9E">
            <w:rPr>
              <w:rStyle w:val="a3"/>
            </w:rPr>
            <w:t>ここをクリックして文字を入力</w:t>
          </w:r>
        </w:p>
      </w:docPartBody>
    </w:docPart>
    <w:docPart>
      <w:docPartPr>
        <w:name w:val="2C65E868F49444C8AA4CF7D93DD33BEB"/>
        <w:category>
          <w:name w:val="General"/>
          <w:gallery w:val="placeholder"/>
        </w:category>
        <w:types>
          <w:type w:val="bbPlcHdr"/>
        </w:types>
        <w:behaviors>
          <w:behavior w:val="content"/>
        </w:behaviors>
        <w:guid w:val="{02B99570-D019-413A-B02B-0B96D943AC88}"/>
      </w:docPartPr>
      <w:docPartBody>
        <w:p w:rsidR="00442059" w:rsidRDefault="00442059" w:rsidP="00442059">
          <w:pPr>
            <w:pStyle w:val="2C65E868F49444C8AA4CF7D93DD33BEB1"/>
          </w:pPr>
          <w:r w:rsidRPr="00E84D9E">
            <w:rPr>
              <w:rStyle w:val="a3"/>
            </w:rPr>
            <w:t>ここをクリックして文字を入力</w:t>
          </w:r>
        </w:p>
      </w:docPartBody>
    </w:docPart>
    <w:docPart>
      <w:docPartPr>
        <w:name w:val="C5914AE838D94FC5A1BFA6B07E770F84"/>
        <w:category>
          <w:name w:val="General"/>
          <w:gallery w:val="placeholder"/>
        </w:category>
        <w:types>
          <w:type w:val="bbPlcHdr"/>
        </w:types>
        <w:behaviors>
          <w:behavior w:val="content"/>
        </w:behaviors>
        <w:guid w:val="{AA236DDB-7995-4D4E-B51E-7FF6A91041CE}"/>
      </w:docPartPr>
      <w:docPartBody>
        <w:p w:rsidR="00442059" w:rsidRDefault="00442059" w:rsidP="00442059">
          <w:pPr>
            <w:pStyle w:val="C5914AE838D94FC5A1BFA6B07E770F841"/>
          </w:pPr>
          <w:r w:rsidRPr="00E84D9E">
            <w:rPr>
              <w:rStyle w:val="a3"/>
            </w:rPr>
            <w:t>ここをクリックして文字を入力</w:t>
          </w:r>
        </w:p>
      </w:docPartBody>
    </w:docPart>
    <w:docPart>
      <w:docPartPr>
        <w:name w:val="91ADEB1CBFFD4228ADB8812CB164DAE3"/>
        <w:category>
          <w:name w:val="General"/>
          <w:gallery w:val="placeholder"/>
        </w:category>
        <w:types>
          <w:type w:val="bbPlcHdr"/>
        </w:types>
        <w:behaviors>
          <w:behavior w:val="content"/>
        </w:behaviors>
        <w:guid w:val="{8721327D-0D51-4860-A2FB-530D213D5B2E}"/>
      </w:docPartPr>
      <w:docPartBody>
        <w:p w:rsidR="00442059" w:rsidRDefault="00442059" w:rsidP="00442059">
          <w:pPr>
            <w:pStyle w:val="91ADEB1CBFFD4228ADB8812CB164DAE31"/>
          </w:pPr>
          <w:r w:rsidRPr="00E84D9E">
            <w:rPr>
              <w:rStyle w:val="a3"/>
            </w:rPr>
            <w:t>ここをクリックして文字を入力</w:t>
          </w:r>
        </w:p>
      </w:docPartBody>
    </w:docPart>
    <w:docPart>
      <w:docPartPr>
        <w:name w:val="A22FD2FA8D9B4C7CB282DD444DC128A0"/>
        <w:category>
          <w:name w:val="General"/>
          <w:gallery w:val="placeholder"/>
        </w:category>
        <w:types>
          <w:type w:val="bbPlcHdr"/>
        </w:types>
        <w:behaviors>
          <w:behavior w:val="content"/>
        </w:behaviors>
        <w:guid w:val="{72ABFFD1-6859-4BE6-AEC8-BE4C6C3D2065}"/>
      </w:docPartPr>
      <w:docPartBody>
        <w:p w:rsidR="00442059" w:rsidRDefault="00442059" w:rsidP="00442059">
          <w:pPr>
            <w:pStyle w:val="A22FD2FA8D9B4C7CB282DD444DC128A01"/>
          </w:pPr>
          <w:r w:rsidRPr="00E84D9E">
            <w:rPr>
              <w:rStyle w:val="a3"/>
            </w:rPr>
            <w:t>ここをクリックして文字を入力</w:t>
          </w:r>
        </w:p>
      </w:docPartBody>
    </w:docPart>
    <w:docPart>
      <w:docPartPr>
        <w:name w:val="744AA77B37074C678B1415729945B26E"/>
        <w:category>
          <w:name w:val="General"/>
          <w:gallery w:val="placeholder"/>
        </w:category>
        <w:types>
          <w:type w:val="bbPlcHdr"/>
        </w:types>
        <w:behaviors>
          <w:behavior w:val="content"/>
        </w:behaviors>
        <w:guid w:val="{BF3F5FCD-D2BE-41F9-A316-67818BB484DF}"/>
      </w:docPartPr>
      <w:docPartBody>
        <w:p w:rsidR="00442059" w:rsidRDefault="00442059" w:rsidP="00442059">
          <w:pPr>
            <w:pStyle w:val="744AA77B37074C678B1415729945B26E1"/>
          </w:pPr>
          <w:r w:rsidRPr="00E84D9E">
            <w:rPr>
              <w:rStyle w:val="a3"/>
            </w:rPr>
            <w:t>ここをクリックして文字を入力</w:t>
          </w:r>
        </w:p>
      </w:docPartBody>
    </w:docPart>
    <w:docPart>
      <w:docPartPr>
        <w:name w:val="CCE044AB2AAD41AEA04AF66155FADD5C"/>
        <w:category>
          <w:name w:val="General"/>
          <w:gallery w:val="placeholder"/>
        </w:category>
        <w:types>
          <w:type w:val="bbPlcHdr"/>
        </w:types>
        <w:behaviors>
          <w:behavior w:val="content"/>
        </w:behaviors>
        <w:guid w:val="{D37FFF67-FD94-4F61-84D1-DCE8468A33F0}"/>
      </w:docPartPr>
      <w:docPartBody>
        <w:p w:rsidR="00442059" w:rsidRDefault="00442059" w:rsidP="00442059">
          <w:pPr>
            <w:pStyle w:val="CCE044AB2AAD41AEA04AF66155FADD5C1"/>
          </w:pPr>
          <w:r w:rsidRPr="00E84D9E">
            <w:rPr>
              <w:rStyle w:val="a3"/>
            </w:rPr>
            <w:t>ここをクリックして文字を入力</w:t>
          </w:r>
        </w:p>
      </w:docPartBody>
    </w:docPart>
    <w:docPart>
      <w:docPartPr>
        <w:name w:val="09DF6102A5C241949D70CEC95237FF0C"/>
        <w:category>
          <w:name w:val="General"/>
          <w:gallery w:val="placeholder"/>
        </w:category>
        <w:types>
          <w:type w:val="bbPlcHdr"/>
        </w:types>
        <w:behaviors>
          <w:behavior w:val="content"/>
        </w:behaviors>
        <w:guid w:val="{D7683A9D-4737-4DC1-B9C3-1C819BC27673}"/>
      </w:docPartPr>
      <w:docPartBody>
        <w:p w:rsidR="00442059" w:rsidRDefault="00442059" w:rsidP="00442059">
          <w:pPr>
            <w:pStyle w:val="09DF6102A5C241949D70CEC95237FF0C1"/>
          </w:pPr>
          <w:r w:rsidRPr="00E84D9E">
            <w:rPr>
              <w:rStyle w:val="a3"/>
            </w:rPr>
            <w:t>ここをクリックして文字を入力</w:t>
          </w:r>
        </w:p>
      </w:docPartBody>
    </w:docPart>
    <w:docPart>
      <w:docPartPr>
        <w:name w:val="5318C04448FB46DAA726A1B70F43F441"/>
        <w:category>
          <w:name w:val="General"/>
          <w:gallery w:val="placeholder"/>
        </w:category>
        <w:types>
          <w:type w:val="bbPlcHdr"/>
        </w:types>
        <w:behaviors>
          <w:behavior w:val="content"/>
        </w:behaviors>
        <w:guid w:val="{6A9225ED-D267-4979-BC5C-247B61F59D13}"/>
      </w:docPartPr>
      <w:docPartBody>
        <w:p w:rsidR="00442059" w:rsidRDefault="00442059" w:rsidP="00442059">
          <w:pPr>
            <w:pStyle w:val="5318C04448FB46DAA726A1B70F43F4411"/>
          </w:pPr>
          <w:r w:rsidRPr="00E84D9E">
            <w:rPr>
              <w:rStyle w:val="a3"/>
            </w:rPr>
            <w:t>ここをクリックして文字を入力</w:t>
          </w:r>
        </w:p>
      </w:docPartBody>
    </w:docPart>
    <w:docPart>
      <w:docPartPr>
        <w:name w:val="968E914A6D8B48DA98F249249B33D5D7"/>
        <w:category>
          <w:name w:val="General"/>
          <w:gallery w:val="placeholder"/>
        </w:category>
        <w:types>
          <w:type w:val="bbPlcHdr"/>
        </w:types>
        <w:behaviors>
          <w:behavior w:val="content"/>
        </w:behaviors>
        <w:guid w:val="{A87A1A6B-C231-4B0B-8D32-4148C447A0F4}"/>
      </w:docPartPr>
      <w:docPartBody>
        <w:p w:rsidR="00442059" w:rsidRDefault="00442059" w:rsidP="00442059">
          <w:pPr>
            <w:pStyle w:val="968E914A6D8B48DA98F249249B33D5D71"/>
          </w:pPr>
          <w:r w:rsidRPr="00E84D9E">
            <w:rPr>
              <w:rStyle w:val="a3"/>
            </w:rPr>
            <w:t>ここをクリックして文字を入力</w:t>
          </w:r>
        </w:p>
      </w:docPartBody>
    </w:docPart>
    <w:docPart>
      <w:docPartPr>
        <w:name w:val="89EFF664DFEE43C6B7F512054345C520"/>
        <w:category>
          <w:name w:val="General"/>
          <w:gallery w:val="placeholder"/>
        </w:category>
        <w:types>
          <w:type w:val="bbPlcHdr"/>
        </w:types>
        <w:behaviors>
          <w:behavior w:val="content"/>
        </w:behaviors>
        <w:guid w:val="{6503639F-4399-433B-9304-EA9D9072145A}"/>
      </w:docPartPr>
      <w:docPartBody>
        <w:p w:rsidR="00442059" w:rsidRDefault="00442059" w:rsidP="00442059">
          <w:pPr>
            <w:pStyle w:val="89EFF664DFEE43C6B7F512054345C5201"/>
          </w:pPr>
          <w:r w:rsidRPr="00E84D9E">
            <w:rPr>
              <w:rStyle w:val="a3"/>
            </w:rPr>
            <w:t>ここをクリックして文字を入力</w:t>
          </w:r>
        </w:p>
      </w:docPartBody>
    </w:docPart>
    <w:docPart>
      <w:docPartPr>
        <w:name w:val="AEE3131D5C244B4BAF616C4995B46013"/>
        <w:category>
          <w:name w:val="General"/>
          <w:gallery w:val="placeholder"/>
        </w:category>
        <w:types>
          <w:type w:val="bbPlcHdr"/>
        </w:types>
        <w:behaviors>
          <w:behavior w:val="content"/>
        </w:behaviors>
        <w:guid w:val="{58F87205-1BC2-4A5C-BBD1-9F3DEFCDFB65}"/>
      </w:docPartPr>
      <w:docPartBody>
        <w:p w:rsidR="00442059" w:rsidRDefault="00442059" w:rsidP="00442059">
          <w:pPr>
            <w:pStyle w:val="AEE3131D5C244B4BAF616C4995B460131"/>
          </w:pPr>
          <w:r w:rsidRPr="00E84D9E">
            <w:rPr>
              <w:rStyle w:val="a3"/>
            </w:rPr>
            <w:t>ここをクリックして文字を入力</w:t>
          </w:r>
        </w:p>
      </w:docPartBody>
    </w:docPart>
    <w:docPart>
      <w:docPartPr>
        <w:name w:val="B982E25DCED64141B7FA6C0021C41007"/>
        <w:category>
          <w:name w:val="General"/>
          <w:gallery w:val="placeholder"/>
        </w:category>
        <w:types>
          <w:type w:val="bbPlcHdr"/>
        </w:types>
        <w:behaviors>
          <w:behavior w:val="content"/>
        </w:behaviors>
        <w:guid w:val="{46DD140D-C2CC-4D34-88E9-5A31C2D024E9}"/>
      </w:docPartPr>
      <w:docPartBody>
        <w:p w:rsidR="00442059" w:rsidRDefault="00442059" w:rsidP="00442059">
          <w:pPr>
            <w:pStyle w:val="B982E25DCED64141B7FA6C0021C410071"/>
          </w:pPr>
          <w:r w:rsidRPr="00E84D9E">
            <w:rPr>
              <w:rStyle w:val="a3"/>
            </w:rPr>
            <w:t>ここをクリックして文字を入力</w:t>
          </w:r>
        </w:p>
      </w:docPartBody>
    </w:docPart>
    <w:docPart>
      <w:docPartPr>
        <w:name w:val="A7793AFCFB1844F38A704437218748B8"/>
        <w:category>
          <w:name w:val="General"/>
          <w:gallery w:val="placeholder"/>
        </w:category>
        <w:types>
          <w:type w:val="bbPlcHdr"/>
        </w:types>
        <w:behaviors>
          <w:behavior w:val="content"/>
        </w:behaviors>
        <w:guid w:val="{59E399F0-8FB7-44F1-BBD1-19AE311579BE}"/>
      </w:docPartPr>
      <w:docPartBody>
        <w:p w:rsidR="00442059" w:rsidRDefault="00442059" w:rsidP="00442059">
          <w:pPr>
            <w:pStyle w:val="A7793AFCFB1844F38A704437218748B81"/>
          </w:pPr>
          <w:r w:rsidRPr="00E84D9E">
            <w:rPr>
              <w:rStyle w:val="a3"/>
            </w:rPr>
            <w:t>ここをクリックして文字を入力</w:t>
          </w:r>
        </w:p>
      </w:docPartBody>
    </w:docPart>
    <w:docPart>
      <w:docPartPr>
        <w:name w:val="04B8A24EBADF4BF68611B2BEBC0CD80C"/>
        <w:category>
          <w:name w:val="General"/>
          <w:gallery w:val="placeholder"/>
        </w:category>
        <w:types>
          <w:type w:val="bbPlcHdr"/>
        </w:types>
        <w:behaviors>
          <w:behavior w:val="content"/>
        </w:behaviors>
        <w:guid w:val="{ED964AA6-A049-425F-AB9E-E1FFA513DC38}"/>
      </w:docPartPr>
      <w:docPartBody>
        <w:p w:rsidR="00442059" w:rsidRDefault="00442059" w:rsidP="00442059">
          <w:pPr>
            <w:pStyle w:val="04B8A24EBADF4BF68611B2BEBC0CD80C1"/>
          </w:pPr>
          <w:r w:rsidRPr="00E84D9E">
            <w:rPr>
              <w:rStyle w:val="a3"/>
            </w:rPr>
            <w:t>ここをクリックして文字を入力</w:t>
          </w:r>
        </w:p>
      </w:docPartBody>
    </w:docPart>
    <w:docPart>
      <w:docPartPr>
        <w:name w:val="046B506657114D739B123CECCB72ED64"/>
        <w:category>
          <w:name w:val="General"/>
          <w:gallery w:val="placeholder"/>
        </w:category>
        <w:types>
          <w:type w:val="bbPlcHdr"/>
        </w:types>
        <w:behaviors>
          <w:behavior w:val="content"/>
        </w:behaviors>
        <w:guid w:val="{055AC5FB-03FA-4B06-B757-529B366F9B0F}"/>
      </w:docPartPr>
      <w:docPartBody>
        <w:p w:rsidR="00442059" w:rsidRDefault="00442059" w:rsidP="00442059">
          <w:pPr>
            <w:pStyle w:val="046B506657114D739B123CECCB72ED641"/>
          </w:pPr>
          <w:r w:rsidRPr="00E84D9E">
            <w:rPr>
              <w:rStyle w:val="a3"/>
            </w:rPr>
            <w:t>ここをクリックして文字を入力</w:t>
          </w:r>
        </w:p>
      </w:docPartBody>
    </w:docPart>
    <w:docPart>
      <w:docPartPr>
        <w:name w:val="727D3A0E284C4A97BE7818B4A8DFD8B0"/>
        <w:category>
          <w:name w:val="General"/>
          <w:gallery w:val="placeholder"/>
        </w:category>
        <w:types>
          <w:type w:val="bbPlcHdr"/>
        </w:types>
        <w:behaviors>
          <w:behavior w:val="content"/>
        </w:behaviors>
        <w:guid w:val="{B58E33D0-B4D7-4BE5-96F3-F1B5D9225161}"/>
      </w:docPartPr>
      <w:docPartBody>
        <w:p w:rsidR="00442059" w:rsidRDefault="00442059" w:rsidP="00442059">
          <w:pPr>
            <w:pStyle w:val="727D3A0E284C4A97BE7818B4A8DFD8B01"/>
          </w:pPr>
          <w:r w:rsidRPr="00E84D9E">
            <w:rPr>
              <w:rStyle w:val="a3"/>
            </w:rPr>
            <w:t>ここをクリックして文字を入力</w:t>
          </w:r>
        </w:p>
      </w:docPartBody>
    </w:docPart>
    <w:docPart>
      <w:docPartPr>
        <w:name w:val="320B7DB832EB4CD580DB1AD9B18C7E94"/>
        <w:category>
          <w:name w:val="General"/>
          <w:gallery w:val="placeholder"/>
        </w:category>
        <w:types>
          <w:type w:val="bbPlcHdr"/>
        </w:types>
        <w:behaviors>
          <w:behavior w:val="content"/>
        </w:behaviors>
        <w:guid w:val="{A9C85BB1-4C4D-43D6-B63A-C6E93B4BE7FF}"/>
      </w:docPartPr>
      <w:docPartBody>
        <w:p w:rsidR="00442059" w:rsidRDefault="00442059" w:rsidP="00442059">
          <w:pPr>
            <w:pStyle w:val="320B7DB832EB4CD580DB1AD9B18C7E941"/>
          </w:pPr>
          <w:r w:rsidRPr="00E84D9E">
            <w:rPr>
              <w:rStyle w:val="a3"/>
            </w:rPr>
            <w:t>ここをクリックして文字を入力</w:t>
          </w:r>
        </w:p>
      </w:docPartBody>
    </w:docPart>
    <w:docPart>
      <w:docPartPr>
        <w:name w:val="A70F4A1F0EEB4B37B5FBE541AEF3225C"/>
        <w:category>
          <w:name w:val="General"/>
          <w:gallery w:val="placeholder"/>
        </w:category>
        <w:types>
          <w:type w:val="bbPlcHdr"/>
        </w:types>
        <w:behaviors>
          <w:behavior w:val="content"/>
        </w:behaviors>
        <w:guid w:val="{2B6C81F0-FBD3-402C-B26E-F8419FB0D872}"/>
      </w:docPartPr>
      <w:docPartBody>
        <w:p w:rsidR="00442059" w:rsidRDefault="00442059" w:rsidP="00442059">
          <w:pPr>
            <w:pStyle w:val="A70F4A1F0EEB4B37B5FBE541AEF3225C1"/>
          </w:pPr>
          <w:r w:rsidRPr="00E84D9E">
            <w:rPr>
              <w:rStyle w:val="a3"/>
            </w:rPr>
            <w:t>ここをクリックして文字を入力</w:t>
          </w:r>
        </w:p>
      </w:docPartBody>
    </w:docPart>
    <w:docPart>
      <w:docPartPr>
        <w:name w:val="8F873330BB404C95B6C9D21D64E457AC"/>
        <w:category>
          <w:name w:val="General"/>
          <w:gallery w:val="placeholder"/>
        </w:category>
        <w:types>
          <w:type w:val="bbPlcHdr"/>
        </w:types>
        <w:behaviors>
          <w:behavior w:val="content"/>
        </w:behaviors>
        <w:guid w:val="{7871B590-71FF-4304-948B-54798BCEA84E}"/>
      </w:docPartPr>
      <w:docPartBody>
        <w:p w:rsidR="00442059" w:rsidRDefault="00442059" w:rsidP="00442059">
          <w:pPr>
            <w:pStyle w:val="8F873330BB404C95B6C9D21D64E457AC1"/>
          </w:pPr>
          <w:r w:rsidRPr="00E84D9E">
            <w:rPr>
              <w:rStyle w:val="a3"/>
            </w:rPr>
            <w:t>ここをクリックして文字を入力</w:t>
          </w:r>
        </w:p>
      </w:docPartBody>
    </w:docPart>
    <w:docPart>
      <w:docPartPr>
        <w:name w:val="8A8E18EAC9FD480597954DCCE76F61BA"/>
        <w:category>
          <w:name w:val="General"/>
          <w:gallery w:val="placeholder"/>
        </w:category>
        <w:types>
          <w:type w:val="bbPlcHdr"/>
        </w:types>
        <w:behaviors>
          <w:behavior w:val="content"/>
        </w:behaviors>
        <w:guid w:val="{049B8CAC-04FF-4B47-B8E5-90A1AE95CC12}"/>
      </w:docPartPr>
      <w:docPartBody>
        <w:p w:rsidR="00442059" w:rsidRDefault="00442059" w:rsidP="00442059">
          <w:pPr>
            <w:pStyle w:val="8A8E18EAC9FD480597954DCCE76F61BA1"/>
          </w:pPr>
          <w:r w:rsidRPr="00E84D9E">
            <w:rPr>
              <w:rStyle w:val="a3"/>
            </w:rPr>
            <w:t>ここをクリックして文字を入力</w:t>
          </w:r>
        </w:p>
      </w:docPartBody>
    </w:docPart>
    <w:docPart>
      <w:docPartPr>
        <w:name w:val="8D77B628E0A24BD6918B5D43A0168A8C"/>
        <w:category>
          <w:name w:val="General"/>
          <w:gallery w:val="placeholder"/>
        </w:category>
        <w:types>
          <w:type w:val="bbPlcHdr"/>
        </w:types>
        <w:behaviors>
          <w:behavior w:val="content"/>
        </w:behaviors>
        <w:guid w:val="{B8F3B6DE-008A-491D-BADA-CEA076A30E5F}"/>
      </w:docPartPr>
      <w:docPartBody>
        <w:p w:rsidR="00442059" w:rsidRDefault="00442059" w:rsidP="00442059">
          <w:pPr>
            <w:pStyle w:val="8D77B628E0A24BD6918B5D43A0168A8C1"/>
          </w:pPr>
          <w:r w:rsidRPr="00E84D9E">
            <w:rPr>
              <w:rStyle w:val="a3"/>
            </w:rPr>
            <w:t>ここをクリックして文字を入力</w:t>
          </w:r>
        </w:p>
      </w:docPartBody>
    </w:docPart>
    <w:docPart>
      <w:docPartPr>
        <w:name w:val="C65973B3020E4135B11A3656590923F0"/>
        <w:category>
          <w:name w:val="General"/>
          <w:gallery w:val="placeholder"/>
        </w:category>
        <w:types>
          <w:type w:val="bbPlcHdr"/>
        </w:types>
        <w:behaviors>
          <w:behavior w:val="content"/>
        </w:behaviors>
        <w:guid w:val="{CE3970FB-F25D-44A6-86B7-369B7E2A0240}"/>
      </w:docPartPr>
      <w:docPartBody>
        <w:p w:rsidR="00442059" w:rsidRDefault="00442059" w:rsidP="00442059">
          <w:pPr>
            <w:pStyle w:val="C65973B3020E4135B11A3656590923F01"/>
          </w:pPr>
          <w:r w:rsidRPr="00E84D9E">
            <w:rPr>
              <w:rStyle w:val="a3"/>
            </w:rPr>
            <w:t>ここをクリックして文字を入力</w:t>
          </w:r>
        </w:p>
      </w:docPartBody>
    </w:docPart>
    <w:docPart>
      <w:docPartPr>
        <w:name w:val="EE8119A609224B9BA382DAC8F724CAFB"/>
        <w:category>
          <w:name w:val="General"/>
          <w:gallery w:val="placeholder"/>
        </w:category>
        <w:types>
          <w:type w:val="bbPlcHdr"/>
        </w:types>
        <w:behaviors>
          <w:behavior w:val="content"/>
        </w:behaviors>
        <w:guid w:val="{616685D9-D379-4D19-954C-F5C5CC95AAB7}"/>
      </w:docPartPr>
      <w:docPartBody>
        <w:p w:rsidR="00442059" w:rsidRDefault="00442059" w:rsidP="00442059">
          <w:pPr>
            <w:pStyle w:val="EE8119A609224B9BA382DAC8F724CAFB1"/>
          </w:pPr>
          <w:r w:rsidRPr="00E84D9E">
            <w:rPr>
              <w:rStyle w:val="a3"/>
            </w:rPr>
            <w:t>ここをクリックして文字を入力</w:t>
          </w:r>
        </w:p>
      </w:docPartBody>
    </w:docPart>
    <w:docPart>
      <w:docPartPr>
        <w:name w:val="5DE0C3AD09214A8EB1B69141A02F27E1"/>
        <w:category>
          <w:name w:val="General"/>
          <w:gallery w:val="placeholder"/>
        </w:category>
        <w:types>
          <w:type w:val="bbPlcHdr"/>
        </w:types>
        <w:behaviors>
          <w:behavior w:val="content"/>
        </w:behaviors>
        <w:guid w:val="{0B821B77-806C-44D0-B293-2017C330E6C9}"/>
      </w:docPartPr>
      <w:docPartBody>
        <w:p w:rsidR="00442059" w:rsidRDefault="00442059" w:rsidP="00442059">
          <w:pPr>
            <w:pStyle w:val="5DE0C3AD09214A8EB1B69141A02F27E11"/>
          </w:pPr>
          <w:r w:rsidRPr="00E84D9E">
            <w:rPr>
              <w:rStyle w:val="a3"/>
            </w:rPr>
            <w:t>ここをクリックして文字を入力</w:t>
          </w:r>
        </w:p>
      </w:docPartBody>
    </w:docPart>
    <w:docPart>
      <w:docPartPr>
        <w:name w:val="7B4953547AFE49A9A216F966213CDA3F"/>
        <w:category>
          <w:name w:val="General"/>
          <w:gallery w:val="placeholder"/>
        </w:category>
        <w:types>
          <w:type w:val="bbPlcHdr"/>
        </w:types>
        <w:behaviors>
          <w:behavior w:val="content"/>
        </w:behaviors>
        <w:guid w:val="{9FA9A0F8-6620-4285-8785-FE1E5869DC55}"/>
      </w:docPartPr>
      <w:docPartBody>
        <w:p w:rsidR="00442059" w:rsidRDefault="00442059" w:rsidP="00442059">
          <w:pPr>
            <w:pStyle w:val="7B4953547AFE49A9A216F966213CDA3F1"/>
          </w:pPr>
          <w:r w:rsidRPr="00E84D9E">
            <w:rPr>
              <w:rStyle w:val="a3"/>
            </w:rPr>
            <w:t>ここをクリックして文字を入力</w:t>
          </w:r>
        </w:p>
      </w:docPartBody>
    </w:docPart>
    <w:docPart>
      <w:docPartPr>
        <w:name w:val="5CAD868D8BFC43CC8EA9A2EA3E8DA823"/>
        <w:category>
          <w:name w:val="General"/>
          <w:gallery w:val="placeholder"/>
        </w:category>
        <w:types>
          <w:type w:val="bbPlcHdr"/>
        </w:types>
        <w:behaviors>
          <w:behavior w:val="content"/>
        </w:behaviors>
        <w:guid w:val="{04A49A44-05BA-4358-96FA-A86F30D0CE34}"/>
      </w:docPartPr>
      <w:docPartBody>
        <w:p w:rsidR="00442059" w:rsidRDefault="00442059" w:rsidP="00442059">
          <w:pPr>
            <w:pStyle w:val="5CAD868D8BFC43CC8EA9A2EA3E8DA8231"/>
          </w:pPr>
          <w:r w:rsidRPr="00E84D9E">
            <w:rPr>
              <w:rStyle w:val="a3"/>
            </w:rPr>
            <w:t>ここをクリックして文字を入力</w:t>
          </w:r>
        </w:p>
      </w:docPartBody>
    </w:docPart>
    <w:docPart>
      <w:docPartPr>
        <w:name w:val="31D6AEBC36F54571AF07ECCBA3F1299C"/>
        <w:category>
          <w:name w:val="General"/>
          <w:gallery w:val="placeholder"/>
        </w:category>
        <w:types>
          <w:type w:val="bbPlcHdr"/>
        </w:types>
        <w:behaviors>
          <w:behavior w:val="content"/>
        </w:behaviors>
        <w:guid w:val="{93CDBB71-5EF8-41C4-A67F-67899E12AA18}"/>
      </w:docPartPr>
      <w:docPartBody>
        <w:p w:rsidR="00442059" w:rsidRDefault="00442059" w:rsidP="00442059">
          <w:pPr>
            <w:pStyle w:val="31D6AEBC36F54571AF07ECCBA3F1299C1"/>
          </w:pPr>
          <w:r w:rsidRPr="00E84D9E">
            <w:rPr>
              <w:rStyle w:val="a3"/>
            </w:rPr>
            <w:t>ここをクリックして文字を入力</w:t>
          </w:r>
        </w:p>
      </w:docPartBody>
    </w:docPart>
    <w:docPart>
      <w:docPartPr>
        <w:name w:val="9754BB83EF154D2C882014D9705CA5BC"/>
        <w:category>
          <w:name w:val="General"/>
          <w:gallery w:val="placeholder"/>
        </w:category>
        <w:types>
          <w:type w:val="bbPlcHdr"/>
        </w:types>
        <w:behaviors>
          <w:behavior w:val="content"/>
        </w:behaviors>
        <w:guid w:val="{33842100-3853-405A-884B-C955726EC9A2}"/>
      </w:docPartPr>
      <w:docPartBody>
        <w:p w:rsidR="00442059" w:rsidRDefault="00442059" w:rsidP="00442059">
          <w:pPr>
            <w:pStyle w:val="9754BB83EF154D2C882014D9705CA5BC1"/>
          </w:pPr>
          <w:r w:rsidRPr="00E84D9E">
            <w:rPr>
              <w:rStyle w:val="a3"/>
            </w:rPr>
            <w:t>ここをクリックして文字を入力</w:t>
          </w:r>
        </w:p>
      </w:docPartBody>
    </w:docPart>
    <w:docPart>
      <w:docPartPr>
        <w:name w:val="883FD83A5EF64F57880D9245B80986C8"/>
        <w:category>
          <w:name w:val="General"/>
          <w:gallery w:val="placeholder"/>
        </w:category>
        <w:types>
          <w:type w:val="bbPlcHdr"/>
        </w:types>
        <w:behaviors>
          <w:behavior w:val="content"/>
        </w:behaviors>
        <w:guid w:val="{068F4C4D-05B9-4F19-9E31-15CC50890A23}"/>
      </w:docPartPr>
      <w:docPartBody>
        <w:p w:rsidR="00442059" w:rsidRDefault="00442059" w:rsidP="00442059">
          <w:pPr>
            <w:pStyle w:val="883FD83A5EF64F57880D9245B80986C81"/>
          </w:pPr>
          <w:r w:rsidRPr="00E84D9E">
            <w:rPr>
              <w:rStyle w:val="a3"/>
            </w:rPr>
            <w:t>ここをクリックして文字を入力</w:t>
          </w:r>
        </w:p>
      </w:docPartBody>
    </w:docPart>
    <w:docPart>
      <w:docPartPr>
        <w:name w:val="2992D28066104EFD91E9868653E2CC26"/>
        <w:category>
          <w:name w:val="General"/>
          <w:gallery w:val="placeholder"/>
        </w:category>
        <w:types>
          <w:type w:val="bbPlcHdr"/>
        </w:types>
        <w:behaviors>
          <w:behavior w:val="content"/>
        </w:behaviors>
        <w:guid w:val="{7ACBD174-1428-4C7F-9364-EB83ADBE759D}"/>
      </w:docPartPr>
      <w:docPartBody>
        <w:p w:rsidR="00442059" w:rsidRDefault="00442059" w:rsidP="00442059">
          <w:pPr>
            <w:pStyle w:val="2992D28066104EFD91E9868653E2CC261"/>
          </w:pPr>
          <w:r w:rsidRPr="00E84D9E">
            <w:rPr>
              <w:rStyle w:val="a3"/>
            </w:rPr>
            <w:t>ここをクリックして文字を入力</w:t>
          </w:r>
        </w:p>
      </w:docPartBody>
    </w:docPart>
    <w:docPart>
      <w:docPartPr>
        <w:name w:val="E38C1AF306AF4CF58DC9FE4CE089C502"/>
        <w:category>
          <w:name w:val="General"/>
          <w:gallery w:val="placeholder"/>
        </w:category>
        <w:types>
          <w:type w:val="bbPlcHdr"/>
        </w:types>
        <w:behaviors>
          <w:behavior w:val="content"/>
        </w:behaviors>
        <w:guid w:val="{C3C6E89E-06FD-4FE5-9751-67B487853713}"/>
      </w:docPartPr>
      <w:docPartBody>
        <w:p w:rsidR="00442059" w:rsidRDefault="00442059" w:rsidP="00442059">
          <w:pPr>
            <w:pStyle w:val="E38C1AF306AF4CF58DC9FE4CE089C502"/>
          </w:pPr>
          <w:r w:rsidRPr="009F21CE">
            <w:rPr>
              <w:rStyle w:val="a3"/>
            </w:rPr>
            <w:t>ここをクリックして文字を入力</w:t>
          </w:r>
        </w:p>
      </w:docPartBody>
    </w:docPart>
    <w:docPart>
      <w:docPartPr>
        <w:name w:val="E70043603ABC4391A1FDB97BADDFE975"/>
        <w:category>
          <w:name w:val="General"/>
          <w:gallery w:val="placeholder"/>
        </w:category>
        <w:types>
          <w:type w:val="bbPlcHdr"/>
        </w:types>
        <w:behaviors>
          <w:behavior w:val="content"/>
        </w:behaviors>
        <w:guid w:val="{F30FFB0C-A254-4C3A-88C1-5ABD37974111}"/>
      </w:docPartPr>
      <w:docPartBody>
        <w:p w:rsidR="00442059" w:rsidRDefault="00442059" w:rsidP="00442059">
          <w:pPr>
            <w:pStyle w:val="E70043603ABC4391A1FDB97BADDFE975"/>
          </w:pPr>
          <w:r w:rsidRPr="009F21CE">
            <w:rPr>
              <w:rStyle w:val="a3"/>
            </w:rPr>
            <w:t>ここをクリックして文字を入力</w:t>
          </w:r>
        </w:p>
      </w:docPartBody>
    </w:docPart>
    <w:docPart>
      <w:docPartPr>
        <w:name w:val="486F763EC1054BF29A14246A0974A1D3"/>
        <w:category>
          <w:name w:val="General"/>
          <w:gallery w:val="placeholder"/>
        </w:category>
        <w:types>
          <w:type w:val="bbPlcHdr"/>
        </w:types>
        <w:behaviors>
          <w:behavior w:val="content"/>
        </w:behaviors>
        <w:guid w:val="{F37816E9-CC5D-4B91-B296-A6DBA6ED4821}"/>
      </w:docPartPr>
      <w:docPartBody>
        <w:p w:rsidR="00442059" w:rsidRDefault="00442059" w:rsidP="00442059">
          <w:pPr>
            <w:pStyle w:val="486F763EC1054BF29A14246A0974A1D3"/>
          </w:pPr>
          <w:r w:rsidRPr="009F21CE">
            <w:rPr>
              <w:rStyle w:val="a3"/>
            </w:rPr>
            <w:t>ここをクリックして文字を入力</w:t>
          </w:r>
        </w:p>
      </w:docPartBody>
    </w:docPart>
    <w:docPart>
      <w:docPartPr>
        <w:name w:val="909C38A0E0994C618D0C59DC43F40591"/>
        <w:category>
          <w:name w:val="General"/>
          <w:gallery w:val="placeholder"/>
        </w:category>
        <w:types>
          <w:type w:val="bbPlcHdr"/>
        </w:types>
        <w:behaviors>
          <w:behavior w:val="content"/>
        </w:behaviors>
        <w:guid w:val="{557C38F2-73B8-4A02-A127-5B0370AF35DB}"/>
      </w:docPartPr>
      <w:docPartBody>
        <w:p w:rsidR="00442059" w:rsidRDefault="00442059" w:rsidP="00442059">
          <w:pPr>
            <w:pStyle w:val="909C38A0E0994C618D0C59DC43F40591"/>
          </w:pPr>
          <w:r w:rsidRPr="009F21CE">
            <w:rPr>
              <w:rStyle w:val="a3"/>
            </w:rPr>
            <w:t>ここをクリックして文字を入力</w:t>
          </w:r>
        </w:p>
      </w:docPartBody>
    </w:docPart>
    <w:docPart>
      <w:docPartPr>
        <w:name w:val="0A0F68C581E3445D9956109E83E1EAB2"/>
        <w:category>
          <w:name w:val="General"/>
          <w:gallery w:val="placeholder"/>
        </w:category>
        <w:types>
          <w:type w:val="bbPlcHdr"/>
        </w:types>
        <w:behaviors>
          <w:behavior w:val="content"/>
        </w:behaviors>
        <w:guid w:val="{1A8DC10B-49F7-4F9E-BD65-CDE0586B991A}"/>
      </w:docPartPr>
      <w:docPartBody>
        <w:p w:rsidR="00442059" w:rsidRDefault="00442059" w:rsidP="00442059">
          <w:pPr>
            <w:pStyle w:val="0A0F68C581E3445D9956109E83E1EAB2"/>
          </w:pPr>
          <w:r w:rsidRPr="009F21CE">
            <w:rPr>
              <w:rStyle w:val="a3"/>
            </w:rPr>
            <w:t>ここをクリックして文字を入力</w:t>
          </w:r>
        </w:p>
      </w:docPartBody>
    </w:docPart>
    <w:docPart>
      <w:docPartPr>
        <w:name w:val="E3224C1E01C14AAF87D42F366218B22E"/>
        <w:category>
          <w:name w:val="General"/>
          <w:gallery w:val="placeholder"/>
        </w:category>
        <w:types>
          <w:type w:val="bbPlcHdr"/>
        </w:types>
        <w:behaviors>
          <w:behavior w:val="content"/>
        </w:behaviors>
        <w:guid w:val="{E779D746-6C4D-4607-85E9-5E8CA17BC98F}"/>
      </w:docPartPr>
      <w:docPartBody>
        <w:p w:rsidR="00442059" w:rsidRDefault="00442059" w:rsidP="00442059">
          <w:pPr>
            <w:pStyle w:val="E3224C1E01C14AAF87D42F366218B22E"/>
          </w:pPr>
          <w:r w:rsidRPr="009F21CE">
            <w:rPr>
              <w:rStyle w:val="a3"/>
            </w:rPr>
            <w:t>ここをクリックして文字を入力</w:t>
          </w:r>
        </w:p>
      </w:docPartBody>
    </w:docPart>
    <w:docPart>
      <w:docPartPr>
        <w:name w:val="7A106450308946829E5D8D042DB4FF6A"/>
        <w:category>
          <w:name w:val="全般"/>
          <w:gallery w:val="placeholder"/>
        </w:category>
        <w:types>
          <w:type w:val="bbPlcHdr"/>
        </w:types>
        <w:behaviors>
          <w:behavior w:val="content"/>
        </w:behaviors>
        <w:guid w:val="{370723D0-FDBD-4707-9736-D26127208E0A}"/>
      </w:docPartPr>
      <w:docPartBody>
        <w:p w:rsidR="00314FDA" w:rsidRDefault="005439EB" w:rsidP="005439EB">
          <w:pPr>
            <w:pStyle w:val="7A106450308946829E5D8D042DB4FF6A"/>
          </w:pPr>
          <w:r w:rsidRPr="00E84D9E">
            <w:rPr>
              <w:rStyle w:val="a3"/>
            </w:rPr>
            <w:t>ここをクリックして文字を入力</w:t>
          </w:r>
        </w:p>
      </w:docPartBody>
    </w:docPart>
    <w:docPart>
      <w:docPartPr>
        <w:name w:val="A4B70A2A72E44BCAA267F88F6D5AE541"/>
        <w:category>
          <w:name w:val="全般"/>
          <w:gallery w:val="placeholder"/>
        </w:category>
        <w:types>
          <w:type w:val="bbPlcHdr"/>
        </w:types>
        <w:behaviors>
          <w:behavior w:val="content"/>
        </w:behaviors>
        <w:guid w:val="{F96A4409-3566-4AC1-AF17-6ADC13B7F027}"/>
      </w:docPartPr>
      <w:docPartBody>
        <w:p w:rsidR="00314FDA" w:rsidRDefault="005439EB" w:rsidP="005439EB">
          <w:pPr>
            <w:pStyle w:val="A4B70A2A72E44BCAA267F88F6D5AE541"/>
          </w:pPr>
          <w:r w:rsidRPr="00E84D9E">
            <w:rPr>
              <w:rStyle w:val="a3"/>
            </w:rPr>
            <w:t>ここをクリックして文字を入力</w:t>
          </w:r>
        </w:p>
      </w:docPartBody>
    </w:docPart>
    <w:docPart>
      <w:docPartPr>
        <w:name w:val="BF85DC03F5F34DD1BDC9A031C78869BE"/>
        <w:category>
          <w:name w:val="全般"/>
          <w:gallery w:val="placeholder"/>
        </w:category>
        <w:types>
          <w:type w:val="bbPlcHdr"/>
        </w:types>
        <w:behaviors>
          <w:behavior w:val="content"/>
        </w:behaviors>
        <w:guid w:val="{11EB54EE-6EFF-46CB-8411-A50727E050D1}"/>
      </w:docPartPr>
      <w:docPartBody>
        <w:p w:rsidR="00314FDA" w:rsidRDefault="005439EB" w:rsidP="005439EB">
          <w:pPr>
            <w:pStyle w:val="BF85DC03F5F34DD1BDC9A031C78869BE"/>
          </w:pPr>
          <w:r w:rsidRPr="00E84D9E">
            <w:rPr>
              <w:rStyle w:val="a3"/>
            </w:rPr>
            <w:t>ここをクリックして文字を入力</w:t>
          </w:r>
        </w:p>
      </w:docPartBody>
    </w:docPart>
    <w:docPart>
      <w:docPartPr>
        <w:name w:val="9CDF0B6CD65F448C881D83FBB5FD2C82"/>
        <w:category>
          <w:name w:val="全般"/>
          <w:gallery w:val="placeholder"/>
        </w:category>
        <w:types>
          <w:type w:val="bbPlcHdr"/>
        </w:types>
        <w:behaviors>
          <w:behavior w:val="content"/>
        </w:behaviors>
        <w:guid w:val="{7A54005A-0CB9-4799-AE72-D3BC73FD125F}"/>
      </w:docPartPr>
      <w:docPartBody>
        <w:p w:rsidR="00314FDA" w:rsidRDefault="005439EB" w:rsidP="005439EB">
          <w:pPr>
            <w:pStyle w:val="9CDF0B6CD65F448C881D83FBB5FD2C82"/>
          </w:pPr>
          <w:r w:rsidRPr="00E84D9E">
            <w:rPr>
              <w:rStyle w:val="a3"/>
            </w:rPr>
            <w:t>ここをクリックして文字を入力</w:t>
          </w:r>
        </w:p>
      </w:docPartBody>
    </w:docPart>
    <w:docPart>
      <w:docPartPr>
        <w:name w:val="9865411212764B9F81E853807E9EB383"/>
        <w:category>
          <w:name w:val="全般"/>
          <w:gallery w:val="placeholder"/>
        </w:category>
        <w:types>
          <w:type w:val="bbPlcHdr"/>
        </w:types>
        <w:behaviors>
          <w:behavior w:val="content"/>
        </w:behaviors>
        <w:guid w:val="{32E3C2AF-6326-4B82-9E17-A03B6386F819}"/>
      </w:docPartPr>
      <w:docPartBody>
        <w:p w:rsidR="00314FDA" w:rsidRDefault="005439EB" w:rsidP="005439EB">
          <w:pPr>
            <w:pStyle w:val="9865411212764B9F81E853807E9EB383"/>
          </w:pPr>
          <w:r w:rsidRPr="00E84D9E">
            <w:rPr>
              <w:rStyle w:val="a3"/>
            </w:rPr>
            <w:t>ここをクリックして文字を入力</w:t>
          </w:r>
        </w:p>
      </w:docPartBody>
    </w:docPart>
    <w:docPart>
      <w:docPartPr>
        <w:name w:val="977B9D1FB0C24366A92AC108CD1AEFBD"/>
        <w:category>
          <w:name w:val="全般"/>
          <w:gallery w:val="placeholder"/>
        </w:category>
        <w:types>
          <w:type w:val="bbPlcHdr"/>
        </w:types>
        <w:behaviors>
          <w:behavior w:val="content"/>
        </w:behaviors>
        <w:guid w:val="{C16F8189-EFC6-440B-A233-0F767363EA60}"/>
      </w:docPartPr>
      <w:docPartBody>
        <w:p w:rsidR="008978B6" w:rsidRDefault="002265C5" w:rsidP="002265C5">
          <w:pPr>
            <w:pStyle w:val="977B9D1FB0C24366A92AC108CD1AEFBD"/>
          </w:pPr>
          <w:r w:rsidRPr="009F21CE">
            <w:rPr>
              <w:rStyle w:val="a3"/>
            </w:rPr>
            <w:t>ここをクリックして文字を入力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059"/>
    <w:rsid w:val="00092E65"/>
    <w:rsid w:val="001140DA"/>
    <w:rsid w:val="00165DB6"/>
    <w:rsid w:val="002265C5"/>
    <w:rsid w:val="00277BFB"/>
    <w:rsid w:val="00314FDA"/>
    <w:rsid w:val="00440783"/>
    <w:rsid w:val="00442059"/>
    <w:rsid w:val="005439EB"/>
    <w:rsid w:val="00574169"/>
    <w:rsid w:val="00844E0E"/>
    <w:rsid w:val="008978B6"/>
    <w:rsid w:val="008F327C"/>
    <w:rsid w:val="00C13484"/>
    <w:rsid w:val="00C30A9E"/>
    <w:rsid w:val="00D3775A"/>
    <w:rsid w:val="00E60F4A"/>
    <w:rsid w:val="00EA28D9"/>
    <w:rsid w:val="00FC2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265C5"/>
    <w:rPr>
      <w:color w:val="808080"/>
    </w:rPr>
  </w:style>
  <w:style w:type="paragraph" w:customStyle="1" w:styleId="B7F891B5FDB4484C859CB56ACF530A0C2">
    <w:name w:val="B7F891B5FDB4484C859CB56ACF530A0C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7CA8C4A1CD448383CF9096004F9A1A3">
    <w:name w:val="AD7CA8C4A1CD448383CF9096004F9A1A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054E9B039634AE4A8649424D34D15893">
    <w:name w:val="4054E9B039634AE4A8649424D34D1589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131A0AAC79243E6AC4308B96B7469712">
    <w:name w:val="8131A0AAC79243E6AC4308B96B746971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88E5DA5702544CAA10BD1B990FEA67A1">
    <w:name w:val="988E5DA5702544CAA10BD1B990FEA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D15602F522D45E89A3C97F506540C551">
    <w:name w:val="6D15602F522D45E89A3C97F506540C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28CAA30E400402BBAD065C235ADD2A91">
    <w:name w:val="928CAA30E400402BBAD065C235ADD2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ABC45A59EF34AC6A1FE1390550D4B7F1">
    <w:name w:val="BABC45A59EF34AC6A1FE1390550D4B7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DEE514B62184B1BA12D4BB51DB872831">
    <w:name w:val="BDEE514B62184B1BA12D4BB51DB8728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CBD25186223442887DDFCC5417B4E611">
    <w:name w:val="2CBD25186223442887DDFCC5417B4E6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19F523A0C53495CA2AC0E2DC0965DA91">
    <w:name w:val="519F523A0C53495CA2AC0E2DC0965D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E76D48A4C794447BD2CCADDC0B7D3D21">
    <w:name w:val="7E76D48A4C794447BD2CCADDC0B7D3D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F62A46B6F97495D9EB11A2CDF9236811">
    <w:name w:val="9F62A46B6F97495D9EB11A2CDF92368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568F0A4FDCB4BB2824019C6EE18867A1">
    <w:name w:val="B568F0A4FDCB4BB2824019C6EE188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EA2640E319144F8B65B1171E025D2591">
    <w:name w:val="9EA2640E319144F8B65B1171E025D25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F0F3BB4538A465BBD741E1CB9FDE6511">
    <w:name w:val="5F0F3BB4538A465BBD741E1CB9FDE65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DFDF21DA17E462B9CEA4DAC4C8D00A91">
    <w:name w:val="3DFDF21DA17E462B9CEA4DAC4C8D00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A7CCCFA30348AA955C8FC23557B6991">
    <w:name w:val="91A7CCCFA30348AA955C8FC23557B69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2EEF610C1B049C299A381A601D76A991">
    <w:name w:val="D2EEF610C1B049C299A381A601D76A9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61011859794B57B882404B2BA051DC1">
    <w:name w:val="8D61011859794B57B882404B2BA051D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E0C8435C32142F6899DF88A978E2FA31">
    <w:name w:val="CE0C8435C32142F6899DF88A978E2FA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FE4DBE3AF5E496AAE03EA5F93679F781">
    <w:name w:val="1FE4DBE3AF5E496AAE03EA5F93679F7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28B148EA59E41EEBAE3783BF7FBC3B11">
    <w:name w:val="C28B148EA59E41EEBAE3783BF7FBC3B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D446FE3ADC492BA23A61FEE6CCE9671">
    <w:name w:val="8DD446FE3ADC492BA23A61FEE6CCE96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205B7DE47FC4C1CA741C98A4AEE2EE21">
    <w:name w:val="4205B7DE47FC4C1CA741C98A4AEE2EE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359152B22B4B2EABFA79BC3BD15C451">
    <w:name w:val="A6359152B22B4B2EABFA79BC3BD15C4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C614C85822F4544BB97ACE4D29EAE671">
    <w:name w:val="EC614C85822F4544BB97ACE4D29EAE6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B36E192373A41608345E34FD3DC7D5B1">
    <w:name w:val="0B36E192373A41608345E34FD3DC7D5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2D6044B66CE4475B860AA430BAB6BA21">
    <w:name w:val="A2D6044B66CE4475B860AA430BAB6BA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5D47788CF4A492FA212CC3AD4D2F7351">
    <w:name w:val="F5D47788CF4A492FA212CC3AD4D2F73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18F874EA8D6418E80F17BC1F92C41E91">
    <w:name w:val="F18F874EA8D6418E80F17BC1F92C41E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EDC27E36BA346E9BBA630E2233102651">
    <w:name w:val="FEDC27E36BA346E9BBA630E22331026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B289C174104499E995E05FA75B1944D1">
    <w:name w:val="5B289C174104499E995E05FA75B1944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CE590C5B004E8A8C6E1C88F32B367A1">
    <w:name w:val="E3CE590C5B004E8A8C6E1C88F32B3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C0B6F4E7FF4FBD9E189FE075A364411">
    <w:name w:val="04C0B6F4E7FF4FBD9E189FE075A3644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F456254D07B4CC184BD1B1D78B4765B1">
    <w:name w:val="7F456254D07B4CC184BD1B1D78B4765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D4998EFE75E4127B8B9AFDC14AF89FC1">
    <w:name w:val="1D4998EFE75E4127B8B9AFDC14AF89F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91662D3DBA40BF97A416D8C2D1BFC01">
    <w:name w:val="9191662D3DBA40BF97A416D8C2D1BFC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8C1AF306AF4CF58DC9FE4CE089C502">
    <w:name w:val="E38C1AF306AF4CF58DC9FE4CE089C50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70043603ABC4391A1FDB97BADDFE975">
    <w:name w:val="E70043603ABC4391A1FDB97BADDFE975"/>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86F763EC1054BF29A14246A0974A1D3">
    <w:name w:val="486F763EC1054BF29A14246A0974A1D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2A8D26BD2814E48A5CDF69EBAF0D1A2">
    <w:name w:val="12A8D26BD2814E48A5CDF69EBAF0D1A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B3C43A7F2184A36860BA1F99176E73B1">
    <w:name w:val="EB3C43A7F2184A36860BA1F99176E73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E48CE7B6C11450D91A30933C40836CC1">
    <w:name w:val="AE48CE7B6C11450D91A30933C40836C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300697654CE4F1B8830A97A5F9A477A1">
    <w:name w:val="6300697654CE4F1B8830A97A5F9A47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CC7AA95E1DE479AA04219D53437E8BD1">
    <w:name w:val="DCC7AA95E1DE479AA04219D53437E8B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6E31A4AD6F480AB3776895997DD5B31">
    <w:name w:val="AD6E31A4AD6F480AB3776895997DD5B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6C7C10C51C499486B3A97F2C18B45F1">
    <w:name w:val="A66C7C10C51C499486B3A97F2C18B45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B03109FE7904B209CCF2D17FCC288C11">
    <w:name w:val="9B03109FE7904B209CCF2D17FCC288C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B622817D1614A02ACA266499B64FCD01">
    <w:name w:val="8B622817D1614A02ACA266499B64FCD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62126034268465CB54D2E80FFB8FF681">
    <w:name w:val="062126034268465CB54D2E80FFB8FF6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09C38A0E0994C618D0C59DC43F40591">
    <w:name w:val="909C38A0E0994C618D0C59DC43F405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5879846FD654C1291B72B09820B823E">
    <w:name w:val="D5879846FD654C1291B72B09820B823E"/>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A0F68C581E3445D9956109E83E1EAB2">
    <w:name w:val="0A0F68C581E3445D9956109E83E1EAB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224C1E01C14AAF87D42F366218B22E">
    <w:name w:val="E3224C1E01C14AAF87D42F366218B22E"/>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C65E868F49444C8AA4CF7D93DD33BEB1">
    <w:name w:val="2C65E868F49444C8AA4CF7D93DD33BE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5914AE838D94FC5A1BFA6B07E770F841">
    <w:name w:val="C5914AE838D94FC5A1BFA6B07E770F8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ADEB1CBFFD4228ADB8812CB164DAE31">
    <w:name w:val="91ADEB1CBFFD4228ADB8812CB164DAE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22FD2FA8D9B4C7CB282DD444DC128A01">
    <w:name w:val="A22FD2FA8D9B4C7CB282DD444DC128A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44AA77B37074C678B1415729945B26E1">
    <w:name w:val="744AA77B37074C678B1415729945B26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CE044AB2AAD41AEA04AF66155FADD5C1">
    <w:name w:val="CCE044AB2AAD41AEA04AF66155FADD5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9DF6102A5C241949D70CEC95237FF0C1">
    <w:name w:val="09DF6102A5C241949D70CEC95237FF0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318C04448FB46DAA726A1B70F43F4411">
    <w:name w:val="5318C04448FB46DAA726A1B70F43F44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68E914A6D8B48DA98F249249B33D5D71">
    <w:name w:val="968E914A6D8B48DA98F249249B33D5D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9EFF664DFEE43C6B7F512054345C5201">
    <w:name w:val="89EFF664DFEE43C6B7F512054345C52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EE3131D5C244B4BAF616C4995B460131">
    <w:name w:val="AEE3131D5C244B4BAF616C4995B4601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982E25DCED64141B7FA6C0021C410071">
    <w:name w:val="B982E25DCED64141B7FA6C0021C4100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7793AFCFB1844F38A704437218748B81">
    <w:name w:val="A7793AFCFB1844F38A704437218748B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B8A24EBADF4BF68611B2BEBC0CD80C1">
    <w:name w:val="04B8A24EBADF4BF68611B2BEBC0CD80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6B506657114D739B123CECCB72ED641">
    <w:name w:val="046B506657114D739B123CECCB72ED6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27D3A0E284C4A97BE7818B4A8DFD8B01">
    <w:name w:val="727D3A0E284C4A97BE7818B4A8DFD8B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20B7DB832EB4CD580DB1AD9B18C7E941">
    <w:name w:val="320B7DB832EB4CD580DB1AD9B18C7E9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70F4A1F0EEB4B37B5FBE541AEF3225C1">
    <w:name w:val="A70F4A1F0EEB4B37B5FBE541AEF3225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F873330BB404C95B6C9D21D64E457AC1">
    <w:name w:val="8F873330BB404C95B6C9D21D64E457A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A8E18EAC9FD480597954DCCE76F61BA1">
    <w:name w:val="8A8E18EAC9FD480597954DCCE76F61B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77B628E0A24BD6918B5D43A0168A8C1">
    <w:name w:val="8D77B628E0A24BD6918B5D43A0168A8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65973B3020E4135B11A3656590923F01">
    <w:name w:val="C65973B3020E4135B11A3656590923F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E8119A609224B9BA382DAC8F724CAFB1">
    <w:name w:val="EE8119A609224B9BA382DAC8F724CAF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DE0C3AD09214A8EB1B69141A02F27E11">
    <w:name w:val="5DE0C3AD09214A8EB1B69141A02F27E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B4953547AFE49A9A216F966213CDA3F1">
    <w:name w:val="7B4953547AFE49A9A216F966213CDA3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CAD868D8BFC43CC8EA9A2EA3E8DA8231">
    <w:name w:val="5CAD868D8BFC43CC8EA9A2EA3E8DA82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1D6AEBC36F54571AF07ECCBA3F1299C1">
    <w:name w:val="31D6AEBC36F54571AF07ECCBA3F1299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754BB83EF154D2C882014D9705CA5BC1">
    <w:name w:val="9754BB83EF154D2C882014D9705CA5B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A247695A75B4F80A1FB898F782B53931">
    <w:name w:val="CA247695A75B4F80A1FB898F782B539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ECC150D3F334DCD94201D96EAD0B1261">
    <w:name w:val="1ECC150D3F334DCD94201D96EAD0B126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9C6BF5B6C1E4B3A9910911EC9D0999B1">
    <w:name w:val="39C6BF5B6C1E4B3A9910911EC9D0999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677B496C0CA4660AF8862C1440A5A541">
    <w:name w:val="B677B496C0CA4660AF8862C1440A5A5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FA22BFF4E3040D997416B8FD21A670A1">
    <w:name w:val="CFA22BFF4E3040D997416B8FD21A670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735D8009BE14A78A49A40889417852A1">
    <w:name w:val="3735D8009BE14A78A49A40889417852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4C02F612B134BF4A1A498C8393E4C4E1">
    <w:name w:val="74C02F612B134BF4A1A498C8393E4C4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412D0D263FA4192B49FFBD7101D33F81">
    <w:name w:val="1412D0D263FA4192B49FFBD7101D33F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2C129F7274447FA8A802A2232F12DA1">
    <w:name w:val="A62C129F7274447FA8A802A2232F12D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012CEDFD19A480AA03191CE084A19FD1">
    <w:name w:val="5012CEDFD19A480AA03191CE084A19F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E0E46D3AFD44298BB2ABABD831134F21">
    <w:name w:val="1E0E46D3AFD44298BB2ABABD831134F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23F3B5C80C4F0CAE83268B240D818C1">
    <w:name w:val="AD23F3B5C80C4F0CAE83268B240D818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EA93A8C82C14081891D485FB70E17E51">
    <w:name w:val="2EA93A8C82C14081891D485FB70E17E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3A8D31D5F0745A996C8210C8F1CE1551">
    <w:name w:val="D3A8D31D5F0745A996C8210C8F1CE1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F955865DE8A46B2904950F5614CB0551">
    <w:name w:val="2F955865DE8A46B2904950F5614CB0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A467D7B311D4955A33804AF78CDEB651">
    <w:name w:val="FA467D7B311D4955A33804AF78CDEB6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2B6C37A0CEA4B329EE8AFC7446A359F1">
    <w:name w:val="B2B6C37A0CEA4B329EE8AFC7446A359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8F2C096F142482CB6979CB1C6C431EE1">
    <w:name w:val="88F2C096F142482CB6979CB1C6C431E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272A69FA44D4E7F94335E6F289AA95F1">
    <w:name w:val="6272A69FA44D4E7F94335E6F289AA95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79A4A74B9A648F3A97967EB799DBB1C1">
    <w:name w:val="279A4A74B9A648F3A97967EB799DBB1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83FD83A5EF64F57880D9245B80986C81">
    <w:name w:val="883FD83A5EF64F57880D9245B80986C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992D28066104EFD91E9868653E2CC261">
    <w:name w:val="2992D28066104EFD91E9868653E2CC26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E12A81535BC46B19349B58316DA358A2">
    <w:name w:val="EE12A81535BC46B19349B58316DA358A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C4B2B404AC442BF9AB7F2A663AA8A772">
    <w:name w:val="4C4B2B404AC442BF9AB7F2A663AA8A77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A106450308946829E5D8D042DB4FF6A">
    <w:name w:val="7A106450308946829E5D8D042DB4FF6A"/>
    <w:rsid w:val="005439EB"/>
    <w:pPr>
      <w:widowControl w:val="0"/>
      <w:spacing w:after="0" w:line="240" w:lineRule="auto"/>
    </w:pPr>
    <w:rPr>
      <w:sz w:val="21"/>
      <w:szCs w:val="24"/>
      <w:lang w:eastAsia="ja-JP"/>
    </w:rPr>
  </w:style>
  <w:style w:type="paragraph" w:customStyle="1" w:styleId="A4B70A2A72E44BCAA267F88F6D5AE541">
    <w:name w:val="A4B70A2A72E44BCAA267F88F6D5AE541"/>
    <w:rsid w:val="005439EB"/>
    <w:pPr>
      <w:widowControl w:val="0"/>
      <w:spacing w:after="0" w:line="240" w:lineRule="auto"/>
    </w:pPr>
    <w:rPr>
      <w:sz w:val="21"/>
      <w:szCs w:val="24"/>
      <w:lang w:eastAsia="ja-JP"/>
    </w:rPr>
  </w:style>
  <w:style w:type="paragraph" w:customStyle="1" w:styleId="BF85DC03F5F34DD1BDC9A031C78869BE">
    <w:name w:val="BF85DC03F5F34DD1BDC9A031C78869BE"/>
    <w:rsid w:val="005439EB"/>
    <w:pPr>
      <w:widowControl w:val="0"/>
      <w:spacing w:after="0" w:line="240" w:lineRule="auto"/>
    </w:pPr>
    <w:rPr>
      <w:sz w:val="21"/>
      <w:szCs w:val="24"/>
      <w:lang w:eastAsia="ja-JP"/>
    </w:rPr>
  </w:style>
  <w:style w:type="paragraph" w:customStyle="1" w:styleId="9CDF0B6CD65F448C881D83FBB5FD2C82">
    <w:name w:val="9CDF0B6CD65F448C881D83FBB5FD2C82"/>
    <w:rsid w:val="005439EB"/>
    <w:pPr>
      <w:widowControl w:val="0"/>
      <w:spacing w:after="0" w:line="240" w:lineRule="auto"/>
    </w:pPr>
    <w:rPr>
      <w:sz w:val="21"/>
      <w:szCs w:val="24"/>
      <w:lang w:eastAsia="ja-JP"/>
    </w:rPr>
  </w:style>
  <w:style w:type="paragraph" w:customStyle="1" w:styleId="9865411212764B9F81E853807E9EB383">
    <w:name w:val="9865411212764B9F81E853807E9EB383"/>
    <w:rsid w:val="005439EB"/>
    <w:pPr>
      <w:widowControl w:val="0"/>
      <w:spacing w:after="0" w:line="240" w:lineRule="auto"/>
    </w:pPr>
    <w:rPr>
      <w:sz w:val="21"/>
      <w:szCs w:val="24"/>
      <w:lang w:eastAsia="ja-JP"/>
    </w:rPr>
  </w:style>
  <w:style w:type="paragraph" w:customStyle="1" w:styleId="977B9D1FB0C24366A92AC108CD1AEFBD">
    <w:name w:val="977B9D1FB0C24366A92AC108CD1AEFBD"/>
    <w:rsid w:val="002265C5"/>
    <w:pPr>
      <w:widowControl w:val="0"/>
      <w:spacing w:after="0" w:line="240" w:lineRule="auto"/>
    </w:pPr>
    <w:rPr>
      <w:sz w:val="21"/>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BIZ UDPMincho Medium"/>
        <a:font script="Hebr" typeface="BIZ UDPMincho Medium"/>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Mincho Medium"/>
        <a:font script="Uigh" typeface="MS PMincho"/>
        <a:font script="Geor" typeface="MS PMincho"/>
      </a:majorFont>
      <a:minorFont>
        <a:latin typeface="BIZ UDPGothic"/>
        <a:ea typeface="MS PMincho"/>
        <a:cs typeface="MS PMincho"/>
        <a:font script="Jpan" typeface="MS PMincho"/>
        <a:font script="Hang" typeface="MS PMincho"/>
        <a:font script="Hans" typeface="MS PMincho"/>
        <a:font script="Hant" typeface="MS PMincho"/>
        <a:font script="Arab" typeface="BIZ UDPGothic"/>
        <a:font script="Hebr" typeface="BIZ UD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61CD7-772A-46DC-AD6E-7C375E4D9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RI_Document</Template>
  <TotalTime>63</TotalTime>
  <Pages>6</Pages>
  <Words>511</Words>
  <Characters>2915</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Rotary International</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2760 fbranch</cp:lastModifiedBy>
  <cp:revision>27</cp:revision>
  <cp:lastPrinted>2013-12-20T15:37:00Z</cp:lastPrinted>
  <dcterms:created xsi:type="dcterms:W3CDTF">2025-02-18T07:53:00Z</dcterms:created>
  <dcterms:modified xsi:type="dcterms:W3CDTF">2025-09-17T08:41:00Z</dcterms:modified>
</cp:coreProperties>
</file>