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929BD" w14:textId="7023A131" w:rsidR="002305F1" w:rsidRDefault="002305F1" w:rsidP="00274B14">
      <w:pPr>
        <w:pStyle w:val="BodyParagraph"/>
        <w:rPr>
          <w:rFonts w:ascii="Times New Roman" w:eastAsia="ＭＳ Ｐ明朝" w:hAnsi="Times New Roman"/>
          <w:noProof/>
          <w:szCs w:val="20"/>
          <w:lang w:eastAsia="ja-JP"/>
        </w:rPr>
      </w:pPr>
      <w:r>
        <w:rPr>
          <w:noProof/>
          <w:lang w:eastAsia="ja-JP"/>
        </w:rPr>
        <w:drawing>
          <wp:anchor distT="0" distB="0" distL="114300" distR="114300" simplePos="0" relativeHeight="251656191" behindDoc="0" locked="0" layoutInCell="1" allowOverlap="1" wp14:anchorId="36254287" wp14:editId="06D819C9">
            <wp:simplePos x="0" y="0"/>
            <wp:positionH relativeFrom="margin">
              <wp:posOffset>0</wp:posOffset>
            </wp:positionH>
            <wp:positionV relativeFrom="paragraph">
              <wp:posOffset>-1270</wp:posOffset>
            </wp:positionV>
            <wp:extent cx="1512890" cy="604837"/>
            <wp:effectExtent l="0" t="0" r="0" b="5080"/>
            <wp:wrapNone/>
            <wp:docPr id="1959906280" name="図 4"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06280" name="図 4" descr="ロゴ&#10;&#10;自動的に生成された説明"/>
                    <pic:cNvPicPr/>
                  </pic:nvPicPr>
                  <pic:blipFill>
                    <a:blip r:embed="rId11"/>
                    <a:stretch>
                      <a:fillRect/>
                    </a:stretch>
                  </pic:blipFill>
                  <pic:spPr>
                    <a:xfrm>
                      <a:off x="0" y="0"/>
                      <a:ext cx="1512890" cy="604837"/>
                    </a:xfrm>
                    <a:prstGeom prst="rect">
                      <a:avLst/>
                    </a:prstGeom>
                  </pic:spPr>
                </pic:pic>
              </a:graphicData>
            </a:graphic>
            <wp14:sizeRelH relativeFrom="margin">
              <wp14:pctWidth>0</wp14:pctWidth>
            </wp14:sizeRelH>
            <wp14:sizeRelV relativeFrom="margin">
              <wp14:pctHeight>0</wp14:pctHeight>
            </wp14:sizeRelV>
          </wp:anchor>
        </w:drawing>
      </w:r>
      <w:r w:rsidR="00253EFE" w:rsidRPr="00F21F0D">
        <w:rPr>
          <w:rFonts w:ascii="Times New Roman" w:eastAsia="ＭＳ Ｐ明朝" w:hAnsi="Times New Roman"/>
          <w:noProof/>
          <w:szCs w:val="20"/>
          <w:lang w:eastAsia="ja-JP"/>
        </w:rPr>
        <w:t xml:space="preserve"> </w:t>
      </w:r>
    </w:p>
    <w:p w14:paraId="14BEE827" w14:textId="4CB98369" w:rsidR="002305F1" w:rsidRDefault="00440FE7" w:rsidP="00274B14">
      <w:pPr>
        <w:pStyle w:val="BodyParagraph"/>
        <w:rPr>
          <w:rFonts w:ascii="Times New Roman" w:eastAsia="ＭＳ Ｐ明朝" w:hAnsi="Times New Roman"/>
          <w:lang w:eastAsia="ja-JP"/>
        </w:rPr>
      </w:pPr>
      <w:r>
        <w:rPr>
          <w:noProof/>
          <w:lang w:eastAsia="ja-JP"/>
        </w:rPr>
        <mc:AlternateContent>
          <mc:Choice Requires="wps">
            <w:drawing>
              <wp:anchor distT="0" distB="0" distL="114300" distR="114300" simplePos="0" relativeHeight="251657728" behindDoc="0" locked="0" layoutInCell="1" allowOverlap="1" wp14:anchorId="03F3244C" wp14:editId="6D117C75">
                <wp:simplePos x="0" y="0"/>
                <wp:positionH relativeFrom="column">
                  <wp:posOffset>1926318</wp:posOffset>
                </wp:positionH>
                <wp:positionV relativeFrom="paragraph">
                  <wp:posOffset>86178</wp:posOffset>
                </wp:positionV>
                <wp:extent cx="914400" cy="352425"/>
                <wp:effectExtent l="19050" t="19050" r="3365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chemeClr val="tx1"/>
                          </a:solidFill>
                        </a:ln>
                      </wps:spPr>
                      <wps:txbx>
                        <w:txbxContent>
                          <w:p w14:paraId="7038C3B9" w14:textId="77777777" w:rsidR="00440FE7" w:rsidRPr="00E57C6E" w:rsidRDefault="00440FE7" w:rsidP="00440FE7">
                            <w:pPr>
                              <w:rPr>
                                <w:rFonts w:ascii="BIZ UDPゴシック" w:eastAsia="BIZ UDPゴシック" w:hAnsi="BIZ UDPゴシック"/>
                                <w:lang w:eastAsia="ja-JP"/>
                              </w:rPr>
                            </w:pPr>
                            <w:r w:rsidRPr="00E57C6E">
                              <w:rPr>
                                <w:rFonts w:ascii="BIZ UDPゴシック" w:eastAsia="BIZ UDPゴシック" w:hAnsi="BIZ UDPゴシック" w:hint="eastAsia"/>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3F3244C" id="_x0000_t202" coordsize="21600,21600" o:spt="202" path="m,l,21600r21600,l21600,xe">
                <v:stroke joinstyle="miter"/>
                <v:path gradientshapeok="t" o:connecttype="rect"/>
              </v:shapetype>
              <v:shape id="テキスト ボックス 5" o:spid="_x0000_s1026" type="#_x0000_t202" style="position:absolute;margin-left:151.7pt;margin-top:6.8pt;width:1in;height:27.75pt;z-index:2516577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" fillcolor="white [3201]" strokecolor="black [3213]" strokeweight="4.25pt">
                <v:stroke linestyle="thinThin"/>
                <v:textbox>
                  <w:txbxContent>
                    <w:p w14:paraId="7038C3B9" w14:textId="77777777" w:rsidR="00440FE7" w:rsidRPr="00E57C6E" w:rsidRDefault="00440FE7" w:rsidP="00440FE7">
                      <w:pPr>
                        <w:rPr>
                          <w:rFonts w:ascii="BIZ UDPゴシック" w:eastAsia="BIZ UDPゴシック" w:hAnsi="BIZ UDPゴシック"/>
                          <w:lang w:eastAsia="ja-JP"/>
                        </w:rPr>
                      </w:pPr>
                      <w:r w:rsidRPr="00E57C6E">
                        <w:rPr>
                          <w:rFonts w:ascii="BIZ UDPゴシック" w:eastAsia="BIZ UDPゴシック" w:hAnsi="BIZ UDPゴシック" w:hint="eastAsia"/>
                          <w:lang w:eastAsia="ja-JP"/>
                        </w:rPr>
                        <w:t>Wordでご提出ください</w:t>
                      </w:r>
                    </w:p>
                  </w:txbxContent>
                </v:textbox>
              </v:shape>
            </w:pict>
          </mc:Fallback>
        </mc:AlternateContent>
      </w:r>
    </w:p>
    <w:p w14:paraId="24613AB5" w14:textId="36812D98" w:rsidR="00723F9D" w:rsidRPr="00F21F0D" w:rsidRDefault="00FE146C" w:rsidP="00274B14">
      <w:pPr>
        <w:pStyle w:val="BodyParagraph"/>
        <w:rPr>
          <w:rFonts w:ascii="Times New Roman" w:eastAsia="ＭＳ Ｐ明朝" w:hAnsi="Times New Roman"/>
          <w:lang w:eastAsia="ja-JP"/>
        </w:rPr>
      </w:pPr>
      <w:r w:rsidRPr="00F21F0D">
        <w:rPr>
          <w:rFonts w:ascii="Times New Roman" w:eastAsia="ＭＳ Ｐ明朝" w:hAnsi="Times New Roman"/>
          <w:noProof/>
          <w:lang w:eastAsia="ja-JP"/>
        </w:rPr>
        <mc:AlternateContent>
          <mc:Choice Requires="wps">
            <w:drawing>
              <wp:anchor distT="0" distB="0" distL="114300" distR="114300" simplePos="0" relativeHeight="251657216" behindDoc="0" locked="0" layoutInCell="1" allowOverlap="1" wp14:anchorId="237F893B" wp14:editId="6EC069D5">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B704A" w14:textId="1E5C1DA4" w:rsidR="009A3F78" w:rsidRPr="00DE6891" w:rsidRDefault="006066FF" w:rsidP="00F27A9D">
                            <w:pPr>
                              <w:pStyle w:val="LanguageCode"/>
                            </w:pPr>
                            <w:r>
                              <w:t>JAPANESE</w:t>
                            </w:r>
                            <w:r w:rsidR="009A3F78" w:rsidRPr="00DE6891">
                              <w:t xml:space="preserve"> (</w:t>
                            </w:r>
                            <w:r>
                              <w:t>JA</w:t>
                            </w:r>
                            <w:r w:rsidR="009A3F78" w:rsidRPr="00DE6891">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F893B" id="Text Box 8" o:spid="_x0000_s1027"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" filled="f" stroked="f">
                <v:textbox>
                  <w:txbxContent>
                    <w:p w14:paraId="740B704A" w14:textId="1E5C1DA4" w:rsidR="009A3F78" w:rsidRPr="00DE6891" w:rsidRDefault="006066FF" w:rsidP="00F27A9D">
                      <w:pPr>
                        <w:pStyle w:val="LanguageCode"/>
                      </w:pPr>
                      <w:r>
                        <w:t>JAPANESE</w:t>
                      </w:r>
                      <w:r w:rsidR="009A3F78" w:rsidRPr="00DE6891">
                        <w:t xml:space="preserve"> (</w:t>
                      </w:r>
                      <w:r>
                        <w:t>JA</w:t>
                      </w:r>
                      <w:r w:rsidR="009A3F78" w:rsidRPr="00DE6891">
                        <w:t>)</w:t>
                      </w:r>
                    </w:p>
                  </w:txbxContent>
                </v:textbox>
              </v:shape>
            </w:pict>
          </mc:Fallback>
        </mc:AlternateContent>
      </w:r>
    </w:p>
    <w:p w14:paraId="4115EA7A" w14:textId="0DE0E63B" w:rsidR="00FC4BDA" w:rsidRPr="00B45F29" w:rsidRDefault="007873D4" w:rsidP="00FC4BDA">
      <w:pPr>
        <w:pStyle w:val="1"/>
        <w:rPr>
          <w:rFonts w:ascii="BIZ UDPゴシック" w:eastAsia="BIZ UDPゴシック" w:hAnsi="BIZ UDPゴシック"/>
          <w:lang w:eastAsia="ja-JP"/>
        </w:rPr>
      </w:pPr>
      <w:r w:rsidRPr="00B45F29">
        <w:rPr>
          <w:rFonts w:ascii="BIZ UDPゴシック" w:eastAsia="BIZ UDPゴシック" w:hAnsi="BIZ UDPゴシック"/>
          <w:lang w:eastAsia="ja-JP"/>
        </w:rPr>
        <w:t>グローバル補助金報告書</w:t>
      </w:r>
    </w:p>
    <w:p w14:paraId="00D1110F" w14:textId="54523E1E" w:rsidR="00307FDA" w:rsidRPr="00B45F29" w:rsidRDefault="001908E9" w:rsidP="00274B14">
      <w:pPr>
        <w:pStyle w:val="IntroParagraph"/>
        <w:rPr>
          <w:rFonts w:ascii="BIZ UDPゴシック" w:eastAsia="BIZ UDPゴシック" w:hAnsi="BIZ UDPゴシック"/>
          <w:lang w:eastAsia="ja-JP"/>
        </w:rPr>
      </w:pPr>
      <w:r>
        <w:rPr>
          <w:rFonts w:ascii="BIZ UDPゴシック" w:eastAsia="BIZ UDPゴシック" w:hAnsi="BIZ UDPゴシック" w:hint="eastAsia"/>
          <w:lang w:eastAsia="ja-JP"/>
        </w:rPr>
        <w:t>以下</w:t>
      </w:r>
      <w:r w:rsidR="000A7140" w:rsidRPr="00B45F29">
        <w:rPr>
          <w:rFonts w:ascii="BIZ UDPゴシック" w:eastAsia="BIZ UDPゴシック" w:hAnsi="BIZ UDPゴシック"/>
          <w:lang w:eastAsia="ja-JP"/>
        </w:rPr>
        <w:t>は、グローバル補助金のオンライン報告書でご回答いただく質問事項です。</w:t>
      </w:r>
      <w:r w:rsidR="006D2661">
        <w:rPr>
          <w:rFonts w:ascii="BIZ UDPゴシック" w:eastAsia="BIZ UDPゴシック" w:hAnsi="BIZ UDPゴシック" w:hint="eastAsia"/>
          <w:lang w:eastAsia="ja-JP"/>
        </w:rPr>
        <w:t>入力される文字数に応じて、枠は自動的に広がります。</w:t>
      </w:r>
    </w:p>
    <w:p w14:paraId="6F880B8B" w14:textId="6FD0CF26" w:rsidR="000B4CEF" w:rsidRPr="00B45F29" w:rsidRDefault="00C66A0A" w:rsidP="00274B14">
      <w:pPr>
        <w:pStyle w:val="BodyParagraph"/>
        <w:rPr>
          <w:rFonts w:ascii="BIZ UDPゴシック" w:eastAsia="BIZ UDPゴシック" w:hAnsi="BIZ UDPゴシック"/>
          <w:b/>
          <w:sz w:val="28"/>
          <w:szCs w:val="28"/>
          <w:lang w:eastAsia="ja-JP"/>
        </w:rPr>
      </w:pPr>
      <w:r w:rsidRPr="00B45F29">
        <w:rPr>
          <w:rFonts w:ascii="BIZ UDPゴシック" w:eastAsia="BIZ UDPゴシック" w:hAnsi="BIZ UDPゴシック"/>
          <w:b/>
          <w:sz w:val="28"/>
          <w:szCs w:val="28"/>
          <w:lang w:eastAsia="ja-JP"/>
        </w:rPr>
        <w:t>プロジェクトの目的と実施</w:t>
      </w:r>
    </w:p>
    <w:p w14:paraId="0F504DD6" w14:textId="702AEF54" w:rsidR="00F445A2" w:rsidRPr="00B45F29" w:rsidRDefault="00C66A0A" w:rsidP="00F445A2">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プロジェクトの目的</w:t>
      </w:r>
    </w:p>
    <w:p w14:paraId="49C37829" w14:textId="0B23D560" w:rsidR="00307FDA" w:rsidRPr="00B45F29" w:rsidRDefault="00C66A0A"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目的に何らかの変更がありましたか。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gridCol w:w="990"/>
      </w:tblGrid>
      <w:tr w:rsidR="000A7140" w:rsidRPr="00B45F29" w14:paraId="7B3786DC" w14:textId="77777777" w:rsidTr="004E0F7A">
        <w:sdt>
          <w:sdtPr>
            <w:rPr>
              <w:rFonts w:ascii="BIZ UDPゴシック" w:eastAsia="BIZ UDPゴシック" w:hAnsi="BIZ UDPゴシック"/>
            </w:rPr>
            <w:id w:val="-411083681"/>
            <w14:checkbox>
              <w14:checked w14:val="0"/>
              <w14:checkedState w14:val="2612" w14:font="ＭＳ ゴシック"/>
              <w14:uncheckedState w14:val="2610" w14:font="ＭＳ ゴシック"/>
            </w14:checkbox>
          </w:sdtPr>
          <w:sdtContent>
            <w:tc>
              <w:tcPr>
                <w:tcW w:w="445" w:type="dxa"/>
              </w:tcPr>
              <w:p w14:paraId="1780595D" w14:textId="3DCF8595" w:rsidR="000A7140" w:rsidRPr="00B45F29" w:rsidRDefault="000A7140"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31F101DA" w14:textId="3DF4F901" w:rsidR="000A7140" w:rsidRPr="00B45F29" w:rsidRDefault="000A7140"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403146093"/>
            <w14:checkbox>
              <w14:checked w14:val="0"/>
              <w14:checkedState w14:val="2612" w14:font="ＭＳ ゴシック"/>
              <w14:uncheckedState w14:val="2610" w14:font="ＭＳ ゴシック"/>
            </w14:checkbox>
          </w:sdtPr>
          <w:sdtContent>
            <w:tc>
              <w:tcPr>
                <w:tcW w:w="450" w:type="dxa"/>
              </w:tcPr>
              <w:p w14:paraId="05E0E376" w14:textId="5F26830B" w:rsidR="000A7140" w:rsidRPr="00B45F29" w:rsidRDefault="000A7140"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187F8CFF" w14:textId="6685EF35" w:rsidR="000A7140" w:rsidRPr="00B45F29" w:rsidRDefault="005C5445"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いいえ</w:t>
            </w:r>
          </w:p>
        </w:tc>
        <w:tc>
          <w:tcPr>
            <w:tcW w:w="990" w:type="dxa"/>
          </w:tcPr>
          <w:p w14:paraId="1F82E27D" w14:textId="2B658C82" w:rsidR="000A7140" w:rsidRPr="00B45F29" w:rsidRDefault="000A7140" w:rsidP="00274B14">
            <w:pPr>
              <w:pStyle w:val="BodyParagraph"/>
              <w:rPr>
                <w:rFonts w:ascii="BIZ UDPゴシック" w:eastAsia="BIZ UDPゴシック" w:hAnsi="BIZ UDPゴシック"/>
              </w:rPr>
            </w:pPr>
          </w:p>
        </w:tc>
      </w:tr>
    </w:tbl>
    <w:p w14:paraId="40693462" w14:textId="32E44EB3" w:rsidR="00D939FD" w:rsidRPr="00B45F29" w:rsidRDefault="00A7114E"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（「はい」の場合）目的がどのように、なぜ変更されたのかをご説明ください。</w:t>
      </w:r>
    </w:p>
    <w:sdt>
      <w:sdtPr>
        <w:rPr>
          <w:rFonts w:ascii="BIZ UDPゴシック" w:eastAsia="BIZ UDPゴシック" w:hAnsi="BIZ UDPゴシック"/>
        </w:rPr>
        <w:id w:val="-1638488334"/>
        <w:placeholder>
          <w:docPart w:val="3F2B7C24B6E745A28BDA845DA4E0B18D"/>
        </w:placeholder>
        <w:showingPlcHdr/>
      </w:sdtPr>
      <w:sdtContent>
        <w:p w14:paraId="7DAD0EF1" w14:textId="30F73D22" w:rsidR="0086017B" w:rsidRPr="00B45F29" w:rsidRDefault="005F611C" w:rsidP="0086017B">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Fonts w:ascii="BIZ UDPゴシック" w:eastAsia="BIZ UDPゴシック" w:hAnsi="BIZ UDPゴシック" w:hint="eastAsia"/>
              <w:lang w:eastAsia="ja-JP"/>
            </w:rPr>
            <w:t>ここをクリックして入力</w:t>
          </w:r>
        </w:p>
      </w:sdtContent>
    </w:sdt>
    <w:p w14:paraId="3B192F8E" w14:textId="7BC026B5" w:rsidR="00F445A2" w:rsidRPr="00B45F29" w:rsidRDefault="002811E8"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プロジェクトの目的に向けた進捗はありますか。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F445A2" w:rsidRPr="00B45F29" w14:paraId="2FCD10FE" w14:textId="77777777" w:rsidTr="00EA23FB">
        <w:sdt>
          <w:sdtPr>
            <w:rPr>
              <w:rFonts w:ascii="BIZ UDPゴシック" w:eastAsia="BIZ UDPゴシック" w:hAnsi="BIZ UDPゴシック"/>
            </w:rPr>
            <w:id w:val="-476996138"/>
            <w14:checkbox>
              <w14:checked w14:val="0"/>
              <w14:checkedState w14:val="2612" w14:font="ＭＳ ゴシック"/>
              <w14:uncheckedState w14:val="2610" w14:font="ＭＳ ゴシック"/>
            </w14:checkbox>
          </w:sdtPr>
          <w:sdtContent>
            <w:tc>
              <w:tcPr>
                <w:tcW w:w="445" w:type="dxa"/>
              </w:tcPr>
              <w:p w14:paraId="50423B8B" w14:textId="77777777" w:rsidR="00F445A2" w:rsidRPr="00B45F29" w:rsidRDefault="00F445A2"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17F335FD" w14:textId="73E6C457" w:rsidR="00F445A2" w:rsidRPr="00B45F29" w:rsidRDefault="00631190"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2023359519"/>
            <w14:checkbox>
              <w14:checked w14:val="0"/>
              <w14:checkedState w14:val="2612" w14:font="ＭＳ ゴシック"/>
              <w14:uncheckedState w14:val="2610" w14:font="ＭＳ ゴシック"/>
            </w14:checkbox>
          </w:sdtPr>
          <w:sdtContent>
            <w:tc>
              <w:tcPr>
                <w:tcW w:w="450" w:type="dxa"/>
              </w:tcPr>
              <w:p w14:paraId="686AF35D" w14:textId="77777777" w:rsidR="00F445A2" w:rsidRPr="00B45F29" w:rsidRDefault="00F445A2"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6A07296C" w14:textId="4FC20122" w:rsidR="00F445A2" w:rsidRPr="00B45F29" w:rsidRDefault="00631190"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いいえ</w:t>
            </w:r>
          </w:p>
        </w:tc>
      </w:tr>
    </w:tbl>
    <w:p w14:paraId="686774B5" w14:textId="429048B6" w:rsidR="00D939FD" w:rsidRPr="00B45F29" w:rsidRDefault="009435E4"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（「はい」の場合）これまでの進捗をご説明ください。</w:t>
      </w:r>
    </w:p>
    <w:sdt>
      <w:sdtPr>
        <w:rPr>
          <w:rFonts w:ascii="BIZ UDPゴシック" w:eastAsia="BIZ UDPゴシック" w:hAnsi="BIZ UDPゴシック"/>
        </w:rPr>
        <w:id w:val="-1149052830"/>
        <w:placeholder>
          <w:docPart w:val="9546BFA8795A45479B9BCCC087816BA0"/>
        </w:placeholder>
        <w:showingPlcHdr/>
      </w:sdtPr>
      <w:sdtContent>
        <w:p w14:paraId="4DA17634" w14:textId="6643207A" w:rsidR="0086017B" w:rsidRPr="00B45F29" w:rsidRDefault="005F611C" w:rsidP="0086017B">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6DB03070" w14:textId="1B512323" w:rsidR="00D939FD" w:rsidRPr="00B45F29" w:rsidRDefault="00AD50BC"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（「いいえ」の場合）</w:t>
      </w:r>
      <w:r w:rsidR="009B0301" w:rsidRPr="00B45F29">
        <w:rPr>
          <w:rFonts w:ascii="BIZ UDPゴシック" w:eastAsia="BIZ UDPゴシック" w:hAnsi="BIZ UDPゴシック"/>
          <w:lang w:eastAsia="ja-JP"/>
        </w:rPr>
        <w:t>その理由を</w:t>
      </w:r>
      <w:r w:rsidRPr="00B45F29">
        <w:rPr>
          <w:rFonts w:ascii="BIZ UDPゴシック" w:eastAsia="BIZ UDPゴシック" w:hAnsi="BIZ UDPゴシック"/>
          <w:lang w:eastAsia="ja-JP"/>
        </w:rPr>
        <w:t>ご説明ください。</w:t>
      </w:r>
    </w:p>
    <w:sdt>
      <w:sdtPr>
        <w:rPr>
          <w:rFonts w:ascii="BIZ UDPゴシック" w:eastAsia="BIZ UDPゴシック" w:hAnsi="BIZ UDPゴシック"/>
        </w:rPr>
        <w:id w:val="-199402074"/>
        <w:placeholder>
          <w:docPart w:val="63AEBCF569D145F284CC61EEDD52059C"/>
        </w:placeholder>
        <w:showingPlcHdr/>
      </w:sdtPr>
      <w:sdtContent>
        <w:p w14:paraId="781884B5" w14:textId="14490C3F" w:rsidR="0086017B" w:rsidRPr="00B45F29" w:rsidRDefault="005F611C" w:rsidP="0086017B">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996BCEE" w14:textId="02136C7D" w:rsidR="000E0E40" w:rsidRPr="00B45F29" w:rsidRDefault="00BB7AC9" w:rsidP="00F445A2">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プロジェクトの実施</w:t>
      </w:r>
    </w:p>
    <w:p w14:paraId="536B4194" w14:textId="620D07FB" w:rsidR="00311ED5" w:rsidRPr="00E57C6E" w:rsidRDefault="005C5445" w:rsidP="00274B14">
      <w:pPr>
        <w:pStyle w:val="BodyParagraph"/>
        <w:rPr>
          <w:rFonts w:ascii="BIZ UDPゴシック" w:eastAsia="BIZ UDPゴシック" w:hAnsi="BIZ UDPゴシック"/>
          <w:color w:val="auto"/>
          <w:lang w:eastAsia="ja-JP"/>
        </w:rPr>
      </w:pPr>
      <w:r w:rsidRPr="00B45F29">
        <w:rPr>
          <w:rFonts w:ascii="BIZ UDPゴシック" w:eastAsia="BIZ UDPゴシック" w:hAnsi="BIZ UDPゴシック"/>
          <w:lang w:eastAsia="ja-JP"/>
        </w:rPr>
        <w:t>プロジェクトに含まれている各活動について</w:t>
      </w:r>
      <w:r w:rsidR="0086017B" w:rsidRPr="00B45F29">
        <w:rPr>
          <w:rFonts w:ascii="BIZ UDPゴシック" w:eastAsia="BIZ UDPゴシック" w:hAnsi="BIZ UDPゴシック"/>
          <w:lang w:eastAsia="ja-JP"/>
        </w:rPr>
        <w:t>ご報告ください</w:t>
      </w:r>
      <w:r w:rsidR="000A7140" w:rsidRPr="00B45F29">
        <w:rPr>
          <w:rFonts w:ascii="BIZ UDPゴシック" w:eastAsia="BIZ UDPゴシック" w:hAnsi="BIZ UDPゴシック"/>
          <w:lang w:eastAsia="ja-JP"/>
        </w:rPr>
        <w:t>。</w:t>
      </w:r>
      <w:r w:rsidR="0086017B" w:rsidRPr="00B45F29">
        <w:rPr>
          <w:rFonts w:ascii="BIZ UDPゴシック" w:eastAsia="BIZ UDPゴシック" w:hAnsi="BIZ UDPゴシック"/>
          <w:lang w:eastAsia="ja-JP"/>
        </w:rPr>
        <w:t>必要に応じて、新しい活動を追加できます。</w:t>
      </w:r>
      <w:r w:rsidR="000A7140" w:rsidRPr="00E57C6E">
        <w:rPr>
          <w:rFonts w:ascii="BIZ UDPゴシック" w:eastAsia="BIZ UDPゴシック" w:hAnsi="BIZ UDPゴシック"/>
          <w:color w:val="auto"/>
          <w:lang w:eastAsia="ja-JP"/>
        </w:rPr>
        <w:t>写真、動画、ブログ等の関連ファイル</w:t>
      </w:r>
      <w:r w:rsidR="00512C6E" w:rsidRPr="00E57C6E">
        <w:rPr>
          <w:rFonts w:ascii="BIZ UDPゴシック" w:eastAsia="BIZ UDPゴシック" w:hAnsi="BIZ UDPゴシック" w:hint="eastAsia"/>
          <w:color w:val="auto"/>
          <w:lang w:eastAsia="ja-JP"/>
        </w:rPr>
        <w:t>は別途添付</w:t>
      </w:r>
      <w:r w:rsidR="000A7140" w:rsidRPr="00E57C6E">
        <w:rPr>
          <w:rFonts w:ascii="BIZ UDPゴシック" w:eastAsia="BIZ UDPゴシック" w:hAnsi="BIZ UDPゴシック"/>
          <w:color w:val="auto"/>
          <w:lang w:eastAsia="ja-JP"/>
        </w:rPr>
        <w:t>してください。</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90"/>
        <w:gridCol w:w="8630"/>
      </w:tblGrid>
      <w:tr w:rsidR="0086017B" w:rsidRPr="00B45F29" w14:paraId="4FE81487" w14:textId="77777777" w:rsidTr="004F7EE9">
        <w:tc>
          <w:tcPr>
            <w:tcW w:w="630" w:type="dxa"/>
          </w:tcPr>
          <w:p w14:paraId="49AF85EC" w14:textId="42031432"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活動</w:t>
            </w:r>
          </w:p>
        </w:tc>
        <w:sdt>
          <w:sdtPr>
            <w:rPr>
              <w:rFonts w:ascii="BIZ UDPゴシック" w:eastAsia="BIZ UDPゴシック" w:hAnsi="BIZ UDPゴシック"/>
            </w:rPr>
            <w:id w:val="-2048513639"/>
            <w:placeholder>
              <w:docPart w:val="7913808707984F04823F4EC623DDE771"/>
            </w:placeholder>
            <w:showingPlcHdr/>
          </w:sdtPr>
          <w:sdtContent>
            <w:tc>
              <w:tcPr>
                <w:tcW w:w="8720" w:type="dxa"/>
                <w:gridSpan w:val="2"/>
              </w:tcPr>
              <w:p w14:paraId="6DB18FD7" w14:textId="27FE195E" w:rsidR="0086017B" w:rsidRPr="00B45F29" w:rsidRDefault="005F611C" w:rsidP="005255F4">
                <w:pPr>
                  <w:pStyle w:val="BodyParagraph"/>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tc>
          </w:sdtContent>
        </w:sdt>
      </w:tr>
      <w:tr w:rsidR="0086017B" w:rsidRPr="00B45F29" w14:paraId="314FF865" w14:textId="77777777" w:rsidTr="004F7EE9">
        <w:tc>
          <w:tcPr>
            <w:tcW w:w="720" w:type="dxa"/>
            <w:gridSpan w:val="2"/>
          </w:tcPr>
          <w:p w14:paraId="15686EC4" w14:textId="3D715BDF"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期間</w:t>
            </w:r>
          </w:p>
        </w:tc>
        <w:sdt>
          <w:sdtPr>
            <w:rPr>
              <w:rFonts w:ascii="BIZ UDPゴシック" w:eastAsia="BIZ UDPゴシック" w:hAnsi="BIZ UDPゴシック"/>
            </w:rPr>
            <w:id w:val="1978802149"/>
            <w:placeholder>
              <w:docPart w:val="7913808707984F04823F4EC623DDE771"/>
            </w:placeholder>
            <w:showingPlcHdr/>
          </w:sdtPr>
          <w:sdtContent>
            <w:tc>
              <w:tcPr>
                <w:tcW w:w="8630" w:type="dxa"/>
              </w:tcPr>
              <w:p w14:paraId="626E0202" w14:textId="553FBD67" w:rsidR="0086017B" w:rsidRPr="00B45F29" w:rsidRDefault="005F611C" w:rsidP="005255F4">
                <w:pPr>
                  <w:pStyle w:val="BodyParagraph"/>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tc>
          </w:sdtContent>
        </w:sdt>
      </w:tr>
      <w:tr w:rsidR="0086017B" w:rsidRPr="00B45F29" w14:paraId="307C86EA" w14:textId="77777777" w:rsidTr="004F7EE9">
        <w:tc>
          <w:tcPr>
            <w:tcW w:w="630" w:type="dxa"/>
          </w:tcPr>
          <w:p w14:paraId="63F90338" w14:textId="67D75E71"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状況</w:t>
            </w:r>
          </w:p>
        </w:tc>
        <w:sdt>
          <w:sdtPr>
            <w:rPr>
              <w:rFonts w:ascii="BIZ UDPゴシック" w:eastAsia="BIZ UDPゴシック" w:hAnsi="BIZ UDPゴシック"/>
            </w:rPr>
            <w:id w:val="-385569607"/>
            <w:placeholder>
              <w:docPart w:val="FB05B2534ED746DA826E0D0B59E4E4C7"/>
            </w:placeholder>
            <w:showingPlcHdr/>
            <w:dropDownList>
              <w:listItem w:displayText="Not started" w:value="Not started"/>
              <w:listItem w:displayText="In progress" w:value="In progress"/>
              <w:listItem w:displayText="Completed" w:value="Completed"/>
              <w:listItem w:displayText="Canceled" w:value="Canceled"/>
            </w:dropDownList>
          </w:sdtPr>
          <w:sdtContent>
            <w:tc>
              <w:tcPr>
                <w:tcW w:w="8720" w:type="dxa"/>
                <w:gridSpan w:val="2"/>
              </w:tcPr>
              <w:p w14:paraId="62FD74F3" w14:textId="31BE1205" w:rsidR="0086017B" w:rsidRPr="00B45F29" w:rsidRDefault="005F611C" w:rsidP="005255F4">
                <w:pPr>
                  <w:pStyle w:val="BodyParagraph"/>
                  <w:rPr>
                    <w:rFonts w:ascii="BIZ UDPゴシック" w:eastAsia="BIZ UDPゴシック" w:hAnsi="BIZ UDPゴシック"/>
                  </w:rPr>
                </w:pPr>
                <w:r w:rsidRPr="00B45F29">
                  <w:rPr>
                    <w:rStyle w:val="af2"/>
                    <w:rFonts w:ascii="BIZ UDPゴシック" w:eastAsia="BIZ UDPゴシック" w:hAnsi="BIZ UDPゴシック"/>
                  </w:rPr>
                  <w:t>項目を選択</w:t>
                </w:r>
              </w:p>
            </w:tc>
          </w:sdtContent>
        </w:sdt>
      </w:tr>
    </w:tbl>
    <w:p w14:paraId="6AF33354" w14:textId="77777777" w:rsidR="00311ED5" w:rsidRPr="00B45F29" w:rsidRDefault="00311ED5" w:rsidP="00274B14">
      <w:pPr>
        <w:pStyle w:val="BodyParagraph"/>
        <w:rPr>
          <w:rFonts w:ascii="BIZ UDPゴシック" w:eastAsia="BIZ UDPゴシック" w:hAnsi="BIZ UDPゴシック"/>
          <w:lang w:eastAsia="ja-JP"/>
        </w:rPr>
      </w:pPr>
    </w:p>
    <w:p w14:paraId="06978BE3" w14:textId="269A3DF7" w:rsidR="00D939FD" w:rsidRPr="00B45F29" w:rsidRDefault="00BB7AC9" w:rsidP="00274B14">
      <w:pPr>
        <w:pStyle w:val="BodyParagraph"/>
        <w:rPr>
          <w:rFonts w:ascii="BIZ UDPゴシック" w:eastAsia="BIZ UDPゴシック" w:hAnsi="BIZ UDPゴシック"/>
          <w:b/>
          <w:sz w:val="28"/>
          <w:szCs w:val="28"/>
          <w:lang w:eastAsia="ja-JP"/>
        </w:rPr>
      </w:pPr>
      <w:r w:rsidRPr="00B45F29">
        <w:rPr>
          <w:rFonts w:ascii="BIZ UDPゴシック" w:eastAsia="BIZ UDPゴシック" w:hAnsi="BIZ UDPゴシック"/>
          <w:b/>
          <w:sz w:val="28"/>
          <w:szCs w:val="28"/>
          <w:lang w:eastAsia="ja-JP"/>
        </w:rPr>
        <w:t>成果の測定</w:t>
      </w:r>
    </w:p>
    <w:p w14:paraId="2E3EEA57" w14:textId="195C2FC1" w:rsidR="003F79A7" w:rsidRPr="00B45F29" w:rsidRDefault="00BB7AC9"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このプロジェクトから直接恩恵を受けた人の数をご入力ください。</w:t>
      </w:r>
    </w:p>
    <w:sdt>
      <w:sdtPr>
        <w:rPr>
          <w:rFonts w:ascii="BIZ UDPゴシック" w:eastAsia="BIZ UDPゴシック" w:hAnsi="BIZ UDPゴシック"/>
        </w:rPr>
        <w:id w:val="-288587598"/>
        <w:placeholder>
          <w:docPart w:val="BC73DFF7B6F346B7B01ACE35AFED8077"/>
        </w:placeholder>
        <w:showingPlcHdr/>
      </w:sdtPr>
      <w:sdtContent>
        <w:p w14:paraId="7AC0B80F" w14:textId="6C7E4DA7" w:rsidR="0086017B" w:rsidRPr="00B45F29" w:rsidRDefault="005F611C" w:rsidP="0086017B">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1DA212F0" w14:textId="3BE904F6" w:rsidR="003F79A7" w:rsidRPr="00B45F29" w:rsidRDefault="00546593" w:rsidP="00426C1D">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成果の評価基準</w:t>
      </w:r>
    </w:p>
    <w:p w14:paraId="33D4002E" w14:textId="52F8FF74" w:rsidR="00D939FD" w:rsidRPr="00B45F29" w:rsidRDefault="00546593"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lastRenderedPageBreak/>
        <w:t>各評価基準における現時点までの結果を報告してください。</w:t>
      </w:r>
      <w:r w:rsidR="000A7140" w:rsidRPr="00B45F29">
        <w:rPr>
          <w:rFonts w:ascii="BIZ UDPゴシック" w:eastAsia="BIZ UDPゴシック" w:hAnsi="BIZ UDPゴシック"/>
          <w:lang w:eastAsia="ja-JP"/>
        </w:rPr>
        <w:t>必要であれば、新しい評価基準を追加しても構いません。</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360"/>
        <w:gridCol w:w="180"/>
        <w:gridCol w:w="7730"/>
      </w:tblGrid>
      <w:tr w:rsidR="0086017B" w:rsidRPr="00B45F29" w14:paraId="519ADED1" w14:textId="77777777" w:rsidTr="004F7EE9">
        <w:tc>
          <w:tcPr>
            <w:tcW w:w="1620" w:type="dxa"/>
            <w:gridSpan w:val="3"/>
          </w:tcPr>
          <w:p w14:paraId="23408DF3" w14:textId="7FDBE842" w:rsidR="0086017B" w:rsidRPr="00B45F29" w:rsidRDefault="00AB4EB6" w:rsidP="00AB4EB6">
            <w:pPr>
              <w:pStyle w:val="BodyParagraph"/>
              <w:rPr>
                <w:rFonts w:ascii="BIZ UDPゴシック" w:eastAsia="BIZ UDPゴシック" w:hAnsi="BIZ UDPゴシック"/>
              </w:rPr>
            </w:pPr>
            <w:r w:rsidRPr="00B45F29">
              <w:rPr>
                <w:rFonts w:ascii="BIZ UDPゴシック" w:eastAsia="BIZ UDPゴシック" w:hAnsi="BIZ UDPゴシック"/>
                <w:lang w:eastAsia="ja-JP"/>
              </w:rPr>
              <w:t>成果の評価基準</w:t>
            </w:r>
          </w:p>
        </w:tc>
        <w:sdt>
          <w:sdtPr>
            <w:rPr>
              <w:rFonts w:ascii="BIZ UDPゴシック" w:eastAsia="BIZ UDPゴシック" w:hAnsi="BIZ UDPゴシック"/>
            </w:rPr>
            <w:id w:val="1603224157"/>
            <w:placeholder>
              <w:docPart w:val="958605BDBABA450C84E057286D0F555F"/>
            </w:placeholder>
            <w:showingPlcHdr/>
          </w:sdtPr>
          <w:sdtContent>
            <w:tc>
              <w:tcPr>
                <w:tcW w:w="7730" w:type="dxa"/>
              </w:tcPr>
              <w:p w14:paraId="7E926789" w14:textId="6B3E88FF" w:rsidR="0086017B" w:rsidRPr="00B45F29" w:rsidRDefault="005F611C" w:rsidP="005255F4">
                <w:pPr>
                  <w:pStyle w:val="BodyParagraph"/>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tc>
          </w:sdtContent>
        </w:sdt>
      </w:tr>
      <w:tr w:rsidR="0086017B" w:rsidRPr="00B45F29" w14:paraId="509E0FB3" w14:textId="77777777" w:rsidTr="004F7EE9">
        <w:tc>
          <w:tcPr>
            <w:tcW w:w="1440" w:type="dxa"/>
            <w:gridSpan w:val="2"/>
          </w:tcPr>
          <w:p w14:paraId="3D62CF11" w14:textId="2FAF2192"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情報収集方法</w:t>
            </w:r>
          </w:p>
        </w:tc>
        <w:sdt>
          <w:sdtPr>
            <w:rPr>
              <w:rFonts w:ascii="BIZ UDPゴシック" w:eastAsia="BIZ UDPゴシック" w:hAnsi="BIZ UDPゴシック"/>
            </w:rPr>
            <w:id w:val="1598289659"/>
            <w:placeholder>
              <w:docPart w:val="39068A38A7674024B8B098D565B76354"/>
            </w:placeholder>
            <w:showingPlcHdr/>
            <w:dropDownList>
              <w:listItem w:displayText="Direct observation" w:value="Direct observation"/>
              <w:listItem w:displayText="Focus groups/interviews" w:value="Focus groups/interviews"/>
              <w:listItem w:displayText="Grant records and reports" w:value="Grant records and reports"/>
              <w:listItem w:displayText="Public records" w:value="Public records"/>
              <w:listItem w:displayText="Satellite imagery" w:value="Satellite imagery"/>
              <w:listItem w:displayText="Surveys/questionnaires" w:value="Surveys/questionnaires"/>
              <w:listItem w:displayText="Testing" w:value="Testing"/>
            </w:dropDownList>
          </w:sdtPr>
          <w:sdtContent>
            <w:tc>
              <w:tcPr>
                <w:tcW w:w="7910" w:type="dxa"/>
                <w:gridSpan w:val="2"/>
              </w:tcPr>
              <w:p w14:paraId="12AEA289" w14:textId="42A6BAAB" w:rsidR="0086017B" w:rsidRPr="00B45F29" w:rsidRDefault="005F611C" w:rsidP="005255F4">
                <w:pPr>
                  <w:pStyle w:val="BodyParagraph"/>
                  <w:rPr>
                    <w:rFonts w:ascii="BIZ UDPゴシック" w:eastAsia="BIZ UDPゴシック" w:hAnsi="BIZ UDPゴシック"/>
                  </w:rPr>
                </w:pPr>
                <w:r w:rsidRPr="00B45F29">
                  <w:rPr>
                    <w:rStyle w:val="af2"/>
                    <w:rFonts w:ascii="BIZ UDPゴシック" w:eastAsia="BIZ UDPゴシック" w:hAnsi="BIZ UDPゴシック"/>
                  </w:rPr>
                  <w:t>項目を選択</w:t>
                </w:r>
              </w:p>
            </w:tc>
          </w:sdtContent>
        </w:sdt>
      </w:tr>
      <w:tr w:rsidR="0086017B" w:rsidRPr="00B45F29" w14:paraId="6CBAAED3" w14:textId="77777777" w:rsidTr="004F7EE9">
        <w:tc>
          <w:tcPr>
            <w:tcW w:w="1620" w:type="dxa"/>
            <w:gridSpan w:val="3"/>
          </w:tcPr>
          <w:p w14:paraId="5ACD2D21" w14:textId="34AA3046"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情報収集の頻度</w:t>
            </w:r>
          </w:p>
        </w:tc>
        <w:sdt>
          <w:sdtPr>
            <w:rPr>
              <w:rFonts w:ascii="BIZ UDPゴシック" w:eastAsia="BIZ UDPゴシック" w:hAnsi="BIZ UDPゴシック"/>
            </w:rPr>
            <w:id w:val="1193336546"/>
            <w:placeholder>
              <w:docPart w:val="39068A38A7674024B8B098D565B76354"/>
            </w:placeholder>
            <w:showingPlcHdr/>
            <w:dropDownList>
              <w:listItem w:displayText="Every week" w:value="Every week"/>
              <w:listItem w:displayText="Every two weeks" w:value="Every two weeks"/>
              <w:listItem w:displayText="Every month" w:value="Every month"/>
              <w:listItem w:displayText="Every two months" w:value="Every two months"/>
              <w:listItem w:displayText="Every three months" w:value="Every three months"/>
              <w:listItem w:displayText="Every four months" w:value="Every four months"/>
              <w:listItem w:displayText="Every six months" w:value="Every six months"/>
              <w:listItem w:displayText="Every year" w:value="Every year"/>
            </w:dropDownList>
          </w:sdtPr>
          <w:sdtContent>
            <w:tc>
              <w:tcPr>
                <w:tcW w:w="7730" w:type="dxa"/>
              </w:tcPr>
              <w:p w14:paraId="0C49226F" w14:textId="0902B9F9" w:rsidR="0086017B" w:rsidRPr="00B45F29" w:rsidRDefault="005F611C" w:rsidP="005255F4">
                <w:pPr>
                  <w:pStyle w:val="BodyParagraph"/>
                  <w:rPr>
                    <w:rFonts w:ascii="BIZ UDPゴシック" w:eastAsia="BIZ UDPゴシック" w:hAnsi="BIZ UDPゴシック"/>
                  </w:rPr>
                </w:pPr>
                <w:r w:rsidRPr="00B45F29">
                  <w:rPr>
                    <w:rStyle w:val="af2"/>
                    <w:rFonts w:ascii="BIZ UDPゴシック" w:eastAsia="BIZ UDPゴシック" w:hAnsi="BIZ UDPゴシック"/>
                  </w:rPr>
                  <w:t>項目を選択</w:t>
                </w:r>
              </w:p>
            </w:tc>
          </w:sdtContent>
        </w:sdt>
      </w:tr>
      <w:tr w:rsidR="0086017B" w:rsidRPr="00B45F29" w14:paraId="26449FD7" w14:textId="77777777" w:rsidTr="004F7EE9">
        <w:tc>
          <w:tcPr>
            <w:tcW w:w="1080" w:type="dxa"/>
          </w:tcPr>
          <w:p w14:paraId="50D1BED3" w14:textId="4E16A122" w:rsidR="0086017B" w:rsidRPr="00B45F29" w:rsidRDefault="0086017B" w:rsidP="0086017B">
            <w:pPr>
              <w:pStyle w:val="BodyParagraph"/>
              <w:rPr>
                <w:rFonts w:ascii="BIZ UDPゴシック" w:eastAsia="BIZ UDPゴシック" w:hAnsi="BIZ UDPゴシック"/>
              </w:rPr>
            </w:pPr>
            <w:r w:rsidRPr="00B45F29">
              <w:rPr>
                <w:rFonts w:ascii="BIZ UDPゴシック" w:eastAsia="BIZ UDPゴシック" w:hAnsi="BIZ UDPゴシック"/>
                <w:lang w:eastAsia="ja-JP"/>
              </w:rPr>
              <w:t>受益者数</w:t>
            </w:r>
          </w:p>
        </w:tc>
        <w:sdt>
          <w:sdtPr>
            <w:rPr>
              <w:rFonts w:ascii="BIZ UDPゴシック" w:eastAsia="BIZ UDPゴシック" w:hAnsi="BIZ UDPゴシック"/>
            </w:rPr>
            <w:id w:val="1083032889"/>
            <w:placeholder>
              <w:docPart w:val="958605BDBABA450C84E057286D0F555F"/>
            </w:placeholder>
            <w:showingPlcHdr/>
          </w:sdtPr>
          <w:sdtContent>
            <w:tc>
              <w:tcPr>
                <w:tcW w:w="8270" w:type="dxa"/>
                <w:gridSpan w:val="3"/>
              </w:tcPr>
              <w:p w14:paraId="19928D54" w14:textId="0418EAED" w:rsidR="0086017B" w:rsidRPr="00B45F29" w:rsidRDefault="005F611C" w:rsidP="005255F4">
                <w:pPr>
                  <w:pStyle w:val="BodyParagraph"/>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tc>
          </w:sdtContent>
        </w:sdt>
      </w:tr>
    </w:tbl>
    <w:p w14:paraId="04CD8E40" w14:textId="73B2D416" w:rsidR="00426C1D" w:rsidRPr="00B45F29" w:rsidRDefault="00DC3DA8" w:rsidP="00426C1D">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モニタリングと評価</w:t>
      </w:r>
    </w:p>
    <w:p w14:paraId="6098E477" w14:textId="24C4A114" w:rsidR="00426C1D" w:rsidRPr="00B45F29" w:rsidRDefault="00DC3214" w:rsidP="00274B14">
      <w:pPr>
        <w:pStyle w:val="BodyParagraph"/>
        <w:rPr>
          <w:rFonts w:ascii="BIZ UDPゴシック" w:eastAsia="BIZ UDPゴシック" w:hAnsi="BIZ UDPゴシック" w:hint="eastAsia"/>
          <w:lang w:eastAsia="ja-JP"/>
        </w:rPr>
      </w:pPr>
      <w:r w:rsidRPr="00B45F29">
        <w:rPr>
          <w:rFonts w:ascii="BIZ UDPゴシック" w:eastAsia="BIZ UDPゴシック" w:hAnsi="BIZ UDPゴシック"/>
          <w:lang w:eastAsia="ja-JP"/>
        </w:rPr>
        <w:t>成果のモニタリングと評価を担当する</w:t>
      </w:r>
      <w:r w:rsidR="00AB4EB6" w:rsidRPr="00B45F29">
        <w:rPr>
          <w:rFonts w:ascii="BIZ UDPゴシック" w:eastAsia="BIZ UDPゴシック" w:hAnsi="BIZ UDPゴシック"/>
          <w:lang w:eastAsia="ja-JP"/>
        </w:rPr>
        <w:t>ために選ばれた</w:t>
      </w:r>
      <w:r w:rsidRPr="00B45F29">
        <w:rPr>
          <w:rFonts w:ascii="BIZ UDPゴシック" w:eastAsia="BIZ UDPゴシック" w:hAnsi="BIZ UDPゴシック"/>
          <w:lang w:eastAsia="ja-JP"/>
        </w:rPr>
        <w:t>人または団体について、下記の所要事項をご入力ください。</w:t>
      </w:r>
      <w:r w:rsidR="00426C1D" w:rsidRPr="00B45F29">
        <w:rPr>
          <w:rFonts w:ascii="BIZ UDPゴシック" w:eastAsia="BIZ UDPゴシック" w:hAnsi="BIZ UDPゴシック"/>
          <w:lang w:eastAsia="ja-JP"/>
        </w:rPr>
        <w:t xml:space="preserve"> </w:t>
      </w:r>
      <w:r w:rsidR="00715858">
        <w:rPr>
          <w:rFonts w:ascii="BIZ UDPゴシック" w:eastAsia="BIZ UDPゴシック" w:hAnsi="BIZ UDPゴシック" w:hint="eastAsia"/>
          <w:lang w:eastAsia="ja-JP"/>
        </w:rPr>
        <w:t>→</w:t>
      </w:r>
      <w:r w:rsidR="00C83D40">
        <w:rPr>
          <w:rFonts w:ascii="BIZ UDPゴシック" w:eastAsia="BIZ UDPゴシック" w:hAnsi="BIZ UDPゴシック" w:hint="eastAsia"/>
          <w:lang w:eastAsia="ja-JP"/>
        </w:rPr>
        <w:t>地区への報告は不要です。</w:t>
      </w:r>
    </w:p>
    <w:p w14:paraId="031F7D76" w14:textId="478DEF9E" w:rsidR="00426C1D" w:rsidRPr="00B45F29" w:rsidRDefault="006249D3"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人または団体の名前</w:t>
      </w:r>
    </w:p>
    <w:sdt>
      <w:sdtPr>
        <w:rPr>
          <w:rFonts w:ascii="BIZ UDPゴシック" w:eastAsia="BIZ UDPゴシック" w:hAnsi="BIZ UDPゴシック"/>
        </w:rPr>
        <w:id w:val="730356251"/>
        <w:placeholder>
          <w:docPart w:val="1CC874D502C94754B5FB040F5CD04177"/>
        </w:placeholder>
        <w:showingPlcHdr/>
      </w:sdtPr>
      <w:sdtContent>
        <w:p w14:paraId="2F97889C" w14:textId="399B0604" w:rsidR="00AB4EB6" w:rsidRPr="00B45F29" w:rsidRDefault="005F611C" w:rsidP="00AB4EB6">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6D2BE86" w14:textId="354BD48A" w:rsidR="00426C1D" w:rsidRPr="00B45F29" w:rsidRDefault="00DC3214"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電話番号（任意）</w:t>
      </w:r>
      <w:r w:rsidR="00426C1D" w:rsidRPr="00B45F29">
        <w:rPr>
          <w:rFonts w:ascii="BIZ UDPゴシック" w:eastAsia="BIZ UDPゴシック" w:hAnsi="BIZ UDPゴシック"/>
          <w:lang w:eastAsia="ja-JP"/>
        </w:rPr>
        <w:t xml:space="preserve"> </w:t>
      </w:r>
    </w:p>
    <w:sdt>
      <w:sdtPr>
        <w:rPr>
          <w:rFonts w:ascii="BIZ UDPゴシック" w:eastAsia="BIZ UDPゴシック" w:hAnsi="BIZ UDPゴシック"/>
        </w:rPr>
        <w:id w:val="-1100953537"/>
        <w:placeholder>
          <w:docPart w:val="401BBD670CBE45249DEB7579FBC3DA8B"/>
        </w:placeholder>
        <w:showingPlcHdr/>
      </w:sdtPr>
      <w:sdtContent>
        <w:p w14:paraId="3AAA2E1E" w14:textId="775CEC9B" w:rsidR="00AB4EB6" w:rsidRPr="00B45F29" w:rsidRDefault="005F611C" w:rsidP="00AB4EB6">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6DE3FD22" w14:textId="2DC0BCD2" w:rsidR="00426C1D" w:rsidRPr="00B45F29" w:rsidRDefault="00AB4EB6" w:rsidP="00AB4EB6">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 xml:space="preserve"> </w:t>
      </w:r>
      <w:r w:rsidR="00DC3214" w:rsidRPr="00B45F29">
        <w:rPr>
          <w:rFonts w:ascii="BIZ UDPゴシック" w:eastAsia="BIZ UDPゴシック" w:hAnsi="BIZ UDPゴシック"/>
          <w:lang w:eastAsia="ja-JP"/>
        </w:rPr>
        <w:t>Eメールアドレス（任意）</w:t>
      </w:r>
    </w:p>
    <w:sdt>
      <w:sdtPr>
        <w:rPr>
          <w:rFonts w:ascii="BIZ UDPゴシック" w:eastAsia="BIZ UDPゴシック" w:hAnsi="BIZ UDPゴシック"/>
        </w:rPr>
        <w:id w:val="-1734993224"/>
        <w:placeholder>
          <w:docPart w:val="631784A97E62453B8B3238A646178381"/>
        </w:placeholder>
        <w:showingPlcHdr/>
      </w:sdtPr>
      <w:sdtContent>
        <w:p w14:paraId="2DA3C64C" w14:textId="445C383A" w:rsidR="00AB4EB6" w:rsidRPr="00B45F29" w:rsidRDefault="005F611C" w:rsidP="00AB4EB6">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E72F51D" w14:textId="206A586D" w:rsidR="00426C1D" w:rsidRPr="00B45F29" w:rsidRDefault="00DC3214"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住所（任意）</w:t>
      </w:r>
      <w:r w:rsidR="00426C1D" w:rsidRPr="00B45F29">
        <w:rPr>
          <w:rFonts w:ascii="BIZ UDPゴシック" w:eastAsia="BIZ UDPゴシック" w:hAnsi="BIZ UDPゴシック"/>
          <w:lang w:eastAsia="ja-JP"/>
        </w:rPr>
        <w:t xml:space="preserve"> </w:t>
      </w:r>
    </w:p>
    <w:sdt>
      <w:sdtPr>
        <w:rPr>
          <w:rFonts w:ascii="BIZ UDPゴシック" w:eastAsia="BIZ UDPゴシック" w:hAnsi="BIZ UDPゴシック"/>
        </w:rPr>
        <w:id w:val="939337941"/>
        <w:placeholder>
          <w:docPart w:val="216290B0AD694469A919A23953867424"/>
        </w:placeholder>
        <w:showingPlcHdr/>
      </w:sdtPr>
      <w:sdtContent>
        <w:p w14:paraId="5DD7AAED" w14:textId="59CFDF7A" w:rsidR="00AB4EB6" w:rsidRPr="00B45F29" w:rsidRDefault="005F611C" w:rsidP="00AB4EB6">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65DF6022" w14:textId="2C6D7073" w:rsidR="00426C1D" w:rsidRPr="00B45F29" w:rsidRDefault="00C21727"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この人または団体がこの活動に適している理由をご説明ください。</w:t>
      </w:r>
    </w:p>
    <w:sdt>
      <w:sdtPr>
        <w:rPr>
          <w:rFonts w:ascii="BIZ UDPゴシック" w:eastAsia="BIZ UDPゴシック" w:hAnsi="BIZ UDPゴシック"/>
        </w:rPr>
        <w:id w:val="-417872050"/>
        <w:placeholder>
          <w:docPart w:val="07183D78AC1241FBBF9F1DDE8CA04316"/>
        </w:placeholder>
        <w:showingPlcHdr/>
      </w:sdtPr>
      <w:sdtContent>
        <w:p w14:paraId="3061DAF9" w14:textId="11345C44" w:rsidR="00AB4EB6" w:rsidRPr="00B45F29" w:rsidRDefault="005F611C" w:rsidP="00AB4EB6">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3850656E" w14:textId="77777777" w:rsidR="00BD5F03" w:rsidRPr="00B45F29" w:rsidRDefault="00BD5F03" w:rsidP="00274B14">
      <w:pPr>
        <w:pStyle w:val="BodyParagraph"/>
        <w:rPr>
          <w:rFonts w:ascii="BIZ UDPゴシック" w:eastAsia="BIZ UDPゴシック" w:hAnsi="BIZ UDPゴシック"/>
          <w:lang w:eastAsia="ja-JP"/>
        </w:rPr>
      </w:pPr>
    </w:p>
    <w:p w14:paraId="2598DE99" w14:textId="23453EF8" w:rsidR="00271262" w:rsidRPr="00B45F29" w:rsidRDefault="00AF31B1" w:rsidP="00274B14">
      <w:pPr>
        <w:pStyle w:val="BodyParagraph"/>
        <w:rPr>
          <w:rFonts w:ascii="BIZ UDPゴシック" w:eastAsia="BIZ UDPゴシック" w:hAnsi="BIZ UDPゴシック"/>
          <w:b/>
          <w:sz w:val="28"/>
          <w:szCs w:val="28"/>
          <w:lang w:eastAsia="ja-JP"/>
        </w:rPr>
      </w:pPr>
      <w:r w:rsidRPr="00B45F29">
        <w:rPr>
          <w:rFonts w:ascii="BIZ UDPゴシック" w:eastAsia="BIZ UDPゴシック" w:hAnsi="BIZ UDPゴシック"/>
          <w:b/>
          <w:sz w:val="28"/>
          <w:szCs w:val="28"/>
          <w:lang w:eastAsia="ja-JP"/>
        </w:rPr>
        <w:t>参加者</w:t>
      </w:r>
    </w:p>
    <w:p w14:paraId="383EE064" w14:textId="39C59433" w:rsidR="00271262" w:rsidRPr="00B45F29" w:rsidRDefault="001F2784" w:rsidP="00271262">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提唱者の参加</w:t>
      </w:r>
    </w:p>
    <w:p w14:paraId="4AFC259A" w14:textId="066D2F6C" w:rsidR="00271262" w:rsidRPr="00B45F29" w:rsidRDefault="00761C44"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実施国側提唱者のメンバーはどのような役割と責務を担いましたか。</w:t>
      </w:r>
    </w:p>
    <w:sdt>
      <w:sdtPr>
        <w:rPr>
          <w:rFonts w:ascii="BIZ UDPゴシック" w:eastAsia="BIZ UDPゴシック" w:hAnsi="BIZ UDPゴシック"/>
        </w:rPr>
        <w:id w:val="-1651044631"/>
        <w:placeholder>
          <w:docPart w:val="A56DEF1BFBD444CF8FBC9441CF5FCBB8"/>
        </w:placeholder>
        <w:showingPlcHdr/>
      </w:sdtPr>
      <w:sdtContent>
        <w:p w14:paraId="04BFB361" w14:textId="74D5254A"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73BCCE06" w14:textId="19B2609A" w:rsidR="00271262" w:rsidRPr="00B45F29" w:rsidRDefault="007C6358"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援助国側提唱者のメンバーはどのような役割と責務を担いましたか。</w:t>
      </w:r>
    </w:p>
    <w:sdt>
      <w:sdtPr>
        <w:rPr>
          <w:rFonts w:ascii="BIZ UDPゴシック" w:eastAsia="BIZ UDPゴシック" w:hAnsi="BIZ UDPゴシック"/>
        </w:rPr>
        <w:id w:val="1575552976"/>
        <w:placeholder>
          <w:docPart w:val="6E84AB7A707B465EAF4E3A15A9E83FA3"/>
        </w:placeholder>
        <w:showingPlcHdr/>
      </w:sdtPr>
      <w:sdtContent>
        <w:p w14:paraId="02705344" w14:textId="4710E7B9"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36043AD5" w14:textId="67E28884" w:rsidR="00271262" w:rsidRPr="00B45F29" w:rsidRDefault="00373AC2" w:rsidP="00A90656">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協力クラブ・地区（任意）</w:t>
      </w:r>
    </w:p>
    <w:p w14:paraId="5E7CC38B" w14:textId="7F95E090" w:rsidR="00A90656" w:rsidRPr="00B45F29" w:rsidRDefault="0003702E" w:rsidP="00274B14">
      <w:pPr>
        <w:pStyle w:val="BodyParagraph"/>
        <w:rPr>
          <w:rFonts w:ascii="BIZ UDPゴシック" w:eastAsia="BIZ UDPゴシック" w:hAnsi="BIZ UDPゴシック"/>
          <w:shd w:val="clear" w:color="auto" w:fill="FFFFFF"/>
          <w:lang w:eastAsia="ja-JP"/>
        </w:rPr>
      </w:pPr>
      <w:r w:rsidRPr="00B45F29">
        <w:rPr>
          <w:rFonts w:ascii="BIZ UDPゴシック" w:eastAsia="BIZ UDPゴシック" w:hAnsi="BIZ UDPゴシック"/>
          <w:shd w:val="clear" w:color="auto" w:fill="FFFFFF"/>
          <w:lang w:eastAsia="ja-JP"/>
        </w:rPr>
        <w:t>実施国・援助国の提唱者および寄付者以外に、このプロジェクトに関与したロータリークラブまたは地区がある場合は、ここに追加してください。</w:t>
      </w:r>
    </w:p>
    <w:p w14:paraId="3F84F830" w14:textId="24E4CB10" w:rsidR="00FA5B8C" w:rsidRPr="00B45F29" w:rsidRDefault="00BA088E" w:rsidP="00FA5B8C">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協力団体</w:t>
      </w:r>
    </w:p>
    <w:p w14:paraId="6B3217F6" w14:textId="4CE71894"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lastRenderedPageBreak/>
        <w:t>この協力団体が本プロジェクトにどのように参加したかをご入力ください。</w:t>
      </w:r>
    </w:p>
    <w:sdt>
      <w:sdtPr>
        <w:rPr>
          <w:rFonts w:ascii="BIZ UDPゴシック" w:eastAsia="BIZ UDPゴシック" w:hAnsi="BIZ UDPゴシック"/>
        </w:rPr>
        <w:id w:val="-944536551"/>
        <w:placeholder>
          <w:docPart w:val="B18C633BDC5F413491432BE51369EC1E"/>
        </w:placeholder>
        <w:showingPlcHdr/>
      </w:sdtPr>
      <w:sdtContent>
        <w:p w14:paraId="6B4936DB" w14:textId="3C497A9C" w:rsidR="0098347C" w:rsidRPr="00B45F29" w:rsidRDefault="005F611C" w:rsidP="0098347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2DAE3535" w14:textId="347E46B5" w:rsidR="00FA5B8C" w:rsidRPr="002C5FD6" w:rsidRDefault="00DF441A" w:rsidP="00FA5B8C">
      <w:pPr>
        <w:pStyle w:val="3"/>
        <w:rPr>
          <w:rFonts w:ascii="BIZ UDPゴシック" w:eastAsia="BIZ UDPゴシック" w:hAnsi="BIZ UDPゴシック"/>
          <w:color w:val="A6A6A6" w:themeColor="background1" w:themeShade="A6"/>
          <w:lang w:eastAsia="ja-JP"/>
        </w:rPr>
      </w:pPr>
      <w:r w:rsidRPr="002C5FD6">
        <w:rPr>
          <w:rFonts w:ascii="BIZ UDPゴシック" w:eastAsia="BIZ UDPゴシック" w:hAnsi="BIZ UDPゴシック"/>
          <w:color w:val="A6A6A6" w:themeColor="background1" w:themeShade="A6"/>
          <w:lang w:eastAsia="ja-JP"/>
        </w:rPr>
        <w:t>奨学生</w:t>
      </w:r>
      <w:r w:rsidR="00FA5B8C" w:rsidRPr="002C5FD6">
        <w:rPr>
          <w:rFonts w:ascii="BIZ UDPゴシック" w:eastAsia="BIZ UDPゴシック" w:hAnsi="BIZ UDPゴシック"/>
          <w:color w:val="A6A6A6" w:themeColor="background1" w:themeShade="A6"/>
          <w:lang w:eastAsia="ja-JP"/>
        </w:rPr>
        <w:t>**</w:t>
      </w:r>
      <w:r w:rsidRPr="002C5FD6">
        <w:rPr>
          <w:rFonts w:ascii="BIZ UDPゴシック" w:eastAsia="BIZ UDPゴシック" w:hAnsi="BIZ UDPゴシック"/>
          <w:color w:val="A6A6A6" w:themeColor="background1" w:themeShade="A6"/>
          <w:lang w:eastAsia="ja-JP"/>
        </w:rPr>
        <w:t>（奨学生による評価に出てくる質問は</w:t>
      </w:r>
      <w:r w:rsidR="00042997" w:rsidRPr="002C5FD6">
        <w:rPr>
          <w:rFonts w:ascii="BIZ UDPゴシック" w:eastAsia="BIZ UDPゴシック" w:hAnsi="BIZ UDPゴシック" w:hint="eastAsia"/>
          <w:color w:val="A6A6A6" w:themeColor="background1" w:themeShade="A6"/>
          <w:lang w:eastAsia="ja-JP"/>
        </w:rPr>
        <w:t>後部</w:t>
      </w:r>
      <w:r w:rsidRPr="002C5FD6">
        <w:rPr>
          <w:rFonts w:ascii="BIZ UDPゴシック" w:eastAsia="BIZ UDPゴシック" w:hAnsi="BIZ UDPゴシック"/>
          <w:color w:val="A6A6A6" w:themeColor="background1" w:themeShade="A6"/>
          <w:lang w:eastAsia="ja-JP"/>
        </w:rPr>
        <w:t>をご参照ください）</w:t>
      </w:r>
    </w:p>
    <w:p w14:paraId="0F3BF551" w14:textId="0AE310D2" w:rsidR="00FA5B8C" w:rsidRPr="00B45F29" w:rsidRDefault="00DF441A"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ロータリー活動へのこの奨学生の参加の程度を評価してください。この評価を奨学生が見ることはありません。</w:t>
      </w:r>
    </w:p>
    <w:sdt>
      <w:sdtPr>
        <w:rPr>
          <w:rFonts w:ascii="BIZ UDPゴシック" w:eastAsia="BIZ UDPゴシック" w:hAnsi="BIZ UDPゴシック"/>
        </w:rPr>
        <w:id w:val="1178235398"/>
        <w:placeholder>
          <w:docPart w:val="1597530137BC4A81900AC0770A0E8A5A"/>
        </w:placeholder>
        <w:showingPlcHdr/>
        <w:dropDownList>
          <w:listItem w:displayText="Poor" w:value="Poor"/>
          <w:listItem w:displayText="Fair" w:value="Fair"/>
          <w:listItem w:displayText="Good" w:value="Good"/>
          <w:listItem w:displayText="Very good" w:value="Very good"/>
          <w:listItem w:displayText="Excellent" w:value="Excellent"/>
        </w:dropDownList>
      </w:sdtPr>
      <w:sdtContent>
        <w:p w14:paraId="0A3EEDB6" w14:textId="1D39F638"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項目を選択</w:t>
          </w:r>
        </w:p>
      </w:sdtContent>
    </w:sdt>
    <w:p w14:paraId="2B3204F5" w14:textId="013E6AE1" w:rsidR="00FA5B8C" w:rsidRPr="00B45F29" w:rsidRDefault="00DF441A"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留学中にこの奨学生が参加したロータリー活動に印をつけてください。</w:t>
      </w:r>
    </w:p>
    <w:sdt>
      <w:sdtPr>
        <w:rPr>
          <w:rFonts w:ascii="BIZ UDPゴシック" w:eastAsia="BIZ UDPゴシック" w:hAnsi="BIZ UDPゴシック"/>
        </w:rPr>
        <w:id w:val="959850868"/>
        <w:placeholder>
          <w:docPart w:val="1597530137BC4A81900AC0770A0E8A5A"/>
        </w:placeholder>
        <w:showingPlcHdr/>
        <w:dropDownList>
          <w:listItem w:displayText="Club meetings" w:value="Club meetings"/>
          <w:listItem w:displayText="Conferences (e.g., district conferences)" w:value="Conferences (e.g., district conferences)"/>
          <w:listItem w:displayText="Service projects" w:value="Service projects"/>
          <w:listItem w:displayText="Fundraising events" w:value="Fundraising events"/>
          <w:listItem w:displayText="None" w:value="None"/>
          <w:listItem w:displayText="Other (please specify)" w:value="Other (please specify)"/>
        </w:dropDownList>
      </w:sdtPr>
      <w:sdtContent>
        <w:p w14:paraId="38F4FA6E" w14:textId="54034684"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項目を選択</w:t>
          </w:r>
        </w:p>
      </w:sdtContent>
    </w:sdt>
    <w:p w14:paraId="2938161E" w14:textId="3659BF0C" w:rsidR="00FA5B8C" w:rsidRPr="00B45F29" w:rsidRDefault="00DF441A"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実施国側（受入側）提唱者はこの奨学生とどのように交流しましたか。</w:t>
      </w:r>
    </w:p>
    <w:sdt>
      <w:sdtPr>
        <w:rPr>
          <w:rFonts w:ascii="BIZ UDPゴシック" w:eastAsia="BIZ UDPゴシック" w:hAnsi="BIZ UDPゴシック"/>
        </w:rPr>
        <w:id w:val="1744605828"/>
        <w:placeholder>
          <w:docPart w:val="3DC3F0872EE24FF4A5B6875277C0230D"/>
        </w:placeholder>
        <w:showingPlcHdr/>
      </w:sdtPr>
      <w:sdtContent>
        <w:p w14:paraId="1A342BF3" w14:textId="69BD8D62"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7C9EB202" w14:textId="3404F5B1" w:rsidR="009A4B22" w:rsidRPr="00B45F29" w:rsidRDefault="00DF441A"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援助国側提唱者はこの奨学生とどのように交流しましたか。</w:t>
      </w:r>
    </w:p>
    <w:sdt>
      <w:sdtPr>
        <w:rPr>
          <w:rFonts w:ascii="BIZ UDPゴシック" w:eastAsia="BIZ UDPゴシック" w:hAnsi="BIZ UDPゴシック"/>
        </w:rPr>
        <w:id w:val="-972908897"/>
        <w:placeholder>
          <w:docPart w:val="F4670AB3F18A4320A09E9A86D54DD0AE"/>
        </w:placeholder>
        <w:showingPlcHdr/>
      </w:sdtPr>
      <w:sdtContent>
        <w:p w14:paraId="54128267" w14:textId="0BD33A9F"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1FA3ABDF" w14:textId="77777777" w:rsidR="00FA5B8C" w:rsidRPr="00B45F29" w:rsidRDefault="00FA5B8C" w:rsidP="00FA5B8C">
      <w:pPr>
        <w:pStyle w:val="BodyParagraph"/>
        <w:rPr>
          <w:rFonts w:ascii="BIZ UDPゴシック" w:eastAsia="BIZ UDPゴシック" w:hAnsi="BIZ UDPゴシック"/>
          <w:lang w:eastAsia="ja-JP"/>
        </w:rPr>
      </w:pPr>
    </w:p>
    <w:p w14:paraId="650556D0" w14:textId="3318C2CC" w:rsidR="00FA5B8C" w:rsidRPr="002C5FD6" w:rsidRDefault="00BA088E" w:rsidP="00FA5B8C">
      <w:pPr>
        <w:pStyle w:val="2"/>
        <w:rPr>
          <w:rFonts w:ascii="BIZ UDPゴシック" w:eastAsia="BIZ UDPゴシック" w:hAnsi="BIZ UDPゴシック"/>
          <w:b/>
          <w:color w:val="A6A6A6" w:themeColor="background1" w:themeShade="A6"/>
          <w:lang w:eastAsia="ja-JP"/>
        </w:rPr>
      </w:pPr>
      <w:r w:rsidRPr="002C5FD6">
        <w:rPr>
          <w:rFonts w:ascii="BIZ UDPゴシック" w:eastAsia="BIZ UDPゴシック" w:hAnsi="BIZ UDPゴシック"/>
          <w:b/>
          <w:color w:val="A6A6A6" w:themeColor="background1" w:themeShade="A6"/>
          <w:lang w:eastAsia="ja-JP"/>
        </w:rPr>
        <w:t>職業研修チーム</w:t>
      </w:r>
    </w:p>
    <w:p w14:paraId="18E04A5F" w14:textId="30BE050C"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各職業研修チームについて以下の質問にお答えいただきます：</w:t>
      </w:r>
    </w:p>
    <w:p w14:paraId="6F91EC0F" w14:textId="4F0C9EB3"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この職業研修チームは研修と旅行を完了しましたか。</w:t>
      </w:r>
    </w:p>
    <w:sdt>
      <w:sdtPr>
        <w:rPr>
          <w:rFonts w:ascii="BIZ UDPゴシック" w:eastAsia="BIZ UDPゴシック" w:hAnsi="BIZ UDPゴシック"/>
        </w:rPr>
        <w:id w:val="-149677232"/>
        <w:placeholder>
          <w:docPart w:val="1597530137BC4A81900AC0770A0E8A5A"/>
        </w:placeholder>
        <w:showingPlcHdr/>
        <w:dropDownList>
          <w:listItem w:displayText="Yes" w:value="Yes"/>
          <w:listItem w:displayText="No" w:value="No"/>
        </w:dropDownList>
      </w:sdtPr>
      <w:sdtContent>
        <w:p w14:paraId="4C19FB94" w14:textId="6AD7FD25"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項目を選択</w:t>
          </w:r>
        </w:p>
      </w:sdtContent>
    </w:sdt>
    <w:p w14:paraId="1BD5279F" w14:textId="6490798C"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チームの出発日と帰国日はいつですか。</w:t>
      </w:r>
    </w:p>
    <w:sdt>
      <w:sdtPr>
        <w:rPr>
          <w:rFonts w:ascii="BIZ UDPゴシック" w:eastAsia="BIZ UDPゴシック" w:hAnsi="BIZ UDPゴシック"/>
        </w:rPr>
        <w:id w:val="1469252065"/>
        <w:placeholder>
          <w:docPart w:val="B18C633BDC5F413491432BE51369EC1E"/>
        </w:placeholder>
        <w:showingPlcHdr/>
      </w:sdtPr>
      <w:sdtContent>
        <w:p w14:paraId="5B5DC3D8" w14:textId="4DC8D0ED"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372F2171" w14:textId="007B472F"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各研修の目的を挙げてください。</w:t>
      </w:r>
    </w:p>
    <w:sdt>
      <w:sdtPr>
        <w:rPr>
          <w:rFonts w:ascii="BIZ UDPゴシック" w:eastAsia="BIZ UDPゴシック" w:hAnsi="BIZ UDPゴシック"/>
        </w:rPr>
        <w:id w:val="-1426104129"/>
        <w:placeholder>
          <w:docPart w:val="B18C633BDC5F413491432BE51369EC1E"/>
        </w:placeholder>
        <w:showingPlcHdr/>
      </w:sdtPr>
      <w:sdtContent>
        <w:p w14:paraId="2622BC13" w14:textId="2FA34CA7"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1D95FE72" w14:textId="4265F83E"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それぞれの目的がどのように達成されたかをご説明ください。</w:t>
      </w:r>
    </w:p>
    <w:sdt>
      <w:sdtPr>
        <w:rPr>
          <w:rFonts w:ascii="BIZ UDPゴシック" w:eastAsia="BIZ UDPゴシック" w:hAnsi="BIZ UDPゴシック"/>
        </w:rPr>
        <w:id w:val="817314439"/>
        <w:placeholder>
          <w:docPart w:val="B18C633BDC5F413491432BE51369EC1E"/>
        </w:placeholder>
        <w:showingPlcHdr/>
      </w:sdtPr>
      <w:sdtContent>
        <w:p w14:paraId="1E4F1137" w14:textId="3DD7C28B"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A542E7D" w14:textId="7C85D1E2"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達成されなかった目的がありましたか。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FA5B8C" w:rsidRPr="00B45F29" w14:paraId="319C014D" w14:textId="77777777" w:rsidTr="005255F4">
        <w:sdt>
          <w:sdtPr>
            <w:rPr>
              <w:rFonts w:ascii="BIZ UDPゴシック" w:eastAsia="BIZ UDPゴシック" w:hAnsi="BIZ UDPゴシック"/>
            </w:rPr>
            <w:id w:val="-889344042"/>
            <w14:checkbox>
              <w14:checked w14:val="0"/>
              <w14:checkedState w14:val="2612" w14:font="ＭＳ ゴシック"/>
              <w14:uncheckedState w14:val="2610" w14:font="ＭＳ ゴシック"/>
            </w14:checkbox>
          </w:sdtPr>
          <w:sdtContent>
            <w:tc>
              <w:tcPr>
                <w:tcW w:w="445" w:type="dxa"/>
              </w:tcPr>
              <w:p w14:paraId="6A88647F" w14:textId="77777777" w:rsidR="00FA5B8C" w:rsidRPr="00B45F29" w:rsidRDefault="00FA5B8C" w:rsidP="005255F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0D845C58" w14:textId="606BE148" w:rsidR="00FA5B8C" w:rsidRPr="00B45F29" w:rsidRDefault="007464BE" w:rsidP="005255F4">
            <w:pPr>
              <w:pStyle w:val="BodyParagraph"/>
              <w:rPr>
                <w:rFonts w:ascii="BIZ UDPゴシック" w:eastAsia="BIZ UDPゴシック" w:hAnsi="BIZ UDPゴシック"/>
              </w:rPr>
            </w:pPr>
            <w:proofErr w:type="spellStart"/>
            <w:r w:rsidRPr="00B45F29">
              <w:rPr>
                <w:rFonts w:ascii="BIZ UDPゴシック" w:eastAsia="BIZ UDPゴシック" w:hAnsi="BIZ UDPゴシック"/>
              </w:rPr>
              <w:t>はい</w:t>
            </w:r>
            <w:proofErr w:type="spellEnd"/>
          </w:p>
        </w:tc>
        <w:sdt>
          <w:sdtPr>
            <w:rPr>
              <w:rFonts w:ascii="BIZ UDPゴシック" w:eastAsia="BIZ UDPゴシック" w:hAnsi="BIZ UDPゴシック"/>
            </w:rPr>
            <w:id w:val="-75835428"/>
            <w14:checkbox>
              <w14:checked w14:val="0"/>
              <w14:checkedState w14:val="2612" w14:font="ＭＳ ゴシック"/>
              <w14:uncheckedState w14:val="2610" w14:font="ＭＳ ゴシック"/>
            </w14:checkbox>
          </w:sdtPr>
          <w:sdtContent>
            <w:tc>
              <w:tcPr>
                <w:tcW w:w="450" w:type="dxa"/>
              </w:tcPr>
              <w:p w14:paraId="29D74747" w14:textId="77777777" w:rsidR="00FA5B8C" w:rsidRPr="00B45F29" w:rsidRDefault="00FA5B8C" w:rsidP="005255F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42D6482F" w14:textId="7584A323" w:rsidR="00FA5B8C" w:rsidRPr="00B45F29" w:rsidRDefault="007464BE" w:rsidP="005255F4">
            <w:pPr>
              <w:pStyle w:val="BodyParagraph"/>
              <w:rPr>
                <w:rFonts w:ascii="BIZ UDPゴシック" w:eastAsia="BIZ UDPゴシック" w:hAnsi="BIZ UDPゴシック"/>
              </w:rPr>
            </w:pPr>
            <w:proofErr w:type="spellStart"/>
            <w:r w:rsidRPr="00B45F29">
              <w:rPr>
                <w:rFonts w:ascii="BIZ UDPゴシック" w:eastAsia="BIZ UDPゴシック" w:hAnsi="BIZ UDPゴシック"/>
              </w:rPr>
              <w:t>いいえ</w:t>
            </w:r>
            <w:proofErr w:type="spellEnd"/>
          </w:p>
        </w:tc>
      </w:tr>
    </w:tbl>
    <w:p w14:paraId="48EAB2BA" w14:textId="2A4A5A82"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「はい」の場合、簡潔にご説明ください。</w:t>
      </w:r>
    </w:p>
    <w:sdt>
      <w:sdtPr>
        <w:rPr>
          <w:rFonts w:ascii="BIZ UDPゴシック" w:eastAsia="BIZ UDPゴシック" w:hAnsi="BIZ UDPゴシック"/>
        </w:rPr>
        <w:id w:val="-170879392"/>
        <w:placeholder>
          <w:docPart w:val="B18C633BDC5F413491432BE51369EC1E"/>
        </w:placeholder>
        <w:showingPlcHdr/>
      </w:sdtPr>
      <w:sdtContent>
        <w:p w14:paraId="6ED7558C" w14:textId="0A5E58DA"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5F9BCBE" w14:textId="5E164424"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実施国側と援助国側のロータリアンは、研修チームとどのように協力しましたか。</w:t>
      </w:r>
    </w:p>
    <w:sdt>
      <w:sdtPr>
        <w:rPr>
          <w:rFonts w:ascii="BIZ UDPゴシック" w:eastAsia="BIZ UDPゴシック" w:hAnsi="BIZ UDPゴシック"/>
        </w:rPr>
        <w:id w:val="161742294"/>
        <w:placeholder>
          <w:docPart w:val="B18C633BDC5F413491432BE51369EC1E"/>
        </w:placeholder>
        <w:showingPlcHdr/>
      </w:sdtPr>
      <w:sdtContent>
        <w:p w14:paraId="68CA999E" w14:textId="2ABA897C"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3F741F03" w14:textId="396D6DEE"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今回の研修により、全般的に現地の地域社会にどのような影響がありましたか。研修の具体的な結果、ある</w:t>
      </w:r>
      <w:r w:rsidRPr="00B45F29">
        <w:rPr>
          <w:rFonts w:ascii="BIZ UDPゴシック" w:eastAsia="BIZ UDPゴシック" w:hAnsi="BIZ UDPゴシック"/>
          <w:lang w:eastAsia="ja-JP"/>
        </w:rPr>
        <w:lastRenderedPageBreak/>
        <w:t>いは現地のこの職業の人びとの能力をどのように高めたかをご記入ください。</w:t>
      </w:r>
    </w:p>
    <w:sdt>
      <w:sdtPr>
        <w:rPr>
          <w:rFonts w:ascii="BIZ UDPゴシック" w:eastAsia="BIZ UDPゴシック" w:hAnsi="BIZ UDPゴシック"/>
        </w:rPr>
        <w:id w:val="-891270274"/>
        <w:placeholder>
          <w:docPart w:val="B18C633BDC5F413491432BE51369EC1E"/>
        </w:placeholder>
        <w:showingPlcHdr/>
      </w:sdtPr>
      <w:sdtContent>
        <w:p w14:paraId="64D67D0C" w14:textId="176F00D5"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13880FBA" w14:textId="56994897" w:rsidR="00FA5B8C" w:rsidRPr="00B45F29" w:rsidRDefault="00BA088E" w:rsidP="00FA5B8C">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今回の研修について感想や意見がありましたらご記入ください。</w:t>
      </w:r>
    </w:p>
    <w:sdt>
      <w:sdtPr>
        <w:rPr>
          <w:rFonts w:ascii="BIZ UDPゴシック" w:eastAsia="BIZ UDPゴシック" w:hAnsi="BIZ UDPゴシック"/>
        </w:rPr>
        <w:id w:val="1130826236"/>
        <w:placeholder>
          <w:docPart w:val="B18C633BDC5F413491432BE51369EC1E"/>
        </w:placeholder>
        <w:showingPlcHdr/>
      </w:sdtPr>
      <w:sdtContent>
        <w:p w14:paraId="65D0084B" w14:textId="76A71F11" w:rsidR="00FA5B8C" w:rsidRPr="00B45F29" w:rsidRDefault="005F611C" w:rsidP="00FA5B8C">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78DB0826" w14:textId="77777777" w:rsidR="00FA5B8C" w:rsidRPr="00B45F29" w:rsidRDefault="00FA5B8C" w:rsidP="00FA5B8C">
      <w:pPr>
        <w:pStyle w:val="BodyParagraph"/>
        <w:rPr>
          <w:rFonts w:ascii="BIZ UDPゴシック" w:eastAsia="BIZ UDPゴシック" w:hAnsi="BIZ UDPゴシック"/>
          <w:lang w:eastAsia="ja-JP"/>
        </w:rPr>
      </w:pPr>
    </w:p>
    <w:p w14:paraId="5EDF6BA1" w14:textId="12B66050" w:rsidR="00A90656" w:rsidRPr="00B45F29" w:rsidRDefault="00C63009" w:rsidP="00274B14">
      <w:pPr>
        <w:pStyle w:val="BodyParagraph"/>
        <w:rPr>
          <w:rFonts w:ascii="BIZ UDPゴシック" w:eastAsia="BIZ UDPゴシック" w:hAnsi="BIZ UDPゴシック"/>
          <w:b/>
          <w:sz w:val="28"/>
          <w:szCs w:val="28"/>
          <w:lang w:eastAsia="ja-JP"/>
        </w:rPr>
      </w:pPr>
      <w:r w:rsidRPr="00B45F29">
        <w:rPr>
          <w:rFonts w:ascii="BIZ UDPゴシック" w:eastAsia="BIZ UDPゴシック" w:hAnsi="BIZ UDPゴシック"/>
          <w:b/>
          <w:sz w:val="28"/>
          <w:szCs w:val="28"/>
          <w:lang w:eastAsia="ja-JP"/>
        </w:rPr>
        <w:t>プロジェクトの支出</w:t>
      </w:r>
    </w:p>
    <w:p w14:paraId="07C9E3F0" w14:textId="250405FC" w:rsidR="00960A7D" w:rsidRPr="00B45F29" w:rsidRDefault="002614B3"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本補助金における支出項目</w:t>
      </w:r>
      <w:r w:rsidR="009B0301" w:rsidRPr="00B45F29">
        <w:rPr>
          <w:rFonts w:ascii="BIZ UDPゴシック" w:eastAsia="BIZ UDPゴシック" w:hAnsi="BIZ UDPゴシック"/>
          <w:lang w:eastAsia="ja-JP"/>
        </w:rPr>
        <w:t>の</w:t>
      </w:r>
      <w:r w:rsidRPr="00B45F29">
        <w:rPr>
          <w:rFonts w:ascii="BIZ UDPゴシック" w:eastAsia="BIZ UDPゴシック" w:hAnsi="BIZ UDPゴシック"/>
          <w:lang w:eastAsia="ja-JP"/>
        </w:rPr>
        <w:t>すべてについて、下記の項目をご入力ください。</w:t>
      </w:r>
    </w:p>
    <w:tbl>
      <w:tblPr>
        <w:tblStyle w:val="af1"/>
        <w:tblW w:w="9355" w:type="dxa"/>
        <w:tblLook w:val="04A0" w:firstRow="1" w:lastRow="0" w:firstColumn="1" w:lastColumn="0" w:noHBand="0" w:noVBand="1"/>
      </w:tblPr>
      <w:tblGrid>
        <w:gridCol w:w="805"/>
        <w:gridCol w:w="1410"/>
        <w:gridCol w:w="1110"/>
        <w:gridCol w:w="948"/>
        <w:gridCol w:w="1037"/>
        <w:gridCol w:w="1255"/>
        <w:gridCol w:w="1170"/>
        <w:gridCol w:w="1620"/>
      </w:tblGrid>
      <w:tr w:rsidR="00EF72CB" w:rsidRPr="00B45F29" w14:paraId="7F20FC70" w14:textId="77777777" w:rsidTr="00274B14">
        <w:tc>
          <w:tcPr>
            <w:tcW w:w="805" w:type="dxa"/>
          </w:tcPr>
          <w:p w14:paraId="7CC816A7" w14:textId="6E65DF08"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日付</w:t>
            </w:r>
          </w:p>
        </w:tc>
        <w:tc>
          <w:tcPr>
            <w:tcW w:w="1410" w:type="dxa"/>
          </w:tcPr>
          <w:p w14:paraId="231A095E" w14:textId="43A73060"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内容</w:t>
            </w:r>
          </w:p>
        </w:tc>
        <w:tc>
          <w:tcPr>
            <w:tcW w:w="1110" w:type="dxa"/>
          </w:tcPr>
          <w:p w14:paraId="38E62900" w14:textId="6EEAA6E5"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カテゴリー</w:t>
            </w:r>
          </w:p>
        </w:tc>
        <w:tc>
          <w:tcPr>
            <w:tcW w:w="948" w:type="dxa"/>
          </w:tcPr>
          <w:p w14:paraId="70BFB446" w14:textId="65930056"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業者名</w:t>
            </w:r>
          </w:p>
        </w:tc>
        <w:tc>
          <w:tcPr>
            <w:tcW w:w="1037" w:type="dxa"/>
          </w:tcPr>
          <w:p w14:paraId="0573C204" w14:textId="1EB2BABF"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使用通貨</w:t>
            </w:r>
          </w:p>
        </w:tc>
        <w:tc>
          <w:tcPr>
            <w:tcW w:w="1255" w:type="dxa"/>
          </w:tcPr>
          <w:p w14:paraId="44E6CC2D" w14:textId="31978EEE"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使用通貨での金額</w:t>
            </w:r>
          </w:p>
        </w:tc>
        <w:tc>
          <w:tcPr>
            <w:tcW w:w="1170" w:type="dxa"/>
          </w:tcPr>
          <w:p w14:paraId="6533A114" w14:textId="4544668D" w:rsidR="00EF72CB" w:rsidRPr="00B45F29" w:rsidRDefault="009B0301"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為替レート</w:t>
            </w:r>
          </w:p>
        </w:tc>
        <w:tc>
          <w:tcPr>
            <w:tcW w:w="1620" w:type="dxa"/>
          </w:tcPr>
          <w:p w14:paraId="08B76817" w14:textId="0C8FC021" w:rsidR="00EF72CB" w:rsidRPr="00B45F29" w:rsidRDefault="00E95CD2"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現地通貨での</w:t>
            </w:r>
            <w:r w:rsidR="009B0301" w:rsidRPr="00B45F29">
              <w:rPr>
                <w:rFonts w:ascii="BIZ UDPゴシック" w:eastAsia="BIZ UDPゴシック" w:hAnsi="BIZ UDPゴシック"/>
                <w:lang w:eastAsia="ja-JP"/>
              </w:rPr>
              <w:br/>
            </w:r>
            <w:r w:rsidRPr="00B45F29">
              <w:rPr>
                <w:rFonts w:ascii="BIZ UDPゴシック" w:eastAsia="BIZ UDPゴシック" w:hAnsi="BIZ UDPゴシック"/>
                <w:lang w:eastAsia="ja-JP"/>
              </w:rPr>
              <w:t>金額</w:t>
            </w:r>
          </w:p>
        </w:tc>
      </w:tr>
      <w:tr w:rsidR="00EF72CB" w:rsidRPr="00B45F29" w14:paraId="6ECC5B61" w14:textId="77777777" w:rsidTr="00274B14">
        <w:sdt>
          <w:sdtPr>
            <w:rPr>
              <w:rFonts w:ascii="BIZ UDPゴシック" w:eastAsia="BIZ UDPゴシック" w:hAnsi="BIZ UDPゴシック"/>
            </w:rPr>
            <w:id w:val="-719045614"/>
            <w:placeholder>
              <w:docPart w:val="68A7CC8D2757452CBDF557CC53F4A07F"/>
            </w:placeholder>
            <w:showingPlcHdr/>
            <w:date>
              <w:dateFormat w:val="dd-MMM-yyyy"/>
              <w:lid w:val="en-US"/>
              <w:storeMappedDataAs w:val="dateTime"/>
              <w:calendar w:val="gregorian"/>
            </w:date>
          </w:sdtPr>
          <w:sdtContent>
            <w:tc>
              <w:tcPr>
                <w:tcW w:w="805" w:type="dxa"/>
              </w:tcPr>
              <w:p w14:paraId="2F815CD5" w14:textId="08F67C25" w:rsidR="00EF72CB" w:rsidRPr="00B45F29" w:rsidRDefault="005F611C" w:rsidP="00274B14">
                <w:pPr>
                  <w:pStyle w:val="BodyParagraph"/>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クリックして日付を入力</w:t>
                </w:r>
              </w:p>
            </w:tc>
          </w:sdtContent>
        </w:sdt>
        <w:sdt>
          <w:sdtPr>
            <w:rPr>
              <w:rFonts w:ascii="BIZ UDPゴシック" w:eastAsia="BIZ UDPゴシック" w:hAnsi="BIZ UDPゴシック"/>
            </w:rPr>
            <w:id w:val="-452096633"/>
            <w:placeholder>
              <w:docPart w:val="EF73A14A0838413D96DFA960A4E70E72"/>
            </w:placeholder>
            <w:showingPlcHdr/>
          </w:sdtPr>
          <w:sdtContent>
            <w:tc>
              <w:tcPr>
                <w:tcW w:w="1410" w:type="dxa"/>
              </w:tcPr>
              <w:p w14:paraId="10D332DF" w14:textId="7FB81F0D"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sdt>
          <w:sdtPr>
            <w:rPr>
              <w:rFonts w:ascii="BIZ UDPゴシック" w:eastAsia="BIZ UDPゴシック" w:hAnsi="BIZ UDPゴシック"/>
            </w:rPr>
            <w:alias w:val="Category"/>
            <w:tag w:val="Category"/>
            <w:id w:val="902485207"/>
            <w:placeholder>
              <w:docPart w:val="867EBAFD47BA4703842F10083B11A7A9"/>
            </w:placeholder>
            <w:showingPlcHdr/>
            <w:dropDownList>
              <w:listItem w:displayText="Accommodations" w:value="Accommodations"/>
              <w:listItem w:displayText="Equipment" w:value="Equipment"/>
              <w:listItem w:displayText="Monitoring/evaluation" w:value="Monitoring/evaluation"/>
              <w:listItem w:displayText="Operations" w:value="Operations"/>
              <w:listItem w:displayText="Personnel" w:value="Personnel"/>
              <w:listItem w:displayText="Project management" w:value="Project management"/>
              <w:listItem w:displayText="Publicity" w:value="Publicity"/>
              <w:listItem w:displayText="Signage" w:value="Signage"/>
              <w:listItem w:displayText="Supplies" w:value="Supplies"/>
              <w:listItem w:displayText="Training" w:value="Training"/>
              <w:listItem w:displayText="Travel" w:value="Travel"/>
              <w:listItem w:displayText="Tuition" w:value="Tuition"/>
            </w:dropDownList>
          </w:sdtPr>
          <w:sdtContent>
            <w:tc>
              <w:tcPr>
                <w:tcW w:w="1110" w:type="dxa"/>
              </w:tcPr>
              <w:p w14:paraId="1153402C" w14:textId="45755933"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項目を選択</w:t>
                </w:r>
              </w:p>
            </w:tc>
          </w:sdtContent>
        </w:sdt>
        <w:sdt>
          <w:sdtPr>
            <w:rPr>
              <w:rFonts w:ascii="BIZ UDPゴシック" w:eastAsia="BIZ UDPゴシック" w:hAnsi="BIZ UDPゴシック"/>
            </w:rPr>
            <w:id w:val="1544100243"/>
            <w:placeholder>
              <w:docPart w:val="A8EC2420992649C6BCB4C2DECF3647D7"/>
            </w:placeholder>
            <w:showingPlcHdr/>
          </w:sdtPr>
          <w:sdtContent>
            <w:tc>
              <w:tcPr>
                <w:tcW w:w="948" w:type="dxa"/>
              </w:tcPr>
              <w:p w14:paraId="41D1A370" w14:textId="3273D344"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sdt>
          <w:sdtPr>
            <w:rPr>
              <w:rFonts w:ascii="BIZ UDPゴシック" w:eastAsia="BIZ UDPゴシック" w:hAnsi="BIZ UDPゴシック"/>
            </w:rPr>
            <w:id w:val="-1774470358"/>
            <w:placeholder>
              <w:docPart w:val="55B3C7EA5FE94B53A717B65F939EE864"/>
            </w:placeholder>
            <w:showingPlcHdr/>
          </w:sdtPr>
          <w:sdtContent>
            <w:tc>
              <w:tcPr>
                <w:tcW w:w="1037" w:type="dxa"/>
              </w:tcPr>
              <w:p w14:paraId="2277D628" w14:textId="38FC2D1F"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sdt>
          <w:sdtPr>
            <w:rPr>
              <w:rFonts w:ascii="BIZ UDPゴシック" w:eastAsia="BIZ UDPゴシック" w:hAnsi="BIZ UDPゴシック"/>
            </w:rPr>
            <w:id w:val="-378632824"/>
            <w:placeholder>
              <w:docPart w:val="C3C24E48D74546F59C5372D0D82592B5"/>
            </w:placeholder>
            <w:showingPlcHdr/>
          </w:sdtPr>
          <w:sdtContent>
            <w:tc>
              <w:tcPr>
                <w:tcW w:w="1255" w:type="dxa"/>
              </w:tcPr>
              <w:p w14:paraId="6A5F8788" w14:textId="3D19B750"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sdt>
          <w:sdtPr>
            <w:rPr>
              <w:rFonts w:ascii="BIZ UDPゴシック" w:eastAsia="BIZ UDPゴシック" w:hAnsi="BIZ UDPゴシック"/>
            </w:rPr>
            <w:id w:val="57449838"/>
            <w:placeholder>
              <w:docPart w:val="54C012F39C4048F990438D6156247F14"/>
            </w:placeholder>
            <w:showingPlcHdr/>
          </w:sdtPr>
          <w:sdtContent>
            <w:tc>
              <w:tcPr>
                <w:tcW w:w="1170" w:type="dxa"/>
              </w:tcPr>
              <w:p w14:paraId="6DDF65CA" w14:textId="0C7D9C8B"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sdt>
          <w:sdtPr>
            <w:rPr>
              <w:rFonts w:ascii="BIZ UDPゴシック" w:eastAsia="BIZ UDPゴシック" w:hAnsi="BIZ UDPゴシック"/>
            </w:rPr>
            <w:id w:val="-1713176515"/>
            <w:placeholder>
              <w:docPart w:val="9400841D81CA478A880991D1B4CE866E"/>
            </w:placeholder>
            <w:showingPlcHdr/>
          </w:sdtPr>
          <w:sdtContent>
            <w:tc>
              <w:tcPr>
                <w:tcW w:w="1620" w:type="dxa"/>
              </w:tcPr>
              <w:p w14:paraId="2E50DA1D" w14:textId="0730F4D7" w:rsidR="00EF72CB" w:rsidRPr="00B45F29" w:rsidRDefault="005F611C" w:rsidP="00274B14">
                <w:pPr>
                  <w:pStyle w:val="BodyParagraph"/>
                  <w:rPr>
                    <w:rFonts w:ascii="BIZ UDPゴシック" w:eastAsia="BIZ UDPゴシック" w:hAnsi="BIZ UDPゴシック"/>
                  </w:rPr>
                </w:pPr>
                <w:r w:rsidRPr="00B45F29">
                  <w:rPr>
                    <w:rStyle w:val="af2"/>
                    <w:rFonts w:ascii="BIZ UDPゴシック" w:eastAsia="BIZ UDPゴシック" w:hAnsi="BIZ UDPゴシック"/>
                  </w:rPr>
                  <w:t>クリックして入力</w:t>
                </w:r>
              </w:p>
            </w:tc>
          </w:sdtContent>
        </w:sdt>
      </w:tr>
    </w:tbl>
    <w:p w14:paraId="3D5005AD" w14:textId="34FB8295" w:rsidR="00562B93" w:rsidRPr="00B45F29" w:rsidRDefault="00E95CD2"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このプロジェクトで予想外の差額や大きな差額が生じましたか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562B93" w:rsidRPr="00B45F29" w14:paraId="35583C1D" w14:textId="77777777" w:rsidTr="009C0B29">
        <w:sdt>
          <w:sdtPr>
            <w:rPr>
              <w:rFonts w:ascii="BIZ UDPゴシック" w:eastAsia="BIZ UDPゴシック" w:hAnsi="BIZ UDPゴシック"/>
            </w:rPr>
            <w:id w:val="809284829"/>
            <w14:checkbox>
              <w14:checked w14:val="0"/>
              <w14:checkedState w14:val="2612" w14:font="ＭＳ ゴシック"/>
              <w14:uncheckedState w14:val="2610" w14:font="ＭＳ ゴシック"/>
            </w14:checkbox>
          </w:sdtPr>
          <w:sdtContent>
            <w:tc>
              <w:tcPr>
                <w:tcW w:w="445" w:type="dxa"/>
              </w:tcPr>
              <w:p w14:paraId="5259C251" w14:textId="77777777" w:rsidR="00562B93" w:rsidRPr="00B45F29" w:rsidRDefault="00562B93"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588081AE" w14:textId="43B08274" w:rsidR="00562B93" w:rsidRPr="00B45F29" w:rsidRDefault="00A035D0"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569342387"/>
            <w14:checkbox>
              <w14:checked w14:val="0"/>
              <w14:checkedState w14:val="2612" w14:font="ＭＳ ゴシック"/>
              <w14:uncheckedState w14:val="2610" w14:font="ＭＳ ゴシック"/>
            </w14:checkbox>
          </w:sdtPr>
          <w:sdtContent>
            <w:tc>
              <w:tcPr>
                <w:tcW w:w="450" w:type="dxa"/>
              </w:tcPr>
              <w:p w14:paraId="54FBCB66" w14:textId="77777777" w:rsidR="00562B93" w:rsidRPr="00B45F29" w:rsidRDefault="00562B93"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5AB6E411" w14:textId="636E3124" w:rsidR="00562B93" w:rsidRPr="00B45F29" w:rsidRDefault="00A035D0"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いいえ</w:t>
            </w:r>
          </w:p>
        </w:tc>
      </w:tr>
    </w:tbl>
    <w:p w14:paraId="46A4A93C" w14:textId="6E9E2852" w:rsidR="00A760E0" w:rsidRPr="00B45F29" w:rsidRDefault="002D6700"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（「はい」の場合）差額が生じた事情を簡単にご説明ください。</w:t>
      </w:r>
    </w:p>
    <w:sdt>
      <w:sdtPr>
        <w:rPr>
          <w:rFonts w:ascii="BIZ UDPゴシック" w:eastAsia="BIZ UDPゴシック" w:hAnsi="BIZ UDPゴシック"/>
        </w:rPr>
        <w:id w:val="1966459051"/>
        <w:placeholder>
          <w:docPart w:val="4CAEB474E95440E1ADDF88C0EE4D01E7"/>
        </w:placeholder>
        <w:showingPlcHdr/>
      </w:sdtPr>
      <w:sdtContent>
        <w:p w14:paraId="5B785ED2" w14:textId="7D8ED5B0"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2C37BC96" w14:textId="72C86291" w:rsidR="003A1BB3" w:rsidRPr="00B45F29" w:rsidRDefault="00E023D2"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最終報告書のみ：</w:t>
      </w:r>
      <w:r w:rsidR="002614B3" w:rsidRPr="00B45F29">
        <w:rPr>
          <w:rFonts w:ascii="BIZ UDPゴシック" w:eastAsia="BIZ UDPゴシック" w:hAnsi="BIZ UDPゴシック"/>
          <w:lang w:eastAsia="ja-JP"/>
        </w:rPr>
        <w:t>未使用の資金を財団に返還しますか。</w:t>
      </w:r>
    </w:p>
    <w:tbl>
      <w:tblPr>
        <w:tblStyle w:val="af1"/>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3A1BB3" w:rsidRPr="00B45F29" w14:paraId="0491797E" w14:textId="77777777" w:rsidTr="00526093">
        <w:sdt>
          <w:sdtPr>
            <w:rPr>
              <w:rFonts w:ascii="BIZ UDPゴシック" w:eastAsia="BIZ UDPゴシック" w:hAnsi="BIZ UDPゴシック"/>
            </w:rPr>
            <w:id w:val="1346912285"/>
            <w14:checkbox>
              <w14:checked w14:val="0"/>
              <w14:checkedState w14:val="2612" w14:font="ＭＳ ゴシック"/>
              <w14:uncheckedState w14:val="2610" w14:font="ＭＳ ゴシック"/>
            </w14:checkbox>
          </w:sdtPr>
          <w:sdtContent>
            <w:tc>
              <w:tcPr>
                <w:tcW w:w="445" w:type="dxa"/>
              </w:tcPr>
              <w:p w14:paraId="315B8A4A" w14:textId="77777777" w:rsidR="003A1BB3" w:rsidRPr="00B45F29" w:rsidRDefault="003A1BB3"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1FD509F5" w14:textId="6DF761C7" w:rsidR="003A1BB3" w:rsidRPr="00B45F29" w:rsidRDefault="002614B3"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336848693"/>
            <w14:checkbox>
              <w14:checked w14:val="0"/>
              <w14:checkedState w14:val="2612" w14:font="ＭＳ ゴシック"/>
              <w14:uncheckedState w14:val="2610" w14:font="ＭＳ ゴシック"/>
            </w14:checkbox>
          </w:sdtPr>
          <w:sdtContent>
            <w:tc>
              <w:tcPr>
                <w:tcW w:w="450" w:type="dxa"/>
              </w:tcPr>
              <w:p w14:paraId="4AEBC402" w14:textId="77777777" w:rsidR="003A1BB3" w:rsidRPr="00B45F29" w:rsidRDefault="003A1BB3"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51CB6FEB" w14:textId="5D44DFB7" w:rsidR="003A1BB3" w:rsidRPr="00B45F29" w:rsidRDefault="002614B3"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いいえ</w:t>
            </w:r>
          </w:p>
        </w:tc>
      </w:tr>
    </w:tbl>
    <w:p w14:paraId="5BEE988F" w14:textId="14CA2867" w:rsidR="003A1BB3" w:rsidRPr="00B45F29" w:rsidRDefault="00526093"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br w:type="textWrapping" w:clear="all"/>
      </w:r>
      <w:r w:rsidR="002614B3" w:rsidRPr="00B45F29">
        <w:rPr>
          <w:rFonts w:ascii="BIZ UDPゴシック" w:eastAsia="BIZ UDPゴシック" w:hAnsi="BIZ UDPゴシック"/>
          <w:lang w:eastAsia="ja-JP"/>
        </w:rPr>
        <w:t>（「はい」の場合）返還する金額を米ドルでご入力ください。</w:t>
      </w:r>
    </w:p>
    <w:sdt>
      <w:sdtPr>
        <w:rPr>
          <w:rFonts w:ascii="BIZ UDPゴシック" w:eastAsia="BIZ UDPゴシック" w:hAnsi="BIZ UDPゴシック"/>
        </w:rPr>
        <w:id w:val="609081870"/>
        <w:placeholder>
          <w:docPart w:val="2FE97E5A34404E6797D23683C87C8617"/>
        </w:placeholder>
        <w:showingPlcHdr/>
      </w:sdtPr>
      <w:sdtContent>
        <w:p w14:paraId="521F532A" w14:textId="3EFFC4F7"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664D1E50" w14:textId="77777777" w:rsidR="003A1BB3" w:rsidRPr="00B45F29" w:rsidRDefault="003A1BB3" w:rsidP="00274B14">
      <w:pPr>
        <w:pStyle w:val="BodyParagraph"/>
        <w:rPr>
          <w:rFonts w:ascii="BIZ UDPゴシック" w:eastAsia="BIZ UDPゴシック" w:hAnsi="BIZ UDPゴシック"/>
          <w:lang w:eastAsia="ja-JP"/>
        </w:rPr>
      </w:pPr>
    </w:p>
    <w:p w14:paraId="5F440FCC" w14:textId="643EBEAE" w:rsidR="00562B93" w:rsidRPr="00B45F29" w:rsidRDefault="00526093" w:rsidP="00274B14">
      <w:pPr>
        <w:pStyle w:val="BodyParagraph"/>
        <w:rPr>
          <w:rFonts w:ascii="BIZ UDPゴシック" w:eastAsia="BIZ UDPゴシック" w:hAnsi="BIZ UDPゴシック"/>
          <w:b/>
          <w:sz w:val="28"/>
          <w:szCs w:val="28"/>
          <w:lang w:eastAsia="ja-JP"/>
        </w:rPr>
      </w:pPr>
      <w:r w:rsidRPr="00B45F29">
        <w:rPr>
          <w:rFonts w:ascii="BIZ UDPゴシック" w:eastAsia="BIZ UDPゴシック" w:hAnsi="BIZ UDPゴシック"/>
          <w:b/>
          <w:sz w:val="28"/>
          <w:szCs w:val="28"/>
          <w:lang w:eastAsia="ja-JP"/>
        </w:rPr>
        <w:t>財務の詳細</w:t>
      </w:r>
    </w:p>
    <w:p w14:paraId="5EEE42EB" w14:textId="1E974404" w:rsidR="00A760E0" w:rsidRPr="00B45F29" w:rsidRDefault="00CE7A3B" w:rsidP="000316AB">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プロジェクト用銀行口座の明細書</w:t>
      </w:r>
      <w:r w:rsidR="008E22C3" w:rsidRPr="00BF29AD">
        <w:rPr>
          <w:rFonts w:ascii="BIZ UDPゴシック" w:eastAsia="BIZ UDPゴシック" w:hAnsi="BIZ UDPゴシック" w:hint="eastAsia"/>
          <w:u w:val="none"/>
          <w:lang w:eastAsia="ja-JP"/>
        </w:rPr>
        <w:t xml:space="preserve">　</w:t>
      </w:r>
      <w:r w:rsidR="008E22C3" w:rsidRPr="00E57C6E">
        <w:rPr>
          <w:rFonts w:ascii="BIZ UDPゴシック" w:eastAsia="BIZ UDPゴシック" w:hAnsi="BIZ UDPゴシック" w:hint="eastAsia"/>
          <w:b w:val="0"/>
          <w:bCs/>
          <w:u w:val="none"/>
          <w:lang w:eastAsia="ja-JP"/>
        </w:rPr>
        <w:t>地区への提出は不要です</w:t>
      </w:r>
    </w:p>
    <w:p w14:paraId="4CD9AC97" w14:textId="0A7AB16B" w:rsidR="00562B93" w:rsidRPr="00B45F29" w:rsidRDefault="00321D66"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関連のすべての取引（入金と引出を含む）が記載されたプロジェクト用銀行口座の明細書をアップロードしてください。銀行明細書に加え、財務記録をアップロードすることもできます。奨学金の場合、75ドル以上の全費用の領収証を添付してください。</w:t>
      </w:r>
      <w:r w:rsidR="00A829EA">
        <w:rPr>
          <w:rFonts w:ascii="BIZ UDPゴシック" w:eastAsia="BIZ UDPゴシック" w:hAnsi="BIZ UDPゴシック" w:hint="eastAsia"/>
          <w:lang w:eastAsia="ja-JP"/>
        </w:rPr>
        <w:t>→地区への提出は不要です。</w:t>
      </w:r>
    </w:p>
    <w:p w14:paraId="736F2614" w14:textId="2A9322C1" w:rsidR="00BD5F03" w:rsidRPr="00B45F29" w:rsidRDefault="00690700" w:rsidP="000316AB">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最終報告書のみ：</w:t>
      </w:r>
      <w:r w:rsidR="001F153B" w:rsidRPr="00B45F29">
        <w:rPr>
          <w:rFonts w:ascii="BIZ UDPゴシック" w:eastAsia="BIZ UDPゴシック" w:hAnsi="BIZ UDPゴシック"/>
          <w:lang w:eastAsia="ja-JP"/>
        </w:rPr>
        <w:t>小口融資プロジェクトの補足書式</w:t>
      </w:r>
    </w:p>
    <w:p w14:paraId="3B185950" w14:textId="3876E6D8" w:rsidR="00BD5F03" w:rsidRPr="00B45F29" w:rsidRDefault="001F153B"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プロジェクトに小口融資が含まれる場合、「</w:t>
      </w:r>
      <w:hyperlink r:id="rId12" w:history="1">
        <w:r w:rsidRPr="00B45F29">
          <w:rPr>
            <w:rStyle w:val="aa"/>
            <w:rFonts w:ascii="BIZ UDPゴシック" w:eastAsia="BIZ UDPゴシック" w:hAnsi="BIZ UDPゴシック"/>
            <w:lang w:eastAsia="ja-JP"/>
          </w:rPr>
          <w:t>小口融資プロジェクト報告書の補足書式</w:t>
        </w:r>
      </w:hyperlink>
      <w:r w:rsidRPr="00B45F29">
        <w:rPr>
          <w:rFonts w:ascii="BIZ UDPゴシック" w:eastAsia="BIZ UDPゴシック" w:hAnsi="BIZ UDPゴシック"/>
          <w:lang w:eastAsia="ja-JP"/>
        </w:rPr>
        <w:t>」をアップロードしてください。</w:t>
      </w:r>
    </w:p>
    <w:p w14:paraId="547B7920" w14:textId="2F5D7887" w:rsidR="000316AB" w:rsidRPr="00B45F29" w:rsidRDefault="00A377EE" w:rsidP="000316AB">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財務管理</w:t>
      </w:r>
    </w:p>
    <w:p w14:paraId="48C609E3" w14:textId="4CB37231" w:rsidR="000316AB" w:rsidRPr="00B45F29" w:rsidRDefault="00AF7295"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lastRenderedPageBreak/>
        <w:t>プロジェクトの財務管理を誰が担当していますか。</w:t>
      </w:r>
      <w:r w:rsidR="000316AB" w:rsidRPr="00B45F29">
        <w:rPr>
          <w:rFonts w:ascii="BIZ UDPゴシック" w:eastAsia="BIZ UDPゴシック" w:hAnsi="BIZ UDPゴシック"/>
          <w:lang w:eastAsia="ja-JP"/>
        </w:rPr>
        <w:t xml:space="preserve"> </w:t>
      </w:r>
    </w:p>
    <w:sdt>
      <w:sdtPr>
        <w:rPr>
          <w:rFonts w:ascii="BIZ UDPゴシック" w:eastAsia="BIZ UDPゴシック" w:hAnsi="BIZ UDPゴシック"/>
        </w:rPr>
        <w:id w:val="-709031221"/>
        <w:placeholder>
          <w:docPart w:val="1FFA87E150FF48B394B49802C704B50B"/>
        </w:placeholder>
        <w:showingPlcHdr/>
      </w:sdtPr>
      <w:sdtContent>
        <w:p w14:paraId="2887CECA" w14:textId="0547EDA2"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411E5118" w14:textId="77777777" w:rsidR="00750B6F" w:rsidRPr="00B45F29" w:rsidRDefault="00750B6F" w:rsidP="00750B6F">
      <w:pPr>
        <w:pStyle w:val="4"/>
        <w:shd w:val="clear" w:color="auto" w:fill="FFFFFF"/>
        <w:spacing w:before="0" w:after="0"/>
        <w:rPr>
          <w:rFonts w:ascii="BIZ UDPゴシック" w:eastAsia="BIZ UDPゴシック" w:hAnsi="BIZ UDPゴシック"/>
          <w:lang w:eastAsia="ja-JP"/>
        </w:rPr>
      </w:pPr>
    </w:p>
    <w:p w14:paraId="70761FB4" w14:textId="030F96F4" w:rsidR="000316AB" w:rsidRPr="00B45F29" w:rsidRDefault="00750B6F" w:rsidP="00750B6F">
      <w:pPr>
        <w:pStyle w:val="4"/>
        <w:shd w:val="clear" w:color="auto" w:fill="FFFFFF"/>
        <w:spacing w:before="0" w:after="0"/>
        <w:rPr>
          <w:rFonts w:ascii="BIZ UDPゴシック" w:eastAsia="BIZ UDPゴシック" w:hAnsi="BIZ UDPゴシック"/>
          <w:lang w:eastAsia="ja-JP"/>
        </w:rPr>
      </w:pPr>
      <w:r w:rsidRPr="00B45F29">
        <w:rPr>
          <w:rFonts w:ascii="BIZ UDPゴシック" w:eastAsia="BIZ UDPゴシック" w:hAnsi="BIZ UDPゴシック"/>
          <w:b w:val="0"/>
          <w:color w:val="000000"/>
          <w:szCs w:val="22"/>
          <w:lang w:eastAsia="ja-JP"/>
        </w:rPr>
        <w:t>プロジェクトの財務管理の方法をご説明ください（財務記録の維持、在庫管理、支払いの承認手続き、換算など）</w:t>
      </w:r>
    </w:p>
    <w:sdt>
      <w:sdtPr>
        <w:rPr>
          <w:rFonts w:ascii="BIZ UDPゴシック" w:eastAsia="BIZ UDPゴシック" w:hAnsi="BIZ UDPゴシック"/>
        </w:rPr>
        <w:id w:val="1870564060"/>
        <w:placeholder>
          <w:docPart w:val="0EF84FD7D09A456DA1E8BF55F1005E17"/>
        </w:placeholder>
        <w:showingPlcHdr/>
      </w:sdtPr>
      <w:sdtContent>
        <w:p w14:paraId="432EE168" w14:textId="6B2F59DB"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58C2D575" w14:textId="01746F7A" w:rsidR="000316AB" w:rsidRPr="00B45F29" w:rsidRDefault="00A65D70"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プロジェクト資金の管理について、課題または困難だったことがありますか</w:t>
      </w:r>
      <w:r w:rsidR="000316AB" w:rsidRPr="00B45F29">
        <w:rPr>
          <w:rFonts w:ascii="BIZ UDPゴシック" w:eastAsia="BIZ UDPゴシック" w:hAnsi="BIZ UDPゴシック"/>
          <w:lang w:eastAsia="ja-JP"/>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0316AB" w:rsidRPr="00B45F29" w14:paraId="75EF5007" w14:textId="77777777" w:rsidTr="009C0B29">
        <w:sdt>
          <w:sdtPr>
            <w:rPr>
              <w:rFonts w:ascii="BIZ UDPゴシック" w:eastAsia="BIZ UDPゴシック" w:hAnsi="BIZ UDPゴシック"/>
            </w:rPr>
            <w:id w:val="-545365397"/>
            <w14:checkbox>
              <w14:checked w14:val="0"/>
              <w14:checkedState w14:val="2612" w14:font="ＭＳ ゴシック"/>
              <w14:uncheckedState w14:val="2610" w14:font="ＭＳ ゴシック"/>
            </w14:checkbox>
          </w:sdtPr>
          <w:sdtContent>
            <w:tc>
              <w:tcPr>
                <w:tcW w:w="445" w:type="dxa"/>
              </w:tcPr>
              <w:p w14:paraId="5D84C44D" w14:textId="77777777" w:rsidR="000316AB" w:rsidRPr="00B45F29" w:rsidRDefault="000316AB"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496BB346" w14:textId="5FA67DDD" w:rsidR="000316AB" w:rsidRPr="00B45F29" w:rsidRDefault="004D7FA3"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18899268"/>
            <w14:checkbox>
              <w14:checked w14:val="0"/>
              <w14:checkedState w14:val="2612" w14:font="ＭＳ ゴシック"/>
              <w14:uncheckedState w14:val="2610" w14:font="ＭＳ ゴシック"/>
            </w14:checkbox>
          </w:sdtPr>
          <w:sdtContent>
            <w:tc>
              <w:tcPr>
                <w:tcW w:w="450" w:type="dxa"/>
              </w:tcPr>
              <w:p w14:paraId="43C958CD" w14:textId="77777777" w:rsidR="000316AB" w:rsidRPr="00B45F29" w:rsidRDefault="000316AB"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1E60782E" w14:textId="37AA82C2" w:rsidR="000316AB" w:rsidRPr="00B45F29" w:rsidRDefault="004D7FA3"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いいえ</w:t>
            </w:r>
          </w:p>
        </w:tc>
      </w:tr>
    </w:tbl>
    <w:p w14:paraId="5316C517" w14:textId="3BD9A893" w:rsidR="000316AB" w:rsidRPr="00B45F29" w:rsidRDefault="005D73F7"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（「はい」の場合）ご説明ください。</w:t>
      </w:r>
    </w:p>
    <w:sdt>
      <w:sdtPr>
        <w:rPr>
          <w:rFonts w:ascii="BIZ UDPゴシック" w:eastAsia="BIZ UDPゴシック" w:hAnsi="BIZ UDPゴシック"/>
        </w:rPr>
        <w:id w:val="110330557"/>
        <w:placeholder>
          <w:docPart w:val="0810CA53A4014F059FF9056DC120CA41"/>
        </w:placeholder>
        <w:showingPlcHdr/>
      </w:sdtPr>
      <w:sdtContent>
        <w:p w14:paraId="72E936D2" w14:textId="1A2FB14E"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22B2A153" w14:textId="5616430F" w:rsidR="000316AB" w:rsidRPr="00B45F29" w:rsidRDefault="00FC6644" w:rsidP="000316AB">
      <w:pPr>
        <w:pStyle w:val="3"/>
        <w:rPr>
          <w:rFonts w:ascii="BIZ UDPゴシック" w:eastAsia="BIZ UDPゴシック" w:hAnsi="BIZ UDPゴシック"/>
          <w:lang w:eastAsia="ja-JP"/>
        </w:rPr>
      </w:pPr>
      <w:r w:rsidRPr="00B45F29">
        <w:rPr>
          <w:rFonts w:ascii="BIZ UDPゴシック" w:eastAsia="BIZ UDPゴシック" w:hAnsi="BIZ UDPゴシック"/>
          <w:lang w:eastAsia="ja-JP"/>
        </w:rPr>
        <w:t>プロジェクトの収入</w:t>
      </w:r>
    </w:p>
    <w:p w14:paraId="4F8778A2" w14:textId="233A64D5" w:rsidR="000316AB" w:rsidRPr="00B45F29" w:rsidRDefault="00797504"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このプロジェクトでは、販売、利子、そのほかの財源による収入が発生しましたか</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990"/>
        <w:gridCol w:w="450"/>
        <w:gridCol w:w="990"/>
      </w:tblGrid>
      <w:tr w:rsidR="000316AB" w:rsidRPr="00B45F29" w14:paraId="1DAF9DFD" w14:textId="77777777" w:rsidTr="009C0B29">
        <w:sdt>
          <w:sdtPr>
            <w:rPr>
              <w:rFonts w:ascii="BIZ UDPゴシック" w:eastAsia="BIZ UDPゴシック" w:hAnsi="BIZ UDPゴシック"/>
            </w:rPr>
            <w:id w:val="1513960852"/>
            <w14:checkbox>
              <w14:checked w14:val="0"/>
              <w14:checkedState w14:val="2612" w14:font="ＭＳ ゴシック"/>
              <w14:uncheckedState w14:val="2610" w14:font="ＭＳ ゴシック"/>
            </w14:checkbox>
          </w:sdtPr>
          <w:sdtContent>
            <w:tc>
              <w:tcPr>
                <w:tcW w:w="445" w:type="dxa"/>
              </w:tcPr>
              <w:p w14:paraId="29146FF0" w14:textId="77777777" w:rsidR="000316AB" w:rsidRPr="00B45F29" w:rsidRDefault="000316AB"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10171A84" w14:textId="04008C55" w:rsidR="000316AB" w:rsidRPr="00B45F29" w:rsidRDefault="006C656C"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はい</w:t>
            </w:r>
          </w:p>
        </w:tc>
        <w:sdt>
          <w:sdtPr>
            <w:rPr>
              <w:rFonts w:ascii="BIZ UDPゴシック" w:eastAsia="BIZ UDPゴシック" w:hAnsi="BIZ UDPゴシック"/>
            </w:rPr>
            <w:id w:val="-770699336"/>
            <w14:checkbox>
              <w14:checked w14:val="0"/>
              <w14:checkedState w14:val="2612" w14:font="ＭＳ ゴシック"/>
              <w14:uncheckedState w14:val="2610" w14:font="ＭＳ ゴシック"/>
            </w14:checkbox>
          </w:sdtPr>
          <w:sdtContent>
            <w:tc>
              <w:tcPr>
                <w:tcW w:w="450" w:type="dxa"/>
              </w:tcPr>
              <w:p w14:paraId="6160E2A3" w14:textId="77777777" w:rsidR="000316AB" w:rsidRPr="00B45F29" w:rsidRDefault="000316AB" w:rsidP="00274B14">
                <w:pPr>
                  <w:pStyle w:val="BodyParagraph"/>
                  <w:rPr>
                    <w:rFonts w:ascii="BIZ UDPゴシック" w:eastAsia="BIZ UDPゴシック" w:hAnsi="BIZ UDPゴシック"/>
                  </w:rPr>
                </w:pPr>
                <w:r w:rsidRPr="00B45F29">
                  <w:rPr>
                    <w:rFonts w:ascii="Segoe UI Symbol" w:eastAsia="BIZ UDPゴシック" w:hAnsi="Segoe UI Symbol" w:cs="Segoe UI Symbol"/>
                  </w:rPr>
                  <w:t>☐</w:t>
                </w:r>
              </w:p>
            </w:tc>
          </w:sdtContent>
        </w:sdt>
        <w:tc>
          <w:tcPr>
            <w:tcW w:w="990" w:type="dxa"/>
          </w:tcPr>
          <w:p w14:paraId="5CE37941" w14:textId="338265DE" w:rsidR="000316AB" w:rsidRPr="00B45F29" w:rsidRDefault="006C656C" w:rsidP="00274B14">
            <w:pPr>
              <w:pStyle w:val="BodyParagraph"/>
              <w:rPr>
                <w:rFonts w:ascii="BIZ UDPゴシック" w:eastAsia="BIZ UDPゴシック" w:hAnsi="BIZ UDPゴシック"/>
              </w:rPr>
            </w:pPr>
            <w:r w:rsidRPr="00B45F29">
              <w:rPr>
                <w:rFonts w:ascii="BIZ UDPゴシック" w:eastAsia="BIZ UDPゴシック" w:hAnsi="BIZ UDPゴシック"/>
                <w:lang w:eastAsia="ja-JP"/>
              </w:rPr>
              <w:t>いいえ</w:t>
            </w:r>
          </w:p>
        </w:tc>
      </w:tr>
    </w:tbl>
    <w:p w14:paraId="22715AD2" w14:textId="0CAEB33F" w:rsidR="000316AB" w:rsidRPr="00B45F29" w:rsidRDefault="00044A0F"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（「はい」の場合）米ドルで金額をご入力ください。</w:t>
      </w:r>
    </w:p>
    <w:sdt>
      <w:sdtPr>
        <w:rPr>
          <w:rFonts w:ascii="BIZ UDPゴシック" w:eastAsia="BIZ UDPゴシック" w:hAnsi="BIZ UDPゴシック"/>
        </w:rPr>
        <w:id w:val="1990436762"/>
        <w:placeholder>
          <w:docPart w:val="E538D97C55254D4687E8BE3962847670"/>
        </w:placeholder>
        <w:showingPlcHdr/>
      </w:sdtPr>
      <w:sdtContent>
        <w:p w14:paraId="164F5F6B" w14:textId="2DBE93EF"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7ED07873" w14:textId="457CEE84" w:rsidR="000316AB" w:rsidRPr="00B45F29" w:rsidRDefault="003911A8" w:rsidP="00274B14">
      <w:pPr>
        <w:pStyle w:val="BodyParagraph"/>
        <w:rPr>
          <w:rFonts w:ascii="BIZ UDPゴシック" w:eastAsia="BIZ UDPゴシック" w:hAnsi="BIZ UDPゴシック"/>
          <w:lang w:eastAsia="ja-JP"/>
        </w:rPr>
      </w:pPr>
      <w:r w:rsidRPr="00B45F29">
        <w:rPr>
          <w:rFonts w:ascii="BIZ UDPゴシック" w:eastAsia="BIZ UDPゴシック" w:hAnsi="BIZ UDPゴシック"/>
          <w:lang w:eastAsia="ja-JP"/>
        </w:rPr>
        <w:t>収入源をご説明ください。</w:t>
      </w:r>
    </w:p>
    <w:sdt>
      <w:sdtPr>
        <w:rPr>
          <w:rFonts w:ascii="BIZ UDPゴシック" w:eastAsia="BIZ UDPゴシック" w:hAnsi="BIZ UDPゴシック"/>
        </w:rPr>
        <w:id w:val="4875425"/>
        <w:placeholder>
          <w:docPart w:val="F22FD42028CE480C9EDB7F5EF2DA5567"/>
        </w:placeholder>
        <w:showingPlcHdr/>
      </w:sdtPr>
      <w:sdtContent>
        <w:p w14:paraId="628A8AC9" w14:textId="61C0B970" w:rsidR="007464BE" w:rsidRPr="00B45F29" w:rsidRDefault="005F611C" w:rsidP="007464B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B45F29">
            <w:rPr>
              <w:rStyle w:val="af2"/>
              <w:rFonts w:ascii="BIZ UDPゴシック" w:eastAsia="BIZ UDPゴシック" w:hAnsi="BIZ UDPゴシック"/>
              <w:lang w:eastAsia="ja-JP"/>
            </w:rPr>
            <w:t>ここをクリックして入力</w:t>
          </w:r>
        </w:p>
      </w:sdtContent>
    </w:sdt>
    <w:p w14:paraId="614C024D" w14:textId="77777777" w:rsidR="009A4B22" w:rsidRPr="00B45F29" w:rsidRDefault="009A4B22" w:rsidP="009A4B22">
      <w:pPr>
        <w:pStyle w:val="2"/>
        <w:rPr>
          <w:rFonts w:ascii="BIZ UDPゴシック" w:eastAsia="BIZ UDPゴシック" w:hAnsi="BIZ UDPゴシック"/>
          <w:lang w:eastAsia="ja-JP"/>
        </w:rPr>
      </w:pPr>
    </w:p>
    <w:p w14:paraId="268AF33E" w14:textId="77777777" w:rsidR="009A4B22" w:rsidRPr="00B45F29" w:rsidRDefault="009A4B22" w:rsidP="009A4B22">
      <w:pPr>
        <w:pStyle w:val="2"/>
        <w:rPr>
          <w:rFonts w:ascii="BIZ UDPゴシック" w:eastAsia="BIZ UDPゴシック" w:hAnsi="BIZ UDPゴシック"/>
          <w:lang w:eastAsia="ja-JP"/>
        </w:rPr>
      </w:pPr>
    </w:p>
    <w:p w14:paraId="4DAB0DB7" w14:textId="62EA96C7" w:rsidR="004F7EE9" w:rsidRPr="00B45F29" w:rsidRDefault="004F7EE9">
      <w:pPr>
        <w:rPr>
          <w:rFonts w:ascii="BIZ UDPゴシック" w:eastAsia="BIZ UDPゴシック" w:hAnsi="BIZ UDPゴシック"/>
          <w:b/>
          <w:sz w:val="28"/>
          <w:szCs w:val="28"/>
          <w:lang w:eastAsia="ja-JP"/>
        </w:rPr>
      </w:pPr>
    </w:p>
    <w:sectPr w:rsidR="004F7EE9" w:rsidRPr="00B45F29" w:rsidSect="004C2458">
      <w:footerReference w:type="default" r:id="rId13"/>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50FF0" w14:textId="77777777" w:rsidR="00EF723E" w:rsidRDefault="00EF723E">
      <w:r>
        <w:separator/>
      </w:r>
    </w:p>
  </w:endnote>
  <w:endnote w:type="continuationSeparator" w:id="0">
    <w:p w14:paraId="67575E50" w14:textId="77777777" w:rsidR="00EF723E" w:rsidRDefault="00EF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73F0E" w14:textId="3D58180E" w:rsidR="009A3F78" w:rsidRPr="001C3202" w:rsidRDefault="00DC3214" w:rsidP="00C515E2">
    <w:pPr>
      <w:pStyle w:val="a6"/>
      <w:tabs>
        <w:tab w:val="clear" w:pos="4320"/>
        <w:tab w:val="clear" w:pos="8640"/>
        <w:tab w:val="right" w:pos="9990"/>
      </w:tabs>
      <w:rPr>
        <w:rFonts w:ascii="Arial Narrow" w:hAnsi="Arial Narrow"/>
        <w:color w:val="0251A3"/>
        <w:sz w:val="18"/>
        <w:lang w:eastAsia="ja-JP"/>
      </w:rPr>
    </w:pPr>
    <w:r w:rsidRPr="00DC3214">
      <w:rPr>
        <w:rFonts w:ascii="Arial" w:eastAsia="ＭＳ Ｐゴシック" w:hAnsi="Arial" w:cs="Arial"/>
        <w:color w:val="0251A3"/>
        <w:sz w:val="18"/>
        <w:lang w:eastAsia="ja-JP"/>
      </w:rPr>
      <w:t>グローバル補助金報告書のテンプレート（</w:t>
    </w:r>
    <w:r w:rsidRPr="00DC3214">
      <w:rPr>
        <w:rFonts w:ascii="Arial" w:eastAsia="ＭＳ Ｐゴシック" w:hAnsi="Arial" w:cs="Arial"/>
        <w:color w:val="0251A3"/>
        <w:sz w:val="18"/>
        <w:lang w:eastAsia="ja-JP"/>
      </w:rPr>
      <w:t>2018</w:t>
    </w:r>
    <w:r w:rsidRPr="00DC3214">
      <w:rPr>
        <w:rFonts w:ascii="Arial" w:eastAsia="ＭＳ Ｐゴシック" w:hAnsi="Arial" w:cs="Arial"/>
        <w:color w:val="0251A3"/>
        <w:sz w:val="18"/>
        <w:lang w:eastAsia="ja-JP"/>
      </w:rPr>
      <w:t>年</w:t>
    </w:r>
    <w:r w:rsidR="0086017B">
      <w:rPr>
        <w:rFonts w:ascii="Arial" w:eastAsia="ＭＳ Ｐゴシック" w:hAnsi="Arial" w:cs="Arial" w:hint="eastAsia"/>
        <w:color w:val="0251A3"/>
        <w:sz w:val="18"/>
        <w:lang w:eastAsia="ja-JP"/>
      </w:rPr>
      <w:t>2</w:t>
    </w:r>
    <w:r w:rsidRPr="00DC3214">
      <w:rPr>
        <w:rFonts w:ascii="Arial" w:eastAsia="ＭＳ Ｐゴシック" w:hAnsi="Arial" w:cs="Arial"/>
        <w:color w:val="0251A3"/>
        <w:sz w:val="18"/>
        <w:lang w:eastAsia="ja-JP"/>
      </w:rPr>
      <w:t>月）</w:t>
    </w:r>
    <w:r w:rsidR="009A3F78" w:rsidRPr="001C3202">
      <w:rPr>
        <w:rFonts w:ascii="Arial Narrow" w:hAnsi="Arial Narrow"/>
        <w:color w:val="0251A3"/>
        <w:sz w:val="18"/>
        <w:lang w:eastAsia="ja-JP"/>
      </w:rPr>
      <w:tab/>
    </w:r>
    <w:r w:rsidR="009A3F78" w:rsidRPr="001C3202">
      <w:rPr>
        <w:rFonts w:ascii="Arial Narrow" w:hAnsi="Arial Narrow"/>
        <w:color w:val="0251A3"/>
        <w:sz w:val="18"/>
      </w:rPr>
      <w:fldChar w:fldCharType="begin"/>
    </w:r>
    <w:r w:rsidR="009A3F78" w:rsidRPr="001C3202">
      <w:rPr>
        <w:rFonts w:ascii="Arial Narrow" w:hAnsi="Arial Narrow"/>
        <w:color w:val="0251A3"/>
        <w:sz w:val="18"/>
        <w:lang w:eastAsia="ja-JP"/>
      </w:rPr>
      <w:instrText xml:space="preserve"> PAGE </w:instrText>
    </w:r>
    <w:r w:rsidR="009A3F78" w:rsidRPr="001C3202">
      <w:rPr>
        <w:rFonts w:ascii="Arial Narrow" w:hAnsi="Arial Narrow"/>
        <w:color w:val="0251A3"/>
        <w:sz w:val="18"/>
      </w:rPr>
      <w:fldChar w:fldCharType="separate"/>
    </w:r>
    <w:r w:rsidR="004F7EE9">
      <w:rPr>
        <w:rFonts w:ascii="Arial Narrow" w:hAnsi="Arial Narrow"/>
        <w:noProof/>
        <w:color w:val="0251A3"/>
        <w:sz w:val="18"/>
        <w:lang w:eastAsia="ja-JP"/>
      </w:rPr>
      <w:t>7</w:t>
    </w:r>
    <w:r w:rsidR="009A3F78" w:rsidRPr="001C3202">
      <w:rPr>
        <w:rFonts w:ascii="Arial Narrow" w:hAnsi="Arial Narrow"/>
        <w:color w:val="0251A3"/>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3260E" w14:textId="77777777" w:rsidR="00EF723E" w:rsidRDefault="00EF723E">
      <w:r>
        <w:separator/>
      </w:r>
    </w:p>
  </w:footnote>
  <w:footnote w:type="continuationSeparator" w:id="0">
    <w:p w14:paraId="7C31F9B8" w14:textId="77777777" w:rsidR="00EF723E" w:rsidRDefault="00EF7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7B4CB7"/>
    <w:multiLevelType w:val="hybridMultilevel"/>
    <w:tmpl w:val="E8DCE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CE3B11"/>
    <w:multiLevelType w:val="hybridMultilevel"/>
    <w:tmpl w:val="4C32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737E90"/>
    <w:multiLevelType w:val="hybridMultilevel"/>
    <w:tmpl w:val="5484D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27806"/>
    <w:multiLevelType w:val="hybridMultilevel"/>
    <w:tmpl w:val="9830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F8649A"/>
    <w:multiLevelType w:val="hybridMultilevel"/>
    <w:tmpl w:val="67C8E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6D6332"/>
    <w:multiLevelType w:val="hybridMultilevel"/>
    <w:tmpl w:val="5E2C1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024282"/>
    <w:multiLevelType w:val="hybridMultilevel"/>
    <w:tmpl w:val="92822D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EB3D98"/>
    <w:multiLevelType w:val="hybridMultilevel"/>
    <w:tmpl w:val="6A0CD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511CA"/>
    <w:multiLevelType w:val="hybridMultilevel"/>
    <w:tmpl w:val="2A24F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447281"/>
    <w:multiLevelType w:val="hybridMultilevel"/>
    <w:tmpl w:val="353A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A16BD7"/>
    <w:multiLevelType w:val="hybridMultilevel"/>
    <w:tmpl w:val="9FE0C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8142C7"/>
    <w:multiLevelType w:val="hybridMultilevel"/>
    <w:tmpl w:val="36DA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3C2389"/>
    <w:multiLevelType w:val="hybridMultilevel"/>
    <w:tmpl w:val="75AA7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AB7EC6"/>
    <w:multiLevelType w:val="hybridMultilevel"/>
    <w:tmpl w:val="9EF6B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83D66"/>
    <w:multiLevelType w:val="hybridMultilevel"/>
    <w:tmpl w:val="6200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64AA6"/>
    <w:multiLevelType w:val="hybridMultilevel"/>
    <w:tmpl w:val="0E285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4009B"/>
    <w:multiLevelType w:val="hybridMultilevel"/>
    <w:tmpl w:val="50149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4196C"/>
    <w:multiLevelType w:val="hybridMultilevel"/>
    <w:tmpl w:val="FD54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352B33"/>
    <w:multiLevelType w:val="hybridMultilevel"/>
    <w:tmpl w:val="F1E4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531626">
    <w:abstractNumId w:val="10"/>
  </w:num>
  <w:num w:numId="2" w16cid:durableId="1923417259">
    <w:abstractNumId w:val="8"/>
  </w:num>
  <w:num w:numId="3" w16cid:durableId="819614072">
    <w:abstractNumId w:val="7"/>
  </w:num>
  <w:num w:numId="4" w16cid:durableId="266475262">
    <w:abstractNumId w:val="6"/>
  </w:num>
  <w:num w:numId="5" w16cid:durableId="417482456">
    <w:abstractNumId w:val="0"/>
  </w:num>
  <w:num w:numId="6" w16cid:durableId="431051960">
    <w:abstractNumId w:val="1"/>
  </w:num>
  <w:num w:numId="7" w16cid:durableId="1892568742">
    <w:abstractNumId w:val="4"/>
  </w:num>
  <w:num w:numId="8" w16cid:durableId="1749233339">
    <w:abstractNumId w:val="3"/>
  </w:num>
  <w:num w:numId="9" w16cid:durableId="859974766">
    <w:abstractNumId w:val="2"/>
  </w:num>
  <w:num w:numId="10" w16cid:durableId="350378152">
    <w:abstractNumId w:val="9"/>
  </w:num>
  <w:num w:numId="11" w16cid:durableId="2029519789">
    <w:abstractNumId w:val="5"/>
  </w:num>
  <w:num w:numId="12" w16cid:durableId="1906602013">
    <w:abstractNumId w:val="38"/>
  </w:num>
  <w:num w:numId="13" w16cid:durableId="601105704">
    <w:abstractNumId w:val="13"/>
  </w:num>
  <w:num w:numId="14" w16cid:durableId="768627302">
    <w:abstractNumId w:val="36"/>
  </w:num>
  <w:num w:numId="15" w16cid:durableId="1377466707">
    <w:abstractNumId w:val="19"/>
  </w:num>
  <w:num w:numId="16" w16cid:durableId="612593335">
    <w:abstractNumId w:val="28"/>
  </w:num>
  <w:num w:numId="17" w16cid:durableId="1376199419">
    <w:abstractNumId w:val="18"/>
  </w:num>
  <w:num w:numId="18" w16cid:durableId="1727220186">
    <w:abstractNumId w:val="20"/>
  </w:num>
  <w:num w:numId="19" w16cid:durableId="1343438020">
    <w:abstractNumId w:val="35"/>
  </w:num>
  <w:num w:numId="20" w16cid:durableId="1943146664">
    <w:abstractNumId w:val="17"/>
  </w:num>
  <w:num w:numId="21" w16cid:durableId="182060927">
    <w:abstractNumId w:val="22"/>
  </w:num>
  <w:num w:numId="22" w16cid:durableId="334580128">
    <w:abstractNumId w:val="25"/>
  </w:num>
  <w:num w:numId="23" w16cid:durableId="1419789806">
    <w:abstractNumId w:val="24"/>
  </w:num>
  <w:num w:numId="24" w16cid:durableId="1214847373">
    <w:abstractNumId w:val="16"/>
  </w:num>
  <w:num w:numId="25" w16cid:durableId="14237929">
    <w:abstractNumId w:val="27"/>
  </w:num>
  <w:num w:numId="26" w16cid:durableId="1605068538">
    <w:abstractNumId w:val="31"/>
  </w:num>
  <w:num w:numId="27" w16cid:durableId="815687349">
    <w:abstractNumId w:val="33"/>
  </w:num>
  <w:num w:numId="28" w16cid:durableId="1608853398">
    <w:abstractNumId w:val="39"/>
  </w:num>
  <w:num w:numId="29" w16cid:durableId="238567182">
    <w:abstractNumId w:val="15"/>
  </w:num>
  <w:num w:numId="30" w16cid:durableId="210381263">
    <w:abstractNumId w:val="26"/>
  </w:num>
  <w:num w:numId="31" w16cid:durableId="910774288">
    <w:abstractNumId w:val="30"/>
  </w:num>
  <w:num w:numId="32" w16cid:durableId="344064114">
    <w:abstractNumId w:val="29"/>
  </w:num>
  <w:num w:numId="33" w16cid:durableId="663513183">
    <w:abstractNumId w:val="14"/>
  </w:num>
  <w:num w:numId="34" w16cid:durableId="918750313">
    <w:abstractNumId w:val="12"/>
  </w:num>
  <w:num w:numId="35" w16cid:durableId="2080058530">
    <w:abstractNumId w:val="11"/>
  </w:num>
  <w:num w:numId="36" w16cid:durableId="1558934433">
    <w:abstractNumId w:val="21"/>
  </w:num>
  <w:num w:numId="37" w16cid:durableId="206796777">
    <w:abstractNumId w:val="32"/>
  </w:num>
  <w:num w:numId="38" w16cid:durableId="1419598006">
    <w:abstractNumId w:val="37"/>
  </w:num>
  <w:num w:numId="39" w16cid:durableId="2055425199">
    <w:abstractNumId w:val="23"/>
  </w:num>
  <w:num w:numId="40" w16cid:durableId="81287001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73"/>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316AB"/>
    <w:rsid w:val="0003213D"/>
    <w:rsid w:val="0003702E"/>
    <w:rsid w:val="000407B2"/>
    <w:rsid w:val="00041EE9"/>
    <w:rsid w:val="00042997"/>
    <w:rsid w:val="00044275"/>
    <w:rsid w:val="00044A0F"/>
    <w:rsid w:val="00045BE6"/>
    <w:rsid w:val="00065F1A"/>
    <w:rsid w:val="0008713B"/>
    <w:rsid w:val="00093DBD"/>
    <w:rsid w:val="00094D7D"/>
    <w:rsid w:val="000A7140"/>
    <w:rsid w:val="000B2CB0"/>
    <w:rsid w:val="000B4CEF"/>
    <w:rsid w:val="000D61B0"/>
    <w:rsid w:val="000E0E40"/>
    <w:rsid w:val="000F4503"/>
    <w:rsid w:val="00100319"/>
    <w:rsid w:val="00101A3B"/>
    <w:rsid w:val="00113252"/>
    <w:rsid w:val="00133DE3"/>
    <w:rsid w:val="001419DF"/>
    <w:rsid w:val="00156919"/>
    <w:rsid w:val="00164FFA"/>
    <w:rsid w:val="00170A1A"/>
    <w:rsid w:val="001908E9"/>
    <w:rsid w:val="00191C15"/>
    <w:rsid w:val="0019774D"/>
    <w:rsid w:val="001C3202"/>
    <w:rsid w:val="001D0601"/>
    <w:rsid w:val="001E67ED"/>
    <w:rsid w:val="001F153B"/>
    <w:rsid w:val="001F2784"/>
    <w:rsid w:val="001F5416"/>
    <w:rsid w:val="001F791B"/>
    <w:rsid w:val="0022325E"/>
    <w:rsid w:val="00224115"/>
    <w:rsid w:val="0022626E"/>
    <w:rsid w:val="002305F1"/>
    <w:rsid w:val="00253EFE"/>
    <w:rsid w:val="002614B3"/>
    <w:rsid w:val="00271262"/>
    <w:rsid w:val="002732C1"/>
    <w:rsid w:val="00274B14"/>
    <w:rsid w:val="002811E8"/>
    <w:rsid w:val="0028605F"/>
    <w:rsid w:val="002902A0"/>
    <w:rsid w:val="002A71B0"/>
    <w:rsid w:val="002C5FD6"/>
    <w:rsid w:val="002D0F9E"/>
    <w:rsid w:val="002D14BA"/>
    <w:rsid w:val="002D378A"/>
    <w:rsid w:val="002D6700"/>
    <w:rsid w:val="00307FDA"/>
    <w:rsid w:val="00311ED5"/>
    <w:rsid w:val="00321D66"/>
    <w:rsid w:val="00327B8C"/>
    <w:rsid w:val="00331EC8"/>
    <w:rsid w:val="003402E8"/>
    <w:rsid w:val="00341D14"/>
    <w:rsid w:val="0034456E"/>
    <w:rsid w:val="003472A6"/>
    <w:rsid w:val="00350AD6"/>
    <w:rsid w:val="003611FF"/>
    <w:rsid w:val="00363A50"/>
    <w:rsid w:val="00373AC2"/>
    <w:rsid w:val="00373F85"/>
    <w:rsid w:val="00390C4C"/>
    <w:rsid w:val="003911A8"/>
    <w:rsid w:val="003A1BB3"/>
    <w:rsid w:val="003E7D06"/>
    <w:rsid w:val="003F3BDE"/>
    <w:rsid w:val="003F79A7"/>
    <w:rsid w:val="0040084A"/>
    <w:rsid w:val="00411E28"/>
    <w:rsid w:val="0041297E"/>
    <w:rsid w:val="00426C1D"/>
    <w:rsid w:val="00433941"/>
    <w:rsid w:val="00440FE7"/>
    <w:rsid w:val="00441500"/>
    <w:rsid w:val="00444A79"/>
    <w:rsid w:val="00445CE9"/>
    <w:rsid w:val="00454040"/>
    <w:rsid w:val="004628E7"/>
    <w:rsid w:val="0047315D"/>
    <w:rsid w:val="00476842"/>
    <w:rsid w:val="00491DAA"/>
    <w:rsid w:val="004A1F63"/>
    <w:rsid w:val="004A25C9"/>
    <w:rsid w:val="004B1C32"/>
    <w:rsid w:val="004B2183"/>
    <w:rsid w:val="004C03F5"/>
    <w:rsid w:val="004C2458"/>
    <w:rsid w:val="004C7DB3"/>
    <w:rsid w:val="004D6A5F"/>
    <w:rsid w:val="004D7FA3"/>
    <w:rsid w:val="004E105F"/>
    <w:rsid w:val="004F7EE9"/>
    <w:rsid w:val="00512C6E"/>
    <w:rsid w:val="00521C4A"/>
    <w:rsid w:val="00526093"/>
    <w:rsid w:val="00546593"/>
    <w:rsid w:val="00562B93"/>
    <w:rsid w:val="005C3273"/>
    <w:rsid w:val="005C5445"/>
    <w:rsid w:val="005C7905"/>
    <w:rsid w:val="005D73F7"/>
    <w:rsid w:val="005E02E5"/>
    <w:rsid w:val="005F611C"/>
    <w:rsid w:val="006066FF"/>
    <w:rsid w:val="00623D68"/>
    <w:rsid w:val="006249D3"/>
    <w:rsid w:val="00631190"/>
    <w:rsid w:val="006312D9"/>
    <w:rsid w:val="00634BB1"/>
    <w:rsid w:val="0063540D"/>
    <w:rsid w:val="00636772"/>
    <w:rsid w:val="00654393"/>
    <w:rsid w:val="00665F48"/>
    <w:rsid w:val="00690700"/>
    <w:rsid w:val="0069366B"/>
    <w:rsid w:val="006936EF"/>
    <w:rsid w:val="006A21D2"/>
    <w:rsid w:val="006B02DE"/>
    <w:rsid w:val="006C656C"/>
    <w:rsid w:val="006C7F93"/>
    <w:rsid w:val="006D1F45"/>
    <w:rsid w:val="006D2661"/>
    <w:rsid w:val="006D4C58"/>
    <w:rsid w:val="006E050B"/>
    <w:rsid w:val="00715858"/>
    <w:rsid w:val="0071676E"/>
    <w:rsid w:val="00723F9D"/>
    <w:rsid w:val="00741830"/>
    <w:rsid w:val="0074442B"/>
    <w:rsid w:val="007464BE"/>
    <w:rsid w:val="00750B6F"/>
    <w:rsid w:val="00761C44"/>
    <w:rsid w:val="007776CF"/>
    <w:rsid w:val="007869B9"/>
    <w:rsid w:val="007873D4"/>
    <w:rsid w:val="00797504"/>
    <w:rsid w:val="007A4FD9"/>
    <w:rsid w:val="007C56DD"/>
    <w:rsid w:val="007C6358"/>
    <w:rsid w:val="007D05BB"/>
    <w:rsid w:val="007D7A24"/>
    <w:rsid w:val="007E5532"/>
    <w:rsid w:val="007F33EA"/>
    <w:rsid w:val="00802F2B"/>
    <w:rsid w:val="0081357A"/>
    <w:rsid w:val="00824C2F"/>
    <w:rsid w:val="00826D1F"/>
    <w:rsid w:val="008310B6"/>
    <w:rsid w:val="008534E1"/>
    <w:rsid w:val="0085621F"/>
    <w:rsid w:val="0086017B"/>
    <w:rsid w:val="00861C92"/>
    <w:rsid w:val="00875D8E"/>
    <w:rsid w:val="00884544"/>
    <w:rsid w:val="008A6F0D"/>
    <w:rsid w:val="008C21DC"/>
    <w:rsid w:val="008D143E"/>
    <w:rsid w:val="008E047C"/>
    <w:rsid w:val="008E22C3"/>
    <w:rsid w:val="008E2CC1"/>
    <w:rsid w:val="008E4B7A"/>
    <w:rsid w:val="008E74D1"/>
    <w:rsid w:val="0090102A"/>
    <w:rsid w:val="0090240C"/>
    <w:rsid w:val="00904F4F"/>
    <w:rsid w:val="00910DDC"/>
    <w:rsid w:val="009111E1"/>
    <w:rsid w:val="00917AB9"/>
    <w:rsid w:val="009435E4"/>
    <w:rsid w:val="00957964"/>
    <w:rsid w:val="00960A7D"/>
    <w:rsid w:val="009623C9"/>
    <w:rsid w:val="0098347C"/>
    <w:rsid w:val="009A3F78"/>
    <w:rsid w:val="009A4B22"/>
    <w:rsid w:val="009A5627"/>
    <w:rsid w:val="009A60ED"/>
    <w:rsid w:val="009A740D"/>
    <w:rsid w:val="009B0301"/>
    <w:rsid w:val="009C3476"/>
    <w:rsid w:val="009C6EE3"/>
    <w:rsid w:val="009D0E73"/>
    <w:rsid w:val="009F15F5"/>
    <w:rsid w:val="009F4CC9"/>
    <w:rsid w:val="00A02D8D"/>
    <w:rsid w:val="00A035D0"/>
    <w:rsid w:val="00A377EE"/>
    <w:rsid w:val="00A43C6D"/>
    <w:rsid w:val="00A63A22"/>
    <w:rsid w:val="00A65D70"/>
    <w:rsid w:val="00A7114E"/>
    <w:rsid w:val="00A760E0"/>
    <w:rsid w:val="00A829EA"/>
    <w:rsid w:val="00A82DAA"/>
    <w:rsid w:val="00A83BBC"/>
    <w:rsid w:val="00A8528C"/>
    <w:rsid w:val="00A869FF"/>
    <w:rsid w:val="00A90656"/>
    <w:rsid w:val="00AA4BE7"/>
    <w:rsid w:val="00AB4EB6"/>
    <w:rsid w:val="00AC63A8"/>
    <w:rsid w:val="00AD50BC"/>
    <w:rsid w:val="00AD7AD6"/>
    <w:rsid w:val="00AE0E4C"/>
    <w:rsid w:val="00AE32AC"/>
    <w:rsid w:val="00AF0D35"/>
    <w:rsid w:val="00AF31B1"/>
    <w:rsid w:val="00AF57D7"/>
    <w:rsid w:val="00AF7295"/>
    <w:rsid w:val="00AF7B02"/>
    <w:rsid w:val="00B04E32"/>
    <w:rsid w:val="00B079BC"/>
    <w:rsid w:val="00B32601"/>
    <w:rsid w:val="00B3489B"/>
    <w:rsid w:val="00B40A2E"/>
    <w:rsid w:val="00B45F29"/>
    <w:rsid w:val="00B52DCF"/>
    <w:rsid w:val="00B5774D"/>
    <w:rsid w:val="00B77886"/>
    <w:rsid w:val="00B8474A"/>
    <w:rsid w:val="00B861B9"/>
    <w:rsid w:val="00B9219A"/>
    <w:rsid w:val="00B96C5A"/>
    <w:rsid w:val="00BA088E"/>
    <w:rsid w:val="00BA7E6B"/>
    <w:rsid w:val="00BB7AC9"/>
    <w:rsid w:val="00BC0769"/>
    <w:rsid w:val="00BC679B"/>
    <w:rsid w:val="00BD5F03"/>
    <w:rsid w:val="00BF0FCD"/>
    <w:rsid w:val="00BF25FC"/>
    <w:rsid w:val="00BF29AD"/>
    <w:rsid w:val="00C1256A"/>
    <w:rsid w:val="00C13439"/>
    <w:rsid w:val="00C13E45"/>
    <w:rsid w:val="00C21727"/>
    <w:rsid w:val="00C250C6"/>
    <w:rsid w:val="00C26C5C"/>
    <w:rsid w:val="00C3218E"/>
    <w:rsid w:val="00C402A9"/>
    <w:rsid w:val="00C419DF"/>
    <w:rsid w:val="00C424EF"/>
    <w:rsid w:val="00C43880"/>
    <w:rsid w:val="00C46B7F"/>
    <w:rsid w:val="00C515E2"/>
    <w:rsid w:val="00C51D8A"/>
    <w:rsid w:val="00C63009"/>
    <w:rsid w:val="00C66A0A"/>
    <w:rsid w:val="00C679A5"/>
    <w:rsid w:val="00C829DD"/>
    <w:rsid w:val="00C83D40"/>
    <w:rsid w:val="00C92524"/>
    <w:rsid w:val="00CA78B5"/>
    <w:rsid w:val="00CB1E75"/>
    <w:rsid w:val="00CB409D"/>
    <w:rsid w:val="00CC1783"/>
    <w:rsid w:val="00CD1788"/>
    <w:rsid w:val="00CE7A3B"/>
    <w:rsid w:val="00D12505"/>
    <w:rsid w:val="00D15347"/>
    <w:rsid w:val="00D25406"/>
    <w:rsid w:val="00D3012A"/>
    <w:rsid w:val="00D6334B"/>
    <w:rsid w:val="00D81E53"/>
    <w:rsid w:val="00D939FD"/>
    <w:rsid w:val="00D954AB"/>
    <w:rsid w:val="00DC312A"/>
    <w:rsid w:val="00DC3214"/>
    <w:rsid w:val="00DC3DA8"/>
    <w:rsid w:val="00DC5C4D"/>
    <w:rsid w:val="00DE2CAB"/>
    <w:rsid w:val="00DF441A"/>
    <w:rsid w:val="00E023D2"/>
    <w:rsid w:val="00E030F9"/>
    <w:rsid w:val="00E043C4"/>
    <w:rsid w:val="00E1565F"/>
    <w:rsid w:val="00E33927"/>
    <w:rsid w:val="00E443D0"/>
    <w:rsid w:val="00E57C6E"/>
    <w:rsid w:val="00E7467A"/>
    <w:rsid w:val="00E95CD2"/>
    <w:rsid w:val="00EC0224"/>
    <w:rsid w:val="00EC0DA8"/>
    <w:rsid w:val="00EC0EFD"/>
    <w:rsid w:val="00ED1841"/>
    <w:rsid w:val="00ED2EAB"/>
    <w:rsid w:val="00ED4671"/>
    <w:rsid w:val="00ED5D3C"/>
    <w:rsid w:val="00EF723E"/>
    <w:rsid w:val="00EF72CB"/>
    <w:rsid w:val="00F21F0D"/>
    <w:rsid w:val="00F27A9D"/>
    <w:rsid w:val="00F342A2"/>
    <w:rsid w:val="00F372EA"/>
    <w:rsid w:val="00F445A2"/>
    <w:rsid w:val="00F45AAD"/>
    <w:rsid w:val="00F46C08"/>
    <w:rsid w:val="00F53EC7"/>
    <w:rsid w:val="00F64E2C"/>
    <w:rsid w:val="00F64ED4"/>
    <w:rsid w:val="00F84C47"/>
    <w:rsid w:val="00FA3873"/>
    <w:rsid w:val="00FA5348"/>
    <w:rsid w:val="00FA5B8C"/>
    <w:rsid w:val="00FA7EF3"/>
    <w:rsid w:val="00FC4BDA"/>
    <w:rsid w:val="00FC6644"/>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75E3AF7F"/>
  <w14:defaultImageDpi w14:val="330"/>
  <w15:docId w15:val="{A0D97A10-1D79-41FF-BC7E-4056AC2D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rFonts w:ascii="Georgia" w:hAnsi="Georgia"/>
      <w:sz w:val="24"/>
      <w:szCs w:val="24"/>
      <w:lang w:eastAsia="en-US"/>
    </w:rPr>
  </w:style>
  <w:style w:type="paragraph" w:styleId="1">
    <w:name w:val="heading 1"/>
    <w:basedOn w:val="a"/>
    <w:next w:val="a"/>
    <w:qFormat/>
    <w:rsid w:val="00FC4BDA"/>
    <w:pPr>
      <w:keepNext/>
      <w:spacing w:before="240" w:after="60"/>
      <w:outlineLvl w:val="0"/>
    </w:pPr>
    <w:rPr>
      <w:rFonts w:ascii="Arial Narrow" w:hAnsi="Arial Narrow"/>
      <w:b/>
      <w:bCs/>
      <w:caps/>
      <w:color w:val="005DAA"/>
      <w:kern w:val="32"/>
      <w:sz w:val="44"/>
      <w:szCs w:val="44"/>
    </w:rPr>
  </w:style>
  <w:style w:type="paragraph" w:styleId="2">
    <w:name w:val="heading 2"/>
    <w:basedOn w:val="a"/>
    <w:next w:val="a"/>
    <w:qFormat/>
    <w:rsid w:val="00100319"/>
    <w:pPr>
      <w:outlineLvl w:val="1"/>
    </w:pPr>
    <w:rPr>
      <w:rFonts w:ascii="Arial Narrow" w:hAnsi="Arial Narrow"/>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Arial" w:hAnsi="Arial"/>
      <w:sz w:val="14"/>
    </w:rPr>
  </w:style>
  <w:style w:type="paragraph" w:customStyle="1" w:styleId="BodyParagraph">
    <w:name w:val="Body Paragraph"/>
    <w:basedOn w:val="a"/>
    <w:autoRedefine/>
    <w:qFormat/>
    <w:rsid w:val="00274B14"/>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Lucida Grande" w:hAnsi="Lucida Grande" w:cs="Lucida Grande"/>
      <w:sz w:val="18"/>
      <w:szCs w:val="18"/>
    </w:rPr>
  </w:style>
  <w:style w:type="character" w:customStyle="1" w:styleId="a9">
    <w:name w:val="吹き出し (文字)"/>
    <w:link w:val="a8"/>
    <w:uiPriority w:val="99"/>
    <w:semiHidden/>
    <w:rsid w:val="0041297E"/>
    <w:rPr>
      <w:rFonts w:ascii="Lucida Grande" w:hAnsi="Lucida Grande" w:cs="Lucida Grande"/>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Arial Narrow" w:hAnsi="Arial Narrow"/>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Georgia" w:hAnsi="Georgia"/>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Georgia" w:hAnsi="Georgia"/>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unhideWhenUsed/>
    <w:rsid w:val="00EF72CB"/>
    <w:rPr>
      <w:color w:val="808080"/>
    </w:rPr>
  </w:style>
  <w:style w:type="character" w:styleId="af3">
    <w:name w:val="FollowedHyperlink"/>
    <w:basedOn w:val="a0"/>
    <w:uiPriority w:val="99"/>
    <w:semiHidden/>
    <w:unhideWhenUsed/>
    <w:rsid w:val="000A7140"/>
    <w:rPr>
      <w:color w:val="800080" w:themeColor="followedHyperlink"/>
      <w:u w:val="single"/>
    </w:rPr>
  </w:style>
  <w:style w:type="paragraph" w:styleId="af4">
    <w:name w:val="Revision"/>
    <w:hidden/>
    <w:uiPriority w:val="71"/>
    <w:rsid w:val="00274B14"/>
    <w:rPr>
      <w:rFonts w:ascii="Georgia" w:hAnsi="Georg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21863">
      <w:bodyDiv w:val="1"/>
      <w:marLeft w:val="0"/>
      <w:marRight w:val="0"/>
      <w:marTop w:val="0"/>
      <w:marBottom w:val="0"/>
      <w:divBdr>
        <w:top w:val="none" w:sz="0" w:space="0" w:color="auto"/>
        <w:left w:val="none" w:sz="0" w:space="0" w:color="auto"/>
        <w:bottom w:val="none" w:sz="0" w:space="0" w:color="auto"/>
        <w:right w:val="none" w:sz="0" w:space="0" w:color="auto"/>
      </w:divBdr>
    </w:div>
    <w:div w:id="410741612">
      <w:bodyDiv w:val="1"/>
      <w:marLeft w:val="0"/>
      <w:marRight w:val="0"/>
      <w:marTop w:val="0"/>
      <w:marBottom w:val="0"/>
      <w:divBdr>
        <w:top w:val="none" w:sz="0" w:space="0" w:color="auto"/>
        <w:left w:val="none" w:sz="0" w:space="0" w:color="auto"/>
        <w:bottom w:val="none" w:sz="0" w:space="0" w:color="auto"/>
        <w:right w:val="none" w:sz="0" w:space="0" w:color="auto"/>
      </w:divBdr>
    </w:div>
    <w:div w:id="417291050">
      <w:bodyDiv w:val="1"/>
      <w:marLeft w:val="0"/>
      <w:marRight w:val="0"/>
      <w:marTop w:val="0"/>
      <w:marBottom w:val="0"/>
      <w:divBdr>
        <w:top w:val="none" w:sz="0" w:space="0" w:color="auto"/>
        <w:left w:val="none" w:sz="0" w:space="0" w:color="auto"/>
        <w:bottom w:val="none" w:sz="0" w:space="0" w:color="auto"/>
        <w:right w:val="none" w:sz="0" w:space="0" w:color="auto"/>
      </w:divBdr>
    </w:div>
    <w:div w:id="594095973">
      <w:bodyDiv w:val="1"/>
      <w:marLeft w:val="0"/>
      <w:marRight w:val="0"/>
      <w:marTop w:val="0"/>
      <w:marBottom w:val="0"/>
      <w:divBdr>
        <w:top w:val="none" w:sz="0" w:space="0" w:color="auto"/>
        <w:left w:val="none" w:sz="0" w:space="0" w:color="auto"/>
        <w:bottom w:val="none" w:sz="0" w:space="0" w:color="auto"/>
        <w:right w:val="none" w:sz="0" w:space="0" w:color="auto"/>
      </w:divBdr>
    </w:div>
    <w:div w:id="910039864">
      <w:bodyDiv w:val="1"/>
      <w:marLeft w:val="0"/>
      <w:marRight w:val="0"/>
      <w:marTop w:val="0"/>
      <w:marBottom w:val="0"/>
      <w:divBdr>
        <w:top w:val="none" w:sz="0" w:space="0" w:color="auto"/>
        <w:left w:val="none" w:sz="0" w:space="0" w:color="auto"/>
        <w:bottom w:val="none" w:sz="0" w:space="0" w:color="auto"/>
        <w:right w:val="none" w:sz="0" w:space="0" w:color="auto"/>
      </w:divBdr>
    </w:div>
    <w:div w:id="944732341">
      <w:bodyDiv w:val="1"/>
      <w:marLeft w:val="0"/>
      <w:marRight w:val="0"/>
      <w:marTop w:val="0"/>
      <w:marBottom w:val="0"/>
      <w:divBdr>
        <w:top w:val="none" w:sz="0" w:space="0" w:color="auto"/>
        <w:left w:val="none" w:sz="0" w:space="0" w:color="auto"/>
        <w:bottom w:val="none" w:sz="0" w:space="0" w:color="auto"/>
        <w:right w:val="none" w:sz="0" w:space="0" w:color="auto"/>
      </w:divBdr>
    </w:div>
    <w:div w:id="1049263461">
      <w:bodyDiv w:val="1"/>
      <w:marLeft w:val="0"/>
      <w:marRight w:val="0"/>
      <w:marTop w:val="0"/>
      <w:marBottom w:val="0"/>
      <w:divBdr>
        <w:top w:val="none" w:sz="0" w:space="0" w:color="auto"/>
        <w:left w:val="none" w:sz="0" w:space="0" w:color="auto"/>
        <w:bottom w:val="none" w:sz="0" w:space="0" w:color="auto"/>
        <w:right w:val="none" w:sz="0" w:space="0" w:color="auto"/>
      </w:divBdr>
    </w:div>
    <w:div w:id="1052388480">
      <w:bodyDiv w:val="1"/>
      <w:marLeft w:val="0"/>
      <w:marRight w:val="0"/>
      <w:marTop w:val="0"/>
      <w:marBottom w:val="0"/>
      <w:divBdr>
        <w:top w:val="none" w:sz="0" w:space="0" w:color="auto"/>
        <w:left w:val="none" w:sz="0" w:space="0" w:color="auto"/>
        <w:bottom w:val="none" w:sz="0" w:space="0" w:color="auto"/>
        <w:right w:val="none" w:sz="0" w:space="0" w:color="auto"/>
      </w:divBdr>
    </w:div>
    <w:div w:id="1497918973">
      <w:bodyDiv w:val="1"/>
      <w:marLeft w:val="0"/>
      <w:marRight w:val="0"/>
      <w:marTop w:val="0"/>
      <w:marBottom w:val="0"/>
      <w:divBdr>
        <w:top w:val="none" w:sz="0" w:space="0" w:color="auto"/>
        <w:left w:val="none" w:sz="0" w:space="0" w:color="auto"/>
        <w:bottom w:val="none" w:sz="0" w:space="0" w:color="auto"/>
        <w:right w:val="none" w:sz="0" w:space="0" w:color="auto"/>
      </w:divBdr>
    </w:div>
    <w:div w:id="1709260942">
      <w:bodyDiv w:val="1"/>
      <w:marLeft w:val="0"/>
      <w:marRight w:val="0"/>
      <w:marTop w:val="0"/>
      <w:marBottom w:val="0"/>
      <w:divBdr>
        <w:top w:val="none" w:sz="0" w:space="0" w:color="auto"/>
        <w:left w:val="none" w:sz="0" w:space="0" w:color="auto"/>
        <w:bottom w:val="none" w:sz="0" w:space="0" w:color="auto"/>
        <w:right w:val="none" w:sz="0" w:space="0" w:color="auto"/>
      </w:divBdr>
    </w:div>
    <w:div w:id="1823349343">
      <w:bodyDiv w:val="1"/>
      <w:marLeft w:val="0"/>
      <w:marRight w:val="0"/>
      <w:marTop w:val="0"/>
      <w:marBottom w:val="0"/>
      <w:divBdr>
        <w:top w:val="none" w:sz="0" w:space="0" w:color="auto"/>
        <w:left w:val="none" w:sz="0" w:space="0" w:color="auto"/>
        <w:bottom w:val="none" w:sz="0" w:space="0" w:color="auto"/>
        <w:right w:val="none" w:sz="0" w:space="0" w:color="auto"/>
      </w:divBdr>
    </w:div>
    <w:div w:id="193222843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tary.org/myrotary/ja/document/report-supplement-microcredit-projec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ownloads\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A7CC8D2757452CBDF557CC53F4A07F"/>
        <w:category>
          <w:name w:val="General"/>
          <w:gallery w:val="placeholder"/>
        </w:category>
        <w:types>
          <w:type w:val="bbPlcHdr"/>
        </w:types>
        <w:behaviors>
          <w:behavior w:val="content"/>
        </w:behaviors>
        <w:guid w:val="{2EFE9192-1B07-4FE9-91DB-87DA9A3A7571}"/>
      </w:docPartPr>
      <w:docPartBody>
        <w:p w:rsidR="003F2C5E" w:rsidRDefault="00FB31A9" w:rsidP="00FB31A9">
          <w:pPr>
            <w:pStyle w:val="68A7CC8D2757452CBDF557CC53F4A07F2"/>
          </w:pPr>
          <w:r>
            <w:rPr>
              <w:rStyle w:val="a3"/>
              <w:rFonts w:ascii="Times New Roman" w:eastAsia="ＭＳ Ｐ明朝" w:hAnsi="Times New Roman"/>
              <w:lang w:eastAsia="ja-JP"/>
            </w:rPr>
            <w:t>クリックして日付を入力</w:t>
          </w:r>
        </w:p>
      </w:docPartBody>
    </w:docPart>
    <w:docPart>
      <w:docPartPr>
        <w:name w:val="EF73A14A0838413D96DFA960A4E70E72"/>
        <w:category>
          <w:name w:val="General"/>
          <w:gallery w:val="placeholder"/>
        </w:category>
        <w:types>
          <w:type w:val="bbPlcHdr"/>
        </w:types>
        <w:behaviors>
          <w:behavior w:val="content"/>
        </w:behaviors>
        <w:guid w:val="{F92EEBDD-85D7-4C5C-AD7B-6446066AE0DD}"/>
      </w:docPartPr>
      <w:docPartBody>
        <w:p w:rsidR="003F2C5E" w:rsidRDefault="00FB31A9" w:rsidP="00FB31A9">
          <w:pPr>
            <w:pStyle w:val="EF73A14A0838413D96DFA960A4E70E722"/>
          </w:pPr>
          <w:r>
            <w:rPr>
              <w:rStyle w:val="a3"/>
              <w:rFonts w:ascii="Times New Roman" w:eastAsia="ＭＳ Ｐ明朝" w:hAnsi="Times New Roman"/>
            </w:rPr>
            <w:t>クリックして入力</w:t>
          </w:r>
        </w:p>
      </w:docPartBody>
    </w:docPart>
    <w:docPart>
      <w:docPartPr>
        <w:name w:val="867EBAFD47BA4703842F10083B11A7A9"/>
        <w:category>
          <w:name w:val="General"/>
          <w:gallery w:val="placeholder"/>
        </w:category>
        <w:types>
          <w:type w:val="bbPlcHdr"/>
        </w:types>
        <w:behaviors>
          <w:behavior w:val="content"/>
        </w:behaviors>
        <w:guid w:val="{B2F96F35-18B1-4912-BB71-E3B12F7930AE}"/>
      </w:docPartPr>
      <w:docPartBody>
        <w:p w:rsidR="003F2C5E" w:rsidRDefault="00FB31A9" w:rsidP="00FB31A9">
          <w:pPr>
            <w:pStyle w:val="867EBAFD47BA4703842F10083B11A7A92"/>
          </w:pPr>
          <w:r>
            <w:rPr>
              <w:rStyle w:val="a3"/>
              <w:rFonts w:ascii="Times New Roman" w:eastAsia="ＭＳ Ｐ明朝" w:hAnsi="Times New Roman"/>
            </w:rPr>
            <w:t>項目を選択</w:t>
          </w:r>
        </w:p>
      </w:docPartBody>
    </w:docPart>
    <w:docPart>
      <w:docPartPr>
        <w:name w:val="A8EC2420992649C6BCB4C2DECF3647D7"/>
        <w:category>
          <w:name w:val="General"/>
          <w:gallery w:val="placeholder"/>
        </w:category>
        <w:types>
          <w:type w:val="bbPlcHdr"/>
        </w:types>
        <w:behaviors>
          <w:behavior w:val="content"/>
        </w:behaviors>
        <w:guid w:val="{4E1F355E-DCE8-4F1D-B586-C2EE4E8D7F84}"/>
      </w:docPartPr>
      <w:docPartBody>
        <w:p w:rsidR="003F2C5E" w:rsidRDefault="00FB31A9" w:rsidP="00FB31A9">
          <w:pPr>
            <w:pStyle w:val="A8EC2420992649C6BCB4C2DECF3647D71"/>
          </w:pPr>
          <w:r>
            <w:rPr>
              <w:rStyle w:val="a3"/>
              <w:rFonts w:ascii="Times New Roman" w:eastAsia="ＭＳ Ｐ明朝" w:hAnsi="Times New Roman"/>
            </w:rPr>
            <w:t>クリックして入力</w:t>
          </w:r>
        </w:p>
      </w:docPartBody>
    </w:docPart>
    <w:docPart>
      <w:docPartPr>
        <w:name w:val="55B3C7EA5FE94B53A717B65F939EE864"/>
        <w:category>
          <w:name w:val="General"/>
          <w:gallery w:val="placeholder"/>
        </w:category>
        <w:types>
          <w:type w:val="bbPlcHdr"/>
        </w:types>
        <w:behaviors>
          <w:behavior w:val="content"/>
        </w:behaviors>
        <w:guid w:val="{1F6BAEDC-EF21-4523-924B-932283980664}"/>
      </w:docPartPr>
      <w:docPartBody>
        <w:p w:rsidR="003F2C5E" w:rsidRDefault="00FB31A9" w:rsidP="00FB31A9">
          <w:pPr>
            <w:pStyle w:val="55B3C7EA5FE94B53A717B65F939EE8641"/>
          </w:pPr>
          <w:r>
            <w:rPr>
              <w:rStyle w:val="a3"/>
              <w:rFonts w:ascii="Times New Roman" w:eastAsia="ＭＳ Ｐ明朝" w:hAnsi="Times New Roman"/>
            </w:rPr>
            <w:t>クリックして入力</w:t>
          </w:r>
        </w:p>
      </w:docPartBody>
    </w:docPart>
    <w:docPart>
      <w:docPartPr>
        <w:name w:val="C3C24E48D74546F59C5372D0D82592B5"/>
        <w:category>
          <w:name w:val="General"/>
          <w:gallery w:val="placeholder"/>
        </w:category>
        <w:types>
          <w:type w:val="bbPlcHdr"/>
        </w:types>
        <w:behaviors>
          <w:behavior w:val="content"/>
        </w:behaviors>
        <w:guid w:val="{CB6F2CC1-9A9A-4504-A2FC-F68637CA7A03}"/>
      </w:docPartPr>
      <w:docPartBody>
        <w:p w:rsidR="003F2C5E" w:rsidRDefault="00FB31A9" w:rsidP="00FB31A9">
          <w:pPr>
            <w:pStyle w:val="C3C24E48D74546F59C5372D0D82592B51"/>
          </w:pPr>
          <w:r>
            <w:rPr>
              <w:rStyle w:val="a3"/>
              <w:rFonts w:ascii="Times New Roman" w:eastAsia="ＭＳ Ｐ明朝" w:hAnsi="Times New Roman"/>
            </w:rPr>
            <w:t>クリックして入力</w:t>
          </w:r>
        </w:p>
      </w:docPartBody>
    </w:docPart>
    <w:docPart>
      <w:docPartPr>
        <w:name w:val="54C012F39C4048F990438D6156247F14"/>
        <w:category>
          <w:name w:val="General"/>
          <w:gallery w:val="placeholder"/>
        </w:category>
        <w:types>
          <w:type w:val="bbPlcHdr"/>
        </w:types>
        <w:behaviors>
          <w:behavior w:val="content"/>
        </w:behaviors>
        <w:guid w:val="{E50E9762-9FFA-473C-A393-10FEE2D5185F}"/>
      </w:docPartPr>
      <w:docPartBody>
        <w:p w:rsidR="003F2C5E" w:rsidRDefault="00FB31A9" w:rsidP="00FB31A9">
          <w:pPr>
            <w:pStyle w:val="54C012F39C4048F990438D6156247F141"/>
          </w:pPr>
          <w:r>
            <w:rPr>
              <w:rStyle w:val="a3"/>
              <w:rFonts w:ascii="Times New Roman" w:eastAsia="ＭＳ Ｐ明朝" w:hAnsi="Times New Roman"/>
            </w:rPr>
            <w:t>クリックして入力</w:t>
          </w:r>
        </w:p>
      </w:docPartBody>
    </w:docPart>
    <w:docPart>
      <w:docPartPr>
        <w:name w:val="9400841D81CA478A880991D1B4CE866E"/>
        <w:category>
          <w:name w:val="General"/>
          <w:gallery w:val="placeholder"/>
        </w:category>
        <w:types>
          <w:type w:val="bbPlcHdr"/>
        </w:types>
        <w:behaviors>
          <w:behavior w:val="content"/>
        </w:behaviors>
        <w:guid w:val="{44C76351-4D68-49F2-A5AF-9A9923BE1918}"/>
      </w:docPartPr>
      <w:docPartBody>
        <w:p w:rsidR="003F2C5E" w:rsidRDefault="00FB31A9" w:rsidP="00FB31A9">
          <w:pPr>
            <w:pStyle w:val="9400841D81CA478A880991D1B4CE866E1"/>
          </w:pPr>
          <w:r>
            <w:rPr>
              <w:rStyle w:val="a3"/>
              <w:rFonts w:ascii="Times New Roman" w:eastAsia="ＭＳ Ｐ明朝" w:hAnsi="Times New Roman"/>
            </w:rPr>
            <w:t>クリックして入力</w:t>
          </w:r>
        </w:p>
      </w:docPartBody>
    </w:docPart>
    <w:docPart>
      <w:docPartPr>
        <w:name w:val="3F2B7C24B6E745A28BDA845DA4E0B18D"/>
        <w:category>
          <w:name w:val="General"/>
          <w:gallery w:val="placeholder"/>
        </w:category>
        <w:types>
          <w:type w:val="bbPlcHdr"/>
        </w:types>
        <w:behaviors>
          <w:behavior w:val="content"/>
        </w:behaviors>
        <w:guid w:val="{EB94F378-EBBC-40EA-868E-86F412156FB5}"/>
      </w:docPartPr>
      <w:docPartBody>
        <w:p w:rsidR="00554885" w:rsidRDefault="00FB31A9" w:rsidP="00FB31A9">
          <w:pPr>
            <w:pStyle w:val="3F2B7C24B6E745A28BDA845DA4E0B18D1"/>
          </w:pPr>
          <w:r>
            <w:rPr>
              <w:rFonts w:ascii="Times New Roman" w:eastAsia="ＭＳ Ｐ明朝" w:hAnsi="Times New Roman" w:hint="eastAsia"/>
              <w:lang w:eastAsia="ja-JP"/>
            </w:rPr>
            <w:t>ここをクリックして入力</w:t>
          </w:r>
        </w:p>
      </w:docPartBody>
    </w:docPart>
    <w:docPart>
      <w:docPartPr>
        <w:name w:val="9546BFA8795A45479B9BCCC087816BA0"/>
        <w:category>
          <w:name w:val="General"/>
          <w:gallery w:val="placeholder"/>
        </w:category>
        <w:types>
          <w:type w:val="bbPlcHdr"/>
        </w:types>
        <w:behaviors>
          <w:behavior w:val="content"/>
        </w:behaviors>
        <w:guid w:val="{B191EB07-9EAB-4987-A87B-C8D0C97CA142}"/>
      </w:docPartPr>
      <w:docPartBody>
        <w:p w:rsidR="00554885" w:rsidRDefault="00FB31A9" w:rsidP="00FB31A9">
          <w:pPr>
            <w:pStyle w:val="9546BFA8795A45479B9BCCC087816BA01"/>
          </w:pPr>
          <w:r>
            <w:rPr>
              <w:rStyle w:val="a3"/>
              <w:rFonts w:ascii="Times New Roman" w:eastAsia="ＭＳ Ｐ明朝" w:hAnsi="Times New Roman"/>
              <w:lang w:eastAsia="ja-JP"/>
            </w:rPr>
            <w:t>ここをクリックして入力</w:t>
          </w:r>
        </w:p>
      </w:docPartBody>
    </w:docPart>
    <w:docPart>
      <w:docPartPr>
        <w:name w:val="63AEBCF569D145F284CC61EEDD52059C"/>
        <w:category>
          <w:name w:val="General"/>
          <w:gallery w:val="placeholder"/>
        </w:category>
        <w:types>
          <w:type w:val="bbPlcHdr"/>
        </w:types>
        <w:behaviors>
          <w:behavior w:val="content"/>
        </w:behaviors>
        <w:guid w:val="{13768447-AA29-40ED-AD19-AB48F41C88E7}"/>
      </w:docPartPr>
      <w:docPartBody>
        <w:p w:rsidR="00554885" w:rsidRDefault="00FB31A9" w:rsidP="00FB31A9">
          <w:pPr>
            <w:pStyle w:val="63AEBCF569D145F284CC61EEDD52059C1"/>
          </w:pPr>
          <w:r>
            <w:rPr>
              <w:rStyle w:val="a3"/>
              <w:rFonts w:ascii="Times New Roman" w:eastAsia="ＭＳ Ｐ明朝" w:hAnsi="Times New Roman"/>
              <w:lang w:eastAsia="ja-JP"/>
            </w:rPr>
            <w:t>ここをクリックして入力</w:t>
          </w:r>
        </w:p>
      </w:docPartBody>
    </w:docPart>
    <w:docPart>
      <w:docPartPr>
        <w:name w:val="7913808707984F04823F4EC623DDE771"/>
        <w:category>
          <w:name w:val="General"/>
          <w:gallery w:val="placeholder"/>
        </w:category>
        <w:types>
          <w:type w:val="bbPlcHdr"/>
        </w:types>
        <w:behaviors>
          <w:behavior w:val="content"/>
        </w:behaviors>
        <w:guid w:val="{840CD370-68A1-4B26-BD51-0B94E495D7AC}"/>
      </w:docPartPr>
      <w:docPartBody>
        <w:p w:rsidR="00554885" w:rsidRDefault="00FB31A9" w:rsidP="00FB31A9">
          <w:pPr>
            <w:pStyle w:val="7913808707984F04823F4EC623DDE7711"/>
          </w:pPr>
          <w:r>
            <w:rPr>
              <w:rStyle w:val="a3"/>
              <w:rFonts w:ascii="Times New Roman" w:eastAsia="ＭＳ Ｐ明朝" w:hAnsi="Times New Roman"/>
              <w:lang w:eastAsia="ja-JP"/>
            </w:rPr>
            <w:t>ここをクリックして入力</w:t>
          </w:r>
        </w:p>
      </w:docPartBody>
    </w:docPart>
    <w:docPart>
      <w:docPartPr>
        <w:name w:val="FB05B2534ED746DA826E0D0B59E4E4C7"/>
        <w:category>
          <w:name w:val="General"/>
          <w:gallery w:val="placeholder"/>
        </w:category>
        <w:types>
          <w:type w:val="bbPlcHdr"/>
        </w:types>
        <w:behaviors>
          <w:behavior w:val="content"/>
        </w:behaviors>
        <w:guid w:val="{E3669928-5F17-45FD-A03A-0CE14C526BBD}"/>
      </w:docPartPr>
      <w:docPartBody>
        <w:p w:rsidR="00554885" w:rsidRDefault="00FB31A9" w:rsidP="00FB31A9">
          <w:pPr>
            <w:pStyle w:val="FB05B2534ED746DA826E0D0B59E4E4C71"/>
          </w:pPr>
          <w:r>
            <w:rPr>
              <w:rStyle w:val="a3"/>
              <w:rFonts w:ascii="Times New Roman" w:eastAsia="ＭＳ Ｐ明朝" w:hAnsi="Times New Roman"/>
            </w:rPr>
            <w:t>項目を選択</w:t>
          </w:r>
        </w:p>
      </w:docPartBody>
    </w:docPart>
    <w:docPart>
      <w:docPartPr>
        <w:name w:val="BC73DFF7B6F346B7B01ACE35AFED8077"/>
        <w:category>
          <w:name w:val="General"/>
          <w:gallery w:val="placeholder"/>
        </w:category>
        <w:types>
          <w:type w:val="bbPlcHdr"/>
        </w:types>
        <w:behaviors>
          <w:behavior w:val="content"/>
        </w:behaviors>
        <w:guid w:val="{610DDEBD-73F7-4FE4-A74F-43E7DE2AF68A}"/>
      </w:docPartPr>
      <w:docPartBody>
        <w:p w:rsidR="00554885" w:rsidRDefault="00FB31A9" w:rsidP="00FB31A9">
          <w:pPr>
            <w:pStyle w:val="BC73DFF7B6F346B7B01ACE35AFED80771"/>
          </w:pPr>
          <w:r>
            <w:rPr>
              <w:rStyle w:val="a3"/>
              <w:rFonts w:ascii="Times New Roman" w:eastAsia="ＭＳ Ｐ明朝" w:hAnsi="Times New Roman"/>
              <w:lang w:eastAsia="ja-JP"/>
            </w:rPr>
            <w:t>ここをクリックして入力</w:t>
          </w:r>
        </w:p>
      </w:docPartBody>
    </w:docPart>
    <w:docPart>
      <w:docPartPr>
        <w:name w:val="958605BDBABA450C84E057286D0F555F"/>
        <w:category>
          <w:name w:val="General"/>
          <w:gallery w:val="placeholder"/>
        </w:category>
        <w:types>
          <w:type w:val="bbPlcHdr"/>
        </w:types>
        <w:behaviors>
          <w:behavior w:val="content"/>
        </w:behaviors>
        <w:guid w:val="{0583E892-4A19-4DA7-9EA8-4DE4B087D922}"/>
      </w:docPartPr>
      <w:docPartBody>
        <w:p w:rsidR="00554885" w:rsidRDefault="00FB31A9" w:rsidP="00FB31A9">
          <w:pPr>
            <w:pStyle w:val="958605BDBABA450C84E057286D0F555F1"/>
          </w:pPr>
          <w:r>
            <w:rPr>
              <w:rStyle w:val="a3"/>
              <w:rFonts w:ascii="Times New Roman" w:eastAsia="ＭＳ Ｐ明朝" w:hAnsi="Times New Roman"/>
              <w:lang w:eastAsia="ja-JP"/>
            </w:rPr>
            <w:t>ここをクリックして入力</w:t>
          </w:r>
        </w:p>
      </w:docPartBody>
    </w:docPart>
    <w:docPart>
      <w:docPartPr>
        <w:name w:val="39068A38A7674024B8B098D565B76354"/>
        <w:category>
          <w:name w:val="General"/>
          <w:gallery w:val="placeholder"/>
        </w:category>
        <w:types>
          <w:type w:val="bbPlcHdr"/>
        </w:types>
        <w:behaviors>
          <w:behavior w:val="content"/>
        </w:behaviors>
        <w:guid w:val="{A066DDB8-C8A4-4549-B90C-8AE7FC8633C6}"/>
      </w:docPartPr>
      <w:docPartBody>
        <w:p w:rsidR="00554885" w:rsidRDefault="00FB31A9" w:rsidP="00FB31A9">
          <w:pPr>
            <w:pStyle w:val="39068A38A7674024B8B098D565B763541"/>
          </w:pPr>
          <w:r>
            <w:rPr>
              <w:rStyle w:val="a3"/>
              <w:rFonts w:ascii="Times New Roman" w:eastAsia="ＭＳ Ｐ明朝" w:hAnsi="Times New Roman"/>
            </w:rPr>
            <w:t>項目を選択</w:t>
          </w:r>
        </w:p>
      </w:docPartBody>
    </w:docPart>
    <w:docPart>
      <w:docPartPr>
        <w:name w:val="1CC874D502C94754B5FB040F5CD04177"/>
        <w:category>
          <w:name w:val="General"/>
          <w:gallery w:val="placeholder"/>
        </w:category>
        <w:types>
          <w:type w:val="bbPlcHdr"/>
        </w:types>
        <w:behaviors>
          <w:behavior w:val="content"/>
        </w:behaviors>
        <w:guid w:val="{93A786EC-CB2A-419C-A2FE-7AC9D4C88C3E}"/>
      </w:docPartPr>
      <w:docPartBody>
        <w:p w:rsidR="00554885" w:rsidRDefault="00FB31A9" w:rsidP="00FB31A9">
          <w:pPr>
            <w:pStyle w:val="1CC874D502C94754B5FB040F5CD041771"/>
          </w:pPr>
          <w:r>
            <w:rPr>
              <w:rStyle w:val="a3"/>
              <w:rFonts w:ascii="Times New Roman" w:eastAsia="ＭＳ Ｐ明朝" w:hAnsi="Times New Roman"/>
              <w:lang w:eastAsia="ja-JP"/>
            </w:rPr>
            <w:t>ここをクリックして入力</w:t>
          </w:r>
        </w:p>
      </w:docPartBody>
    </w:docPart>
    <w:docPart>
      <w:docPartPr>
        <w:name w:val="401BBD670CBE45249DEB7579FBC3DA8B"/>
        <w:category>
          <w:name w:val="General"/>
          <w:gallery w:val="placeholder"/>
        </w:category>
        <w:types>
          <w:type w:val="bbPlcHdr"/>
        </w:types>
        <w:behaviors>
          <w:behavior w:val="content"/>
        </w:behaviors>
        <w:guid w:val="{C7921E15-20AF-472B-AF93-B16143E95B7C}"/>
      </w:docPartPr>
      <w:docPartBody>
        <w:p w:rsidR="00554885" w:rsidRDefault="00FB31A9" w:rsidP="00FB31A9">
          <w:pPr>
            <w:pStyle w:val="401BBD670CBE45249DEB7579FBC3DA8B1"/>
          </w:pPr>
          <w:r>
            <w:rPr>
              <w:rStyle w:val="a3"/>
              <w:rFonts w:ascii="Times New Roman" w:eastAsia="ＭＳ Ｐ明朝" w:hAnsi="Times New Roman"/>
              <w:lang w:eastAsia="ja-JP"/>
            </w:rPr>
            <w:t>ここをクリックして入力</w:t>
          </w:r>
        </w:p>
      </w:docPartBody>
    </w:docPart>
    <w:docPart>
      <w:docPartPr>
        <w:name w:val="631784A97E62453B8B3238A646178381"/>
        <w:category>
          <w:name w:val="General"/>
          <w:gallery w:val="placeholder"/>
        </w:category>
        <w:types>
          <w:type w:val="bbPlcHdr"/>
        </w:types>
        <w:behaviors>
          <w:behavior w:val="content"/>
        </w:behaviors>
        <w:guid w:val="{BD38ECA4-5E13-4FE8-90B7-241738DA26A0}"/>
      </w:docPartPr>
      <w:docPartBody>
        <w:p w:rsidR="00554885" w:rsidRDefault="00FB31A9" w:rsidP="00FB31A9">
          <w:pPr>
            <w:pStyle w:val="631784A97E62453B8B3238A6461783811"/>
          </w:pPr>
          <w:r>
            <w:rPr>
              <w:rStyle w:val="a3"/>
              <w:rFonts w:ascii="Times New Roman" w:eastAsia="ＭＳ Ｐ明朝" w:hAnsi="Times New Roman"/>
              <w:lang w:eastAsia="ja-JP"/>
            </w:rPr>
            <w:t>ここをクリックして入力</w:t>
          </w:r>
        </w:p>
      </w:docPartBody>
    </w:docPart>
    <w:docPart>
      <w:docPartPr>
        <w:name w:val="216290B0AD694469A919A23953867424"/>
        <w:category>
          <w:name w:val="General"/>
          <w:gallery w:val="placeholder"/>
        </w:category>
        <w:types>
          <w:type w:val="bbPlcHdr"/>
        </w:types>
        <w:behaviors>
          <w:behavior w:val="content"/>
        </w:behaviors>
        <w:guid w:val="{2155AC47-05EA-4334-96D4-445D1C2FA721}"/>
      </w:docPartPr>
      <w:docPartBody>
        <w:p w:rsidR="00554885" w:rsidRDefault="00FB31A9" w:rsidP="00FB31A9">
          <w:pPr>
            <w:pStyle w:val="216290B0AD694469A919A239538674241"/>
          </w:pPr>
          <w:r>
            <w:rPr>
              <w:rStyle w:val="a3"/>
              <w:rFonts w:ascii="Times New Roman" w:eastAsia="ＭＳ Ｐ明朝" w:hAnsi="Times New Roman"/>
              <w:lang w:eastAsia="ja-JP"/>
            </w:rPr>
            <w:t>ここをクリックして入力</w:t>
          </w:r>
        </w:p>
      </w:docPartBody>
    </w:docPart>
    <w:docPart>
      <w:docPartPr>
        <w:name w:val="07183D78AC1241FBBF9F1DDE8CA04316"/>
        <w:category>
          <w:name w:val="General"/>
          <w:gallery w:val="placeholder"/>
        </w:category>
        <w:types>
          <w:type w:val="bbPlcHdr"/>
        </w:types>
        <w:behaviors>
          <w:behavior w:val="content"/>
        </w:behaviors>
        <w:guid w:val="{83C90F54-9B04-4B43-8A81-4274B0D6D9FB}"/>
      </w:docPartPr>
      <w:docPartBody>
        <w:p w:rsidR="00554885" w:rsidRDefault="00FB31A9" w:rsidP="00FB31A9">
          <w:pPr>
            <w:pStyle w:val="07183D78AC1241FBBF9F1DDE8CA043161"/>
          </w:pPr>
          <w:r>
            <w:rPr>
              <w:rStyle w:val="a3"/>
              <w:rFonts w:ascii="Times New Roman" w:eastAsia="ＭＳ Ｐ明朝" w:hAnsi="Times New Roman"/>
              <w:lang w:eastAsia="ja-JP"/>
            </w:rPr>
            <w:t>ここをクリックして入力</w:t>
          </w:r>
        </w:p>
      </w:docPartBody>
    </w:docPart>
    <w:docPart>
      <w:docPartPr>
        <w:name w:val="A56DEF1BFBD444CF8FBC9441CF5FCBB8"/>
        <w:category>
          <w:name w:val="General"/>
          <w:gallery w:val="placeholder"/>
        </w:category>
        <w:types>
          <w:type w:val="bbPlcHdr"/>
        </w:types>
        <w:behaviors>
          <w:behavior w:val="content"/>
        </w:behaviors>
        <w:guid w:val="{E591381D-C184-4EC1-8033-CD0B0E4B82DC}"/>
      </w:docPartPr>
      <w:docPartBody>
        <w:p w:rsidR="00554885" w:rsidRDefault="00FB31A9" w:rsidP="00FB31A9">
          <w:pPr>
            <w:pStyle w:val="A56DEF1BFBD444CF8FBC9441CF5FCBB81"/>
          </w:pPr>
          <w:r>
            <w:rPr>
              <w:rStyle w:val="a3"/>
              <w:rFonts w:ascii="Times New Roman" w:eastAsia="ＭＳ Ｐ明朝" w:hAnsi="Times New Roman"/>
              <w:lang w:eastAsia="ja-JP"/>
            </w:rPr>
            <w:t>ここをクリックして入力</w:t>
          </w:r>
        </w:p>
      </w:docPartBody>
    </w:docPart>
    <w:docPart>
      <w:docPartPr>
        <w:name w:val="6E84AB7A707B465EAF4E3A15A9E83FA3"/>
        <w:category>
          <w:name w:val="General"/>
          <w:gallery w:val="placeholder"/>
        </w:category>
        <w:types>
          <w:type w:val="bbPlcHdr"/>
        </w:types>
        <w:behaviors>
          <w:behavior w:val="content"/>
        </w:behaviors>
        <w:guid w:val="{9FB2CDA9-7400-4A2A-97C7-FECC344559A9}"/>
      </w:docPartPr>
      <w:docPartBody>
        <w:p w:rsidR="00554885" w:rsidRDefault="00FB31A9" w:rsidP="00FB31A9">
          <w:pPr>
            <w:pStyle w:val="6E84AB7A707B465EAF4E3A15A9E83FA31"/>
          </w:pPr>
          <w:r>
            <w:rPr>
              <w:rStyle w:val="a3"/>
              <w:rFonts w:ascii="Times New Roman" w:eastAsia="ＭＳ Ｐ明朝" w:hAnsi="Times New Roman"/>
              <w:lang w:eastAsia="ja-JP"/>
            </w:rPr>
            <w:t>ここをクリックして入力</w:t>
          </w:r>
        </w:p>
      </w:docPartBody>
    </w:docPart>
    <w:docPart>
      <w:docPartPr>
        <w:name w:val="B18C633BDC5F413491432BE51369EC1E"/>
        <w:category>
          <w:name w:val="General"/>
          <w:gallery w:val="placeholder"/>
        </w:category>
        <w:types>
          <w:type w:val="bbPlcHdr"/>
        </w:types>
        <w:behaviors>
          <w:behavior w:val="content"/>
        </w:behaviors>
        <w:guid w:val="{358E39AC-50B5-493D-AFDA-325F51B8172C}"/>
      </w:docPartPr>
      <w:docPartBody>
        <w:p w:rsidR="00554885" w:rsidRDefault="00FB31A9" w:rsidP="00FB31A9">
          <w:pPr>
            <w:pStyle w:val="B18C633BDC5F413491432BE51369EC1E1"/>
          </w:pPr>
          <w:r>
            <w:rPr>
              <w:rStyle w:val="a3"/>
              <w:rFonts w:ascii="Times New Roman" w:eastAsia="ＭＳ Ｐ明朝" w:hAnsi="Times New Roman"/>
              <w:lang w:eastAsia="ja-JP"/>
            </w:rPr>
            <w:t>ここをクリックして入力</w:t>
          </w:r>
        </w:p>
      </w:docPartBody>
    </w:docPart>
    <w:docPart>
      <w:docPartPr>
        <w:name w:val="1597530137BC4A81900AC0770A0E8A5A"/>
        <w:category>
          <w:name w:val="General"/>
          <w:gallery w:val="placeholder"/>
        </w:category>
        <w:types>
          <w:type w:val="bbPlcHdr"/>
        </w:types>
        <w:behaviors>
          <w:behavior w:val="content"/>
        </w:behaviors>
        <w:guid w:val="{E451E5DC-D8E5-4360-8B39-DE75E6D802F0}"/>
      </w:docPartPr>
      <w:docPartBody>
        <w:p w:rsidR="00554885" w:rsidRDefault="00FB31A9" w:rsidP="00FB31A9">
          <w:pPr>
            <w:pStyle w:val="1597530137BC4A81900AC0770A0E8A5A1"/>
          </w:pPr>
          <w:r>
            <w:rPr>
              <w:rStyle w:val="a3"/>
              <w:rFonts w:ascii="Times New Roman" w:eastAsia="ＭＳ Ｐ明朝" w:hAnsi="Times New Roman"/>
            </w:rPr>
            <w:t>項目を選択</w:t>
          </w:r>
        </w:p>
      </w:docPartBody>
    </w:docPart>
    <w:docPart>
      <w:docPartPr>
        <w:name w:val="4CAEB474E95440E1ADDF88C0EE4D01E7"/>
        <w:category>
          <w:name w:val="General"/>
          <w:gallery w:val="placeholder"/>
        </w:category>
        <w:types>
          <w:type w:val="bbPlcHdr"/>
        </w:types>
        <w:behaviors>
          <w:behavior w:val="content"/>
        </w:behaviors>
        <w:guid w:val="{0D8D5FD6-C68B-42B8-99B9-F1B48B9AD811}"/>
      </w:docPartPr>
      <w:docPartBody>
        <w:p w:rsidR="00554885" w:rsidRDefault="00FB31A9" w:rsidP="00FB31A9">
          <w:pPr>
            <w:pStyle w:val="4CAEB474E95440E1ADDF88C0EE4D01E71"/>
          </w:pPr>
          <w:r>
            <w:rPr>
              <w:rStyle w:val="a3"/>
              <w:rFonts w:ascii="Times New Roman" w:eastAsia="ＭＳ Ｐ明朝" w:hAnsi="Times New Roman"/>
              <w:lang w:eastAsia="ja-JP"/>
            </w:rPr>
            <w:t>ここをクリックして入力</w:t>
          </w:r>
        </w:p>
      </w:docPartBody>
    </w:docPart>
    <w:docPart>
      <w:docPartPr>
        <w:name w:val="2FE97E5A34404E6797D23683C87C8617"/>
        <w:category>
          <w:name w:val="General"/>
          <w:gallery w:val="placeholder"/>
        </w:category>
        <w:types>
          <w:type w:val="bbPlcHdr"/>
        </w:types>
        <w:behaviors>
          <w:behavior w:val="content"/>
        </w:behaviors>
        <w:guid w:val="{00A7E073-9D8E-4BEE-9C94-621A70ECB7CE}"/>
      </w:docPartPr>
      <w:docPartBody>
        <w:p w:rsidR="00554885" w:rsidRDefault="00FB31A9" w:rsidP="00FB31A9">
          <w:pPr>
            <w:pStyle w:val="2FE97E5A34404E6797D23683C87C86171"/>
          </w:pPr>
          <w:r>
            <w:rPr>
              <w:rStyle w:val="a3"/>
              <w:rFonts w:ascii="Times New Roman" w:eastAsia="ＭＳ Ｐ明朝" w:hAnsi="Times New Roman"/>
              <w:lang w:eastAsia="ja-JP"/>
            </w:rPr>
            <w:t>ここをクリックして入力</w:t>
          </w:r>
        </w:p>
      </w:docPartBody>
    </w:docPart>
    <w:docPart>
      <w:docPartPr>
        <w:name w:val="1FFA87E150FF48B394B49802C704B50B"/>
        <w:category>
          <w:name w:val="General"/>
          <w:gallery w:val="placeholder"/>
        </w:category>
        <w:types>
          <w:type w:val="bbPlcHdr"/>
        </w:types>
        <w:behaviors>
          <w:behavior w:val="content"/>
        </w:behaviors>
        <w:guid w:val="{306CB3F6-5C8D-4B64-88A5-B3AC45856FD3}"/>
      </w:docPartPr>
      <w:docPartBody>
        <w:p w:rsidR="00554885" w:rsidRDefault="00FB31A9" w:rsidP="00FB31A9">
          <w:pPr>
            <w:pStyle w:val="1FFA87E150FF48B394B49802C704B50B1"/>
          </w:pPr>
          <w:r>
            <w:rPr>
              <w:rStyle w:val="a3"/>
              <w:rFonts w:ascii="Times New Roman" w:eastAsia="ＭＳ Ｐ明朝" w:hAnsi="Times New Roman"/>
              <w:lang w:eastAsia="ja-JP"/>
            </w:rPr>
            <w:t>ここをクリックして入力</w:t>
          </w:r>
        </w:p>
      </w:docPartBody>
    </w:docPart>
    <w:docPart>
      <w:docPartPr>
        <w:name w:val="0EF84FD7D09A456DA1E8BF55F1005E17"/>
        <w:category>
          <w:name w:val="General"/>
          <w:gallery w:val="placeholder"/>
        </w:category>
        <w:types>
          <w:type w:val="bbPlcHdr"/>
        </w:types>
        <w:behaviors>
          <w:behavior w:val="content"/>
        </w:behaviors>
        <w:guid w:val="{36C41D35-1526-4A27-8039-FD9F401E4D08}"/>
      </w:docPartPr>
      <w:docPartBody>
        <w:p w:rsidR="00554885" w:rsidRDefault="00FB31A9" w:rsidP="00FB31A9">
          <w:pPr>
            <w:pStyle w:val="0EF84FD7D09A456DA1E8BF55F1005E171"/>
          </w:pPr>
          <w:r>
            <w:rPr>
              <w:rStyle w:val="a3"/>
              <w:rFonts w:ascii="Times New Roman" w:eastAsia="ＭＳ Ｐ明朝" w:hAnsi="Times New Roman"/>
              <w:lang w:eastAsia="ja-JP"/>
            </w:rPr>
            <w:t>ここをクリックして入力</w:t>
          </w:r>
        </w:p>
      </w:docPartBody>
    </w:docPart>
    <w:docPart>
      <w:docPartPr>
        <w:name w:val="0810CA53A4014F059FF9056DC120CA41"/>
        <w:category>
          <w:name w:val="General"/>
          <w:gallery w:val="placeholder"/>
        </w:category>
        <w:types>
          <w:type w:val="bbPlcHdr"/>
        </w:types>
        <w:behaviors>
          <w:behavior w:val="content"/>
        </w:behaviors>
        <w:guid w:val="{FE35FE74-58F5-4084-ADB0-1585D9441231}"/>
      </w:docPartPr>
      <w:docPartBody>
        <w:p w:rsidR="00554885" w:rsidRDefault="00FB31A9" w:rsidP="00FB31A9">
          <w:pPr>
            <w:pStyle w:val="0810CA53A4014F059FF9056DC120CA411"/>
          </w:pPr>
          <w:r>
            <w:rPr>
              <w:rStyle w:val="a3"/>
              <w:rFonts w:ascii="Times New Roman" w:eastAsia="ＭＳ Ｐ明朝" w:hAnsi="Times New Roman"/>
              <w:lang w:eastAsia="ja-JP"/>
            </w:rPr>
            <w:t>ここをクリックして入力</w:t>
          </w:r>
        </w:p>
      </w:docPartBody>
    </w:docPart>
    <w:docPart>
      <w:docPartPr>
        <w:name w:val="E538D97C55254D4687E8BE3962847670"/>
        <w:category>
          <w:name w:val="General"/>
          <w:gallery w:val="placeholder"/>
        </w:category>
        <w:types>
          <w:type w:val="bbPlcHdr"/>
        </w:types>
        <w:behaviors>
          <w:behavior w:val="content"/>
        </w:behaviors>
        <w:guid w:val="{24C6BFEA-5F1D-460B-A5FC-751EBC0F177A}"/>
      </w:docPartPr>
      <w:docPartBody>
        <w:p w:rsidR="00554885" w:rsidRDefault="00FB31A9" w:rsidP="00FB31A9">
          <w:pPr>
            <w:pStyle w:val="E538D97C55254D4687E8BE39628476701"/>
          </w:pPr>
          <w:r>
            <w:rPr>
              <w:rStyle w:val="a3"/>
              <w:rFonts w:ascii="Times New Roman" w:eastAsia="ＭＳ Ｐ明朝" w:hAnsi="Times New Roman"/>
              <w:lang w:eastAsia="ja-JP"/>
            </w:rPr>
            <w:t>ここをクリックして入力</w:t>
          </w:r>
        </w:p>
      </w:docPartBody>
    </w:docPart>
    <w:docPart>
      <w:docPartPr>
        <w:name w:val="F22FD42028CE480C9EDB7F5EF2DA5567"/>
        <w:category>
          <w:name w:val="General"/>
          <w:gallery w:val="placeholder"/>
        </w:category>
        <w:types>
          <w:type w:val="bbPlcHdr"/>
        </w:types>
        <w:behaviors>
          <w:behavior w:val="content"/>
        </w:behaviors>
        <w:guid w:val="{B61ED05D-850A-4F0D-AF14-5641134C44F0}"/>
      </w:docPartPr>
      <w:docPartBody>
        <w:p w:rsidR="00554885" w:rsidRDefault="00FB31A9" w:rsidP="00FB31A9">
          <w:pPr>
            <w:pStyle w:val="F22FD42028CE480C9EDB7F5EF2DA55671"/>
          </w:pPr>
          <w:r>
            <w:rPr>
              <w:rStyle w:val="a3"/>
              <w:rFonts w:ascii="Times New Roman" w:eastAsia="ＭＳ Ｐ明朝" w:hAnsi="Times New Roman"/>
              <w:lang w:eastAsia="ja-JP"/>
            </w:rPr>
            <w:t>ここをクリックして入力</w:t>
          </w:r>
        </w:p>
      </w:docPartBody>
    </w:docPart>
    <w:docPart>
      <w:docPartPr>
        <w:name w:val="3DC3F0872EE24FF4A5B6875277C0230D"/>
        <w:category>
          <w:name w:val="General"/>
          <w:gallery w:val="placeholder"/>
        </w:category>
        <w:types>
          <w:type w:val="bbPlcHdr"/>
        </w:types>
        <w:behaviors>
          <w:behavior w:val="content"/>
        </w:behaviors>
        <w:guid w:val="{7AB4AF3E-3949-40B7-A540-86D352F40C76}"/>
      </w:docPartPr>
      <w:docPartBody>
        <w:p w:rsidR="00554885" w:rsidRDefault="00FB31A9" w:rsidP="00FB31A9">
          <w:pPr>
            <w:pStyle w:val="3DC3F0872EE24FF4A5B6875277C0230D1"/>
          </w:pPr>
          <w:r>
            <w:rPr>
              <w:rStyle w:val="a3"/>
              <w:rFonts w:ascii="Times New Roman" w:eastAsia="ＭＳ Ｐ明朝" w:hAnsi="Times New Roman"/>
              <w:lang w:eastAsia="ja-JP"/>
            </w:rPr>
            <w:t>ここをクリックして入力</w:t>
          </w:r>
        </w:p>
      </w:docPartBody>
    </w:docPart>
    <w:docPart>
      <w:docPartPr>
        <w:name w:val="F4670AB3F18A4320A09E9A86D54DD0AE"/>
        <w:category>
          <w:name w:val="General"/>
          <w:gallery w:val="placeholder"/>
        </w:category>
        <w:types>
          <w:type w:val="bbPlcHdr"/>
        </w:types>
        <w:behaviors>
          <w:behavior w:val="content"/>
        </w:behaviors>
        <w:guid w:val="{BA561BB9-D05E-426C-814E-5AAE85ADD056}"/>
      </w:docPartPr>
      <w:docPartBody>
        <w:p w:rsidR="00554885" w:rsidRDefault="00FB31A9" w:rsidP="00FB31A9">
          <w:pPr>
            <w:pStyle w:val="F4670AB3F18A4320A09E9A86D54DD0AE1"/>
          </w:pPr>
          <w:r>
            <w:rPr>
              <w:rStyle w:val="a3"/>
              <w:rFonts w:ascii="Times New Roman" w:eastAsia="ＭＳ Ｐ明朝" w:hAnsi="Times New Roman"/>
              <w:lang w:eastAsia="ja-JP"/>
            </w:rPr>
            <w:t>ここをクリックして入力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AC7"/>
    <w:rsid w:val="000D1437"/>
    <w:rsid w:val="00331EC8"/>
    <w:rsid w:val="003F2C5E"/>
    <w:rsid w:val="00554885"/>
    <w:rsid w:val="00751A85"/>
    <w:rsid w:val="00A83BBC"/>
    <w:rsid w:val="00AC1497"/>
    <w:rsid w:val="00B27721"/>
    <w:rsid w:val="00C13965"/>
    <w:rsid w:val="00CC1AC7"/>
    <w:rsid w:val="00FB3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FB31A9"/>
    <w:rPr>
      <w:color w:val="808080"/>
    </w:rPr>
  </w:style>
  <w:style w:type="paragraph" w:customStyle="1" w:styleId="3F2B7C24B6E745A28BDA845DA4E0B18D1">
    <w:name w:val="3F2B7C24B6E745A28BDA845DA4E0B18D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9546BFA8795A45479B9BCCC087816BA01">
    <w:name w:val="9546BFA8795A45479B9BCCC087816BA0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63AEBCF569D145F284CC61EEDD52059C1">
    <w:name w:val="63AEBCF569D145F284CC61EEDD52059C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7913808707984F04823F4EC623DDE7711">
    <w:name w:val="7913808707984F04823F4EC623DDE771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FB05B2534ED746DA826E0D0B59E4E4C71">
    <w:name w:val="FB05B2534ED746DA826E0D0B59E4E4C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BC73DFF7B6F346B7B01ACE35AFED80771">
    <w:name w:val="BC73DFF7B6F346B7B01ACE35AFED807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958605BDBABA450C84E057286D0F555F1">
    <w:name w:val="958605BDBABA450C84E057286D0F555F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39068A38A7674024B8B098D565B763541">
    <w:name w:val="39068A38A7674024B8B098D565B76354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1CC874D502C94754B5FB040F5CD041771">
    <w:name w:val="1CC874D502C94754B5FB040F5CD0417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401BBD670CBE45249DEB7579FBC3DA8B1">
    <w:name w:val="401BBD670CBE45249DEB7579FBC3DA8B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631784A97E62453B8B3238A6461783811">
    <w:name w:val="631784A97E62453B8B3238A646178381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216290B0AD694469A919A239538674241">
    <w:name w:val="216290B0AD694469A919A23953867424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07183D78AC1241FBBF9F1DDE8CA043161">
    <w:name w:val="07183D78AC1241FBBF9F1DDE8CA04316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A56DEF1BFBD444CF8FBC9441CF5FCBB81">
    <w:name w:val="A56DEF1BFBD444CF8FBC9441CF5FCBB8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6E84AB7A707B465EAF4E3A15A9E83FA31">
    <w:name w:val="6E84AB7A707B465EAF4E3A15A9E83FA3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B18C633BDC5F413491432BE51369EC1E1">
    <w:name w:val="B18C633BDC5F413491432BE51369EC1E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1597530137BC4A81900AC0770A0E8A5A1">
    <w:name w:val="1597530137BC4A81900AC0770A0E8A5A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3DC3F0872EE24FF4A5B6875277C0230D1">
    <w:name w:val="3DC3F0872EE24FF4A5B6875277C0230D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F4670AB3F18A4320A09E9A86D54DD0AE1">
    <w:name w:val="F4670AB3F18A4320A09E9A86D54DD0AE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68A7CC8D2757452CBDF557CC53F4A07F2">
    <w:name w:val="68A7CC8D2757452CBDF557CC53F4A07F2"/>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EF73A14A0838413D96DFA960A4E70E722">
    <w:name w:val="EF73A14A0838413D96DFA960A4E70E722"/>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867EBAFD47BA4703842F10083B11A7A92">
    <w:name w:val="867EBAFD47BA4703842F10083B11A7A92"/>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A8EC2420992649C6BCB4C2DECF3647D71">
    <w:name w:val="A8EC2420992649C6BCB4C2DECF3647D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55B3C7EA5FE94B53A717B65F939EE8641">
    <w:name w:val="55B3C7EA5FE94B53A717B65F939EE864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C3C24E48D74546F59C5372D0D82592B51">
    <w:name w:val="C3C24E48D74546F59C5372D0D82592B5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54C012F39C4048F990438D6156247F141">
    <w:name w:val="54C012F39C4048F990438D6156247F14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9400841D81CA478A880991D1B4CE866E1">
    <w:name w:val="9400841D81CA478A880991D1B4CE866E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4CAEB474E95440E1ADDF88C0EE4D01E71">
    <w:name w:val="4CAEB474E95440E1ADDF88C0EE4D01E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2FE97E5A34404E6797D23683C87C86171">
    <w:name w:val="2FE97E5A34404E6797D23683C87C861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1FFA87E150FF48B394B49802C704B50B1">
    <w:name w:val="1FFA87E150FF48B394B49802C704B50B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0EF84FD7D09A456DA1E8BF55F1005E171">
    <w:name w:val="0EF84FD7D09A456DA1E8BF55F1005E1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0810CA53A4014F059FF9056DC120CA411">
    <w:name w:val="0810CA53A4014F059FF9056DC120CA41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E538D97C55254D4687E8BE39628476701">
    <w:name w:val="E538D97C55254D4687E8BE3962847670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F22FD42028CE480C9EDB7F5EF2DA55671">
    <w:name w:val="F22FD42028CE480C9EDB7F5EF2DA5567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CAC0039447FB4AD8A95F89D3BF3231B21">
    <w:name w:val="CAC0039447FB4AD8A95F89D3BF3231B2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 w:type="paragraph" w:customStyle="1" w:styleId="A6DB3FA888774D7EB245397D86163BEC1">
    <w:name w:val="A6DB3FA888774D7EB245397D86163BEC1"/>
    <w:rsid w:val="00FB31A9"/>
    <w:pPr>
      <w:widowControl w:val="0"/>
      <w:suppressAutoHyphens/>
      <w:autoSpaceDE w:val="0"/>
      <w:autoSpaceDN w:val="0"/>
      <w:adjustRightInd w:val="0"/>
      <w:spacing w:before="120" w:after="0" w:line="300" w:lineRule="atLeast"/>
      <w:textAlignment w:val="center"/>
    </w:pPr>
    <w:rPr>
      <w:rFonts w:ascii="Georgia" w:eastAsia="ＭＳ 明朝" w:hAnsi="Georgia" w:cs="Times New Roman"/>
      <w:color w:val="000000"/>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0041018965C148B8386E7CAFFFD3D7" ma:contentTypeVersion="15" ma:contentTypeDescription="Create a new document." ma:contentTypeScope="" ma:versionID="d4ab2c9d1a605cdea77b1ab25e11b958">
  <xsd:schema xmlns:xsd="http://www.w3.org/2001/XMLSchema" xmlns:xs="http://www.w3.org/2001/XMLSchema" xmlns:p="http://schemas.microsoft.com/office/2006/metadata/properties" xmlns:ns2="41d4868e-e7c5-4a0f-bea8-40f63a832f74" xmlns:ns3="069370df-1b75-469d-a9d4-424b0b9f5a67" xmlns:ns4="710d263c-44d6-4b3f-885c-e31229c24d0d" targetNamespace="http://schemas.microsoft.com/office/2006/metadata/properties" ma:root="true" ma:fieldsID="51038656bec018959b664e201ad9a229" ns2:_="" ns3:_="" ns4:_="">
    <xsd:import namespace="41d4868e-e7c5-4a0f-bea8-40f63a832f74"/>
    <xsd:import namespace="069370df-1b75-469d-a9d4-424b0b9f5a67"/>
    <xsd:import namespace="710d263c-44d6-4b3f-885c-e31229c24d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4868e-e7c5-4a0f-bea8-40f63a832f7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9370df-1b75-469d-a9d4-424b0b9f5a6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da3dff2-d67e-4dd5-8f2c-5f78cca4fd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10d263c-44d6-4b3f-885c-e31229c24d0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c1a9c98-bc23-4df9-8b29-b24e13f3359b}" ma:internalName="TaxCatchAll" ma:showField="CatchAllData" ma:web="710d263c-44d6-4b3f-885c-e31229c24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9370df-1b75-469d-a9d4-424b0b9f5a67">
      <Terms xmlns="http://schemas.microsoft.com/office/infopath/2007/PartnerControls"/>
    </lcf76f155ced4ddcb4097134ff3c332f>
    <TaxCatchAll xmlns="710d263c-44d6-4b3f-885c-e31229c24d0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8A71D-25E0-4256-B31D-EB29B2DD7D97}">
  <ds:schemaRefs>
    <ds:schemaRef ds:uri="http://schemas.microsoft.com/sharepoint/v3/contenttype/forms"/>
  </ds:schemaRefs>
</ds:datastoreItem>
</file>

<file path=customXml/itemProps2.xml><?xml version="1.0" encoding="utf-8"?>
<ds:datastoreItem xmlns:ds="http://schemas.openxmlformats.org/officeDocument/2006/customXml" ds:itemID="{45BF504E-932F-4A4A-9E42-6CED79A42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868e-e7c5-4a0f-bea8-40f63a832f74"/>
    <ds:schemaRef ds:uri="069370df-1b75-469d-a9d4-424b0b9f5a67"/>
    <ds:schemaRef ds:uri="710d263c-44d6-4b3f-885c-e31229c24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1F4C6-B8A6-4FFC-A9FF-3F6F7159839B}">
  <ds:schemaRefs>
    <ds:schemaRef ds:uri="http://schemas.microsoft.com/office/2006/metadata/properties"/>
    <ds:schemaRef ds:uri="http://schemas.microsoft.com/office/infopath/2007/PartnerControls"/>
    <ds:schemaRef ds:uri="069370df-1b75-469d-a9d4-424b0b9f5a67"/>
    <ds:schemaRef ds:uri="710d263c-44d6-4b3f-885c-e31229c24d0d"/>
  </ds:schemaRefs>
</ds:datastoreItem>
</file>

<file path=customXml/itemProps4.xml><?xml version="1.0" encoding="utf-8"?>
<ds:datastoreItem xmlns:ds="http://schemas.openxmlformats.org/officeDocument/2006/customXml" ds:itemID="{E6E3D631-F6F5-42F1-822A-2EA3A72B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RI_Document</Template>
  <TotalTime>0</TotalTime>
  <Pages>5</Pages>
  <Words>1261</Words>
  <Characters>1526</Characters>
  <Application>Microsoft Office Word</Application>
  <DocSecurity>0</DocSecurity>
  <Lines>254</Lines>
  <Paragraphs>309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Rotary International</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2760 fbranch</cp:lastModifiedBy>
  <cp:revision>3</cp:revision>
  <cp:lastPrinted>2015-01-20T03:57:00Z</cp:lastPrinted>
  <dcterms:created xsi:type="dcterms:W3CDTF">2025-01-30T07:35:00Z</dcterms:created>
  <dcterms:modified xsi:type="dcterms:W3CDTF">2025-01-30T07:35:00Z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0x0101001C0041018965C148B8386E7CAFFFD3D7</vt:lpwstr>
  </property>
  <property fmtid="{D5CDD505-2E9C-101B-9397-08002B2CF9AE}" pid="3" name="MediaServiceImageTags">
    <vt:lpwstr/>
  </property>
</Properties>
</file>